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A3A8BF2" w14:textId="3AB0FD0F" w:rsidR="00652EFD" w:rsidRDefault="00D563D1" w:rsidP="00652EFD">
      <w:pPr>
        <w:pStyle w:val="Titul2"/>
      </w:pPr>
      <w:r>
        <w:t>Výkon autorského dozoru</w:t>
      </w:r>
    </w:p>
    <w:p w14:paraId="3606C2D3" w14:textId="77777777" w:rsidR="001B128D" w:rsidRDefault="001B128D" w:rsidP="00EB46E5">
      <w:pPr>
        <w:pStyle w:val="Titul2"/>
        <w:rPr>
          <w:highlight w:val="green"/>
        </w:rPr>
      </w:pPr>
    </w:p>
    <w:p w14:paraId="7E638D12" w14:textId="2589F992" w:rsidR="0035531B" w:rsidRDefault="0035531B" w:rsidP="00EB46E5">
      <w:pPr>
        <w:pStyle w:val="Titul2"/>
      </w:pPr>
      <w:r w:rsidRPr="00A10992">
        <w:t>„</w:t>
      </w:r>
      <w:r w:rsidR="00801593" w:rsidRPr="00801593">
        <w:t xml:space="preserve">Uzel Plzeň, 5. stavba </w:t>
      </w:r>
      <w:proofErr w:type="spellStart"/>
      <w:proofErr w:type="gramStart"/>
      <w:r w:rsidR="00801593" w:rsidRPr="00801593">
        <w:t>Lobzy</w:t>
      </w:r>
      <w:proofErr w:type="spellEnd"/>
      <w:r w:rsidR="00801593" w:rsidRPr="00801593">
        <w:t xml:space="preserve"> - </w:t>
      </w:r>
      <w:proofErr w:type="spellStart"/>
      <w:r w:rsidR="00801593" w:rsidRPr="00801593">
        <w:t>Koterov</w:t>
      </w:r>
      <w:proofErr w:type="spellEnd"/>
      <w:proofErr w:type="gramEnd"/>
      <w:r w:rsidRPr="00A10992">
        <w:t>“</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336822BD" w:rsidR="000E125F" w:rsidRDefault="000E125F" w:rsidP="00136BBF">
      <w:pPr>
        <w:pStyle w:val="Text1-1"/>
        <w:numPr>
          <w:ilvl w:val="0"/>
          <w:numId w:val="0"/>
        </w:numPr>
        <w:tabs>
          <w:tab w:val="left" w:pos="708"/>
        </w:tabs>
        <w:spacing w:line="240" w:lineRule="auto"/>
        <w:ind w:left="737" w:hanging="737"/>
      </w:pPr>
      <w:r>
        <w:t xml:space="preserve">Č.j. </w:t>
      </w:r>
      <w:bookmarkStart w:id="0" w:name="_Hlk128127646"/>
      <w:r w:rsidR="00E84A58" w:rsidRPr="00E84A58">
        <w:t>4445/2023-SŽ-SSZ-OVZ</w:t>
      </w:r>
      <w:bookmarkEnd w:id="0"/>
    </w:p>
    <w:p w14:paraId="335F3308" w14:textId="005FCDC7" w:rsidR="003831C7" w:rsidRDefault="003831C7" w:rsidP="000E125F">
      <w:pPr>
        <w:pStyle w:val="Text1-1"/>
        <w:numPr>
          <w:ilvl w:val="0"/>
          <w:numId w:val="0"/>
        </w:numPr>
        <w:tabs>
          <w:tab w:val="left" w:pos="708"/>
        </w:tabs>
        <w:ind w:left="737" w:hanging="737"/>
      </w:pPr>
    </w:p>
    <w:p w14:paraId="65AB130A" w14:textId="7B683EC1" w:rsidR="00140CD9" w:rsidRDefault="00140CD9" w:rsidP="00140CD9">
      <w:pPr>
        <w:spacing w:after="0" w:line="240" w:lineRule="auto"/>
        <w:rPr>
          <w:i/>
          <w:color w:val="FF0000"/>
        </w:rPr>
      </w:pPr>
    </w:p>
    <w:p w14:paraId="693C6E44" w14:textId="3362006A" w:rsidR="00BC0103" w:rsidRDefault="00BC0103" w:rsidP="00140CD9">
      <w:pPr>
        <w:spacing w:after="0" w:line="240" w:lineRule="auto"/>
        <w:rPr>
          <w:i/>
          <w:color w:val="FF0000"/>
        </w:rPr>
      </w:pPr>
    </w:p>
    <w:p w14:paraId="51B6BCB9" w14:textId="6A72D35B" w:rsidR="00BC0103" w:rsidRDefault="00BC0103" w:rsidP="00140CD9">
      <w:pPr>
        <w:spacing w:after="0" w:line="240" w:lineRule="auto"/>
        <w:rPr>
          <w:i/>
          <w:color w:val="FF0000"/>
        </w:rPr>
      </w:pPr>
    </w:p>
    <w:p w14:paraId="52233535" w14:textId="2F4EEDF4" w:rsidR="00BC0103" w:rsidRDefault="00BC0103" w:rsidP="00140CD9">
      <w:pPr>
        <w:spacing w:after="0" w:line="240" w:lineRule="auto"/>
        <w:rPr>
          <w:i/>
          <w:color w:val="FF0000"/>
        </w:rPr>
      </w:pPr>
    </w:p>
    <w:p w14:paraId="020B6656" w14:textId="0A61A9AB" w:rsidR="00BC0103" w:rsidRDefault="00BC0103" w:rsidP="00140CD9">
      <w:pPr>
        <w:spacing w:after="0" w:line="240" w:lineRule="auto"/>
        <w:rPr>
          <w:i/>
          <w:color w:val="FF0000"/>
        </w:rPr>
      </w:pPr>
    </w:p>
    <w:p w14:paraId="5FB6AFFB" w14:textId="7D985125" w:rsidR="00BC0103" w:rsidRDefault="00BC0103" w:rsidP="00140CD9">
      <w:pPr>
        <w:spacing w:after="0" w:line="240" w:lineRule="auto"/>
        <w:rPr>
          <w:i/>
          <w:color w:val="FF0000"/>
        </w:rPr>
      </w:pPr>
    </w:p>
    <w:p w14:paraId="576E05D4" w14:textId="51C32EB6" w:rsidR="00BC0103" w:rsidRDefault="00BC0103" w:rsidP="00140CD9">
      <w:pPr>
        <w:spacing w:after="0" w:line="240" w:lineRule="auto"/>
        <w:rPr>
          <w:i/>
          <w:color w:val="FF0000"/>
        </w:rPr>
      </w:pPr>
    </w:p>
    <w:p w14:paraId="47E3E312" w14:textId="48EF0C80" w:rsidR="00BC0103" w:rsidRDefault="00BC0103" w:rsidP="00140CD9">
      <w:pPr>
        <w:spacing w:after="0" w:line="240" w:lineRule="auto"/>
        <w:rPr>
          <w:i/>
          <w:color w:val="FF0000"/>
        </w:rPr>
      </w:pPr>
    </w:p>
    <w:p w14:paraId="15BF7367" w14:textId="012C573B" w:rsidR="00BC0103" w:rsidRDefault="00BC0103" w:rsidP="00140CD9">
      <w:pPr>
        <w:spacing w:after="0" w:line="240" w:lineRule="auto"/>
        <w:rPr>
          <w:i/>
          <w:color w:val="FF0000"/>
        </w:rPr>
      </w:pPr>
    </w:p>
    <w:p w14:paraId="1D1B1AF9" w14:textId="5D504ED3" w:rsidR="00BC0103" w:rsidRDefault="00BC0103" w:rsidP="00140CD9">
      <w:pPr>
        <w:spacing w:after="0" w:line="240" w:lineRule="auto"/>
        <w:rPr>
          <w:i/>
          <w:color w:val="FF0000"/>
        </w:rPr>
      </w:pPr>
    </w:p>
    <w:p w14:paraId="6CECDED3" w14:textId="4D7017D7" w:rsidR="00BC0103" w:rsidRDefault="00BC0103" w:rsidP="00140CD9">
      <w:pPr>
        <w:spacing w:after="0" w:line="240" w:lineRule="auto"/>
        <w:rPr>
          <w:i/>
          <w:color w:val="FF0000"/>
        </w:rPr>
      </w:pPr>
    </w:p>
    <w:p w14:paraId="604F61DA" w14:textId="77777777" w:rsidR="00BC0103" w:rsidRDefault="00BC0103" w:rsidP="00140CD9">
      <w:pPr>
        <w:spacing w:after="0" w:line="240" w:lineRule="auto"/>
        <w:rPr>
          <w:i/>
          <w:color w:val="FF0000"/>
        </w:rPr>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5803A85" w14:textId="5B2874A4" w:rsidR="002F4DB4" w:rsidRDefault="002F4DB4" w:rsidP="00AB0A33">
      <w:pPr>
        <w:spacing w:after="0"/>
        <w:rPr>
          <w:i/>
          <w:color w:val="FF0000"/>
        </w:rPr>
      </w:pPr>
    </w:p>
    <w:p w14:paraId="3A0F9DB5" w14:textId="5696E62F" w:rsidR="00BC0103" w:rsidRDefault="00BC0103" w:rsidP="00AB0A33">
      <w:pPr>
        <w:spacing w:after="0"/>
        <w:rPr>
          <w:i/>
          <w:color w:val="FF0000"/>
        </w:rPr>
      </w:pPr>
    </w:p>
    <w:p w14:paraId="760984AB" w14:textId="24105A88" w:rsidR="00BC0103" w:rsidRDefault="00BC0103" w:rsidP="00AB0A33">
      <w:pPr>
        <w:spacing w:after="0"/>
        <w:rPr>
          <w:i/>
          <w:color w:val="FF0000"/>
        </w:rPr>
      </w:pPr>
    </w:p>
    <w:p w14:paraId="23E505FA" w14:textId="774AE759" w:rsidR="00136BBF" w:rsidRDefault="00136BBF" w:rsidP="00136BBF">
      <w:pPr>
        <w:pStyle w:val="Zpat"/>
        <w:tabs>
          <w:tab w:val="clear" w:pos="9072"/>
          <w:tab w:val="left" w:pos="6772"/>
        </w:tabs>
        <w:rPr>
          <w:sz w:val="2"/>
          <w:szCs w:val="2"/>
        </w:rPr>
      </w:pPr>
    </w:p>
    <w:p w14:paraId="27ED5FA2" w14:textId="77777777" w:rsidR="00AB0A33" w:rsidRDefault="00AB0A33" w:rsidP="00AB0A33">
      <w:pPr>
        <w:pStyle w:val="Zpat"/>
        <w:tabs>
          <w:tab w:val="left" w:pos="6772"/>
        </w:tabs>
        <w:rPr>
          <w:sz w:val="2"/>
          <w:szCs w:val="2"/>
        </w:rPr>
      </w:pPr>
    </w:p>
    <w:p w14:paraId="36CA930E" w14:textId="0CD0ED3A" w:rsidR="00826B7B" w:rsidRDefault="00826B7B"/>
    <w:p w14:paraId="14783ECE" w14:textId="73F67C85" w:rsidR="00BD7E91" w:rsidRDefault="00BD7E91" w:rsidP="00FE4333">
      <w:pPr>
        <w:pStyle w:val="Nadpisbezsl1-1"/>
      </w:pPr>
      <w:r>
        <w:lastRenderedPageBreak/>
        <w:t>Obsah</w:t>
      </w:r>
      <w:r w:rsidR="00887F36">
        <w:t xml:space="preserve"> </w:t>
      </w:r>
    </w:p>
    <w:p w14:paraId="749DCE9B" w14:textId="5DAF843A" w:rsidR="006E287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199090" w:history="1">
        <w:r w:rsidR="006E2876" w:rsidRPr="00DC28E1">
          <w:rPr>
            <w:rStyle w:val="Hypertextovodkaz"/>
          </w:rPr>
          <w:t>1.</w:t>
        </w:r>
        <w:r w:rsidR="006E2876">
          <w:rPr>
            <w:rFonts w:eastAsiaTheme="minorEastAsia"/>
            <w:caps w:val="0"/>
            <w:noProof/>
            <w:sz w:val="22"/>
            <w:szCs w:val="22"/>
            <w:lang w:eastAsia="cs-CZ"/>
          </w:rPr>
          <w:tab/>
        </w:r>
        <w:r w:rsidR="006E2876" w:rsidRPr="00DC28E1">
          <w:rPr>
            <w:rStyle w:val="Hypertextovodkaz"/>
          </w:rPr>
          <w:t>ÚVODNÍ USTANOVENÍ</w:t>
        </w:r>
        <w:r w:rsidR="006E2876">
          <w:rPr>
            <w:noProof/>
            <w:webHidden/>
          </w:rPr>
          <w:tab/>
        </w:r>
        <w:r w:rsidR="006E2876">
          <w:rPr>
            <w:noProof/>
            <w:webHidden/>
          </w:rPr>
          <w:fldChar w:fldCharType="begin"/>
        </w:r>
        <w:r w:rsidR="006E2876">
          <w:rPr>
            <w:noProof/>
            <w:webHidden/>
          </w:rPr>
          <w:instrText xml:space="preserve"> PAGEREF _Toc111199090 \h </w:instrText>
        </w:r>
        <w:r w:rsidR="006E2876">
          <w:rPr>
            <w:noProof/>
            <w:webHidden/>
          </w:rPr>
        </w:r>
        <w:r w:rsidR="006E2876">
          <w:rPr>
            <w:noProof/>
            <w:webHidden/>
          </w:rPr>
          <w:fldChar w:fldCharType="separate"/>
        </w:r>
        <w:r w:rsidR="004E550B">
          <w:rPr>
            <w:noProof/>
            <w:webHidden/>
          </w:rPr>
          <w:t>3</w:t>
        </w:r>
        <w:r w:rsidR="006E2876">
          <w:rPr>
            <w:noProof/>
            <w:webHidden/>
          </w:rPr>
          <w:fldChar w:fldCharType="end"/>
        </w:r>
      </w:hyperlink>
    </w:p>
    <w:p w14:paraId="650C18E7" w14:textId="562BB11F" w:rsidR="006E2876" w:rsidRDefault="00F929EB">
      <w:pPr>
        <w:pStyle w:val="Obsah1"/>
        <w:rPr>
          <w:rFonts w:eastAsiaTheme="minorEastAsia"/>
          <w:caps w:val="0"/>
          <w:noProof/>
          <w:sz w:val="22"/>
          <w:szCs w:val="22"/>
          <w:lang w:eastAsia="cs-CZ"/>
        </w:rPr>
      </w:pPr>
      <w:hyperlink w:anchor="_Toc111199091" w:history="1">
        <w:r w:rsidR="006E2876" w:rsidRPr="00DC28E1">
          <w:rPr>
            <w:rStyle w:val="Hypertextovodkaz"/>
          </w:rPr>
          <w:t>2.</w:t>
        </w:r>
        <w:r w:rsidR="006E2876">
          <w:rPr>
            <w:rFonts w:eastAsiaTheme="minorEastAsia"/>
            <w:caps w:val="0"/>
            <w:noProof/>
            <w:sz w:val="22"/>
            <w:szCs w:val="22"/>
            <w:lang w:eastAsia="cs-CZ"/>
          </w:rPr>
          <w:tab/>
        </w:r>
        <w:r w:rsidR="006E2876" w:rsidRPr="00DC28E1">
          <w:rPr>
            <w:rStyle w:val="Hypertextovodkaz"/>
          </w:rPr>
          <w:t>IDENTIFIKAČNÍ ÚDAJE ZADAVATELE</w:t>
        </w:r>
        <w:r w:rsidR="006E2876">
          <w:rPr>
            <w:noProof/>
            <w:webHidden/>
          </w:rPr>
          <w:tab/>
        </w:r>
        <w:r w:rsidR="006E2876">
          <w:rPr>
            <w:noProof/>
            <w:webHidden/>
          </w:rPr>
          <w:fldChar w:fldCharType="begin"/>
        </w:r>
        <w:r w:rsidR="006E2876">
          <w:rPr>
            <w:noProof/>
            <w:webHidden/>
          </w:rPr>
          <w:instrText xml:space="preserve"> PAGEREF _Toc111199091 \h </w:instrText>
        </w:r>
        <w:r w:rsidR="006E2876">
          <w:rPr>
            <w:noProof/>
            <w:webHidden/>
          </w:rPr>
        </w:r>
        <w:r w:rsidR="006E2876">
          <w:rPr>
            <w:noProof/>
            <w:webHidden/>
          </w:rPr>
          <w:fldChar w:fldCharType="separate"/>
        </w:r>
        <w:r w:rsidR="004E550B">
          <w:rPr>
            <w:noProof/>
            <w:webHidden/>
          </w:rPr>
          <w:t>3</w:t>
        </w:r>
        <w:r w:rsidR="006E2876">
          <w:rPr>
            <w:noProof/>
            <w:webHidden/>
          </w:rPr>
          <w:fldChar w:fldCharType="end"/>
        </w:r>
      </w:hyperlink>
    </w:p>
    <w:p w14:paraId="1C2434DB" w14:textId="04577B11" w:rsidR="006E2876" w:rsidRDefault="00F929EB">
      <w:pPr>
        <w:pStyle w:val="Obsah1"/>
        <w:rPr>
          <w:rFonts w:eastAsiaTheme="minorEastAsia"/>
          <w:caps w:val="0"/>
          <w:noProof/>
          <w:sz w:val="22"/>
          <w:szCs w:val="22"/>
          <w:lang w:eastAsia="cs-CZ"/>
        </w:rPr>
      </w:pPr>
      <w:hyperlink w:anchor="_Toc111199092" w:history="1">
        <w:r w:rsidR="006E2876" w:rsidRPr="00DC28E1">
          <w:rPr>
            <w:rStyle w:val="Hypertextovodkaz"/>
          </w:rPr>
          <w:t>3.</w:t>
        </w:r>
        <w:r w:rsidR="006E2876">
          <w:rPr>
            <w:rFonts w:eastAsiaTheme="minorEastAsia"/>
            <w:caps w:val="0"/>
            <w:noProof/>
            <w:sz w:val="22"/>
            <w:szCs w:val="22"/>
            <w:lang w:eastAsia="cs-CZ"/>
          </w:rPr>
          <w:tab/>
        </w:r>
        <w:r w:rsidR="006E2876" w:rsidRPr="00DC28E1">
          <w:rPr>
            <w:rStyle w:val="Hypertextovodkaz"/>
          </w:rPr>
          <w:t>KOMUNIKACE MEZI ZADAVATELEM a DODAVATELEM</w:t>
        </w:r>
        <w:r w:rsidR="006E2876">
          <w:rPr>
            <w:noProof/>
            <w:webHidden/>
          </w:rPr>
          <w:tab/>
        </w:r>
        <w:r w:rsidR="006E2876">
          <w:rPr>
            <w:noProof/>
            <w:webHidden/>
          </w:rPr>
          <w:fldChar w:fldCharType="begin"/>
        </w:r>
        <w:r w:rsidR="006E2876">
          <w:rPr>
            <w:noProof/>
            <w:webHidden/>
          </w:rPr>
          <w:instrText xml:space="preserve"> PAGEREF _Toc111199092 \h </w:instrText>
        </w:r>
        <w:r w:rsidR="006E2876">
          <w:rPr>
            <w:noProof/>
            <w:webHidden/>
          </w:rPr>
        </w:r>
        <w:r w:rsidR="006E2876">
          <w:rPr>
            <w:noProof/>
            <w:webHidden/>
          </w:rPr>
          <w:fldChar w:fldCharType="separate"/>
        </w:r>
        <w:r w:rsidR="004E550B">
          <w:rPr>
            <w:noProof/>
            <w:webHidden/>
          </w:rPr>
          <w:t>4</w:t>
        </w:r>
        <w:r w:rsidR="006E2876">
          <w:rPr>
            <w:noProof/>
            <w:webHidden/>
          </w:rPr>
          <w:fldChar w:fldCharType="end"/>
        </w:r>
      </w:hyperlink>
    </w:p>
    <w:p w14:paraId="340C6E5B" w14:textId="7693CDD2" w:rsidR="006E2876" w:rsidRDefault="00F929EB">
      <w:pPr>
        <w:pStyle w:val="Obsah1"/>
        <w:rPr>
          <w:rFonts w:eastAsiaTheme="minorEastAsia"/>
          <w:caps w:val="0"/>
          <w:noProof/>
          <w:sz w:val="22"/>
          <w:szCs w:val="22"/>
          <w:lang w:eastAsia="cs-CZ"/>
        </w:rPr>
      </w:pPr>
      <w:hyperlink w:anchor="_Toc111199093" w:history="1">
        <w:r w:rsidR="006E2876" w:rsidRPr="00DC28E1">
          <w:rPr>
            <w:rStyle w:val="Hypertextovodkaz"/>
          </w:rPr>
          <w:t>4.</w:t>
        </w:r>
        <w:r w:rsidR="006E2876">
          <w:rPr>
            <w:rFonts w:eastAsiaTheme="minorEastAsia"/>
            <w:caps w:val="0"/>
            <w:noProof/>
            <w:sz w:val="22"/>
            <w:szCs w:val="22"/>
            <w:lang w:eastAsia="cs-CZ"/>
          </w:rPr>
          <w:tab/>
        </w:r>
        <w:r w:rsidR="006E2876" w:rsidRPr="00DC28E1">
          <w:rPr>
            <w:rStyle w:val="Hypertextovodkaz"/>
          </w:rPr>
          <w:t>ÚČEL a PŘEDMĚT PLNĚNÍ VEŘEJNÉ ZAKÁZKY</w:t>
        </w:r>
        <w:r w:rsidR="006E2876">
          <w:rPr>
            <w:noProof/>
            <w:webHidden/>
          </w:rPr>
          <w:tab/>
        </w:r>
        <w:r w:rsidR="006E2876">
          <w:rPr>
            <w:noProof/>
            <w:webHidden/>
          </w:rPr>
          <w:fldChar w:fldCharType="begin"/>
        </w:r>
        <w:r w:rsidR="006E2876">
          <w:rPr>
            <w:noProof/>
            <w:webHidden/>
          </w:rPr>
          <w:instrText xml:space="preserve"> PAGEREF _Toc111199093 \h </w:instrText>
        </w:r>
        <w:r w:rsidR="006E2876">
          <w:rPr>
            <w:noProof/>
            <w:webHidden/>
          </w:rPr>
        </w:r>
        <w:r w:rsidR="006E2876">
          <w:rPr>
            <w:noProof/>
            <w:webHidden/>
          </w:rPr>
          <w:fldChar w:fldCharType="separate"/>
        </w:r>
        <w:r w:rsidR="004E550B">
          <w:rPr>
            <w:noProof/>
            <w:webHidden/>
          </w:rPr>
          <w:t>4</w:t>
        </w:r>
        <w:r w:rsidR="006E2876">
          <w:rPr>
            <w:noProof/>
            <w:webHidden/>
          </w:rPr>
          <w:fldChar w:fldCharType="end"/>
        </w:r>
      </w:hyperlink>
    </w:p>
    <w:p w14:paraId="5BF266C2" w14:textId="3CF29DC0" w:rsidR="006E2876" w:rsidRDefault="00F929EB">
      <w:pPr>
        <w:pStyle w:val="Obsah1"/>
        <w:rPr>
          <w:rFonts w:eastAsiaTheme="minorEastAsia"/>
          <w:caps w:val="0"/>
          <w:noProof/>
          <w:sz w:val="22"/>
          <w:szCs w:val="22"/>
          <w:lang w:eastAsia="cs-CZ"/>
        </w:rPr>
      </w:pPr>
      <w:hyperlink w:anchor="_Toc111199094" w:history="1">
        <w:r w:rsidR="006E2876" w:rsidRPr="00DC28E1">
          <w:rPr>
            <w:rStyle w:val="Hypertextovodkaz"/>
          </w:rPr>
          <w:t>5.</w:t>
        </w:r>
        <w:r w:rsidR="006E2876">
          <w:rPr>
            <w:rFonts w:eastAsiaTheme="minorEastAsia"/>
            <w:caps w:val="0"/>
            <w:noProof/>
            <w:sz w:val="22"/>
            <w:szCs w:val="22"/>
            <w:lang w:eastAsia="cs-CZ"/>
          </w:rPr>
          <w:tab/>
        </w:r>
        <w:r w:rsidR="006E2876" w:rsidRPr="00DC28E1">
          <w:rPr>
            <w:rStyle w:val="Hypertextovodkaz"/>
          </w:rPr>
          <w:t>ZDROJE FINANCOVÁNÍ a PŘEDPOKLÁDANÁ HODNOTA VEŘEJNÉ ZAKÁZKY</w:t>
        </w:r>
        <w:r w:rsidR="006E2876">
          <w:rPr>
            <w:noProof/>
            <w:webHidden/>
          </w:rPr>
          <w:tab/>
        </w:r>
        <w:r w:rsidR="006E2876">
          <w:rPr>
            <w:noProof/>
            <w:webHidden/>
          </w:rPr>
          <w:fldChar w:fldCharType="begin"/>
        </w:r>
        <w:r w:rsidR="006E2876">
          <w:rPr>
            <w:noProof/>
            <w:webHidden/>
          </w:rPr>
          <w:instrText xml:space="preserve"> PAGEREF _Toc111199094 \h </w:instrText>
        </w:r>
        <w:r w:rsidR="006E2876">
          <w:rPr>
            <w:noProof/>
            <w:webHidden/>
          </w:rPr>
        </w:r>
        <w:r w:rsidR="006E2876">
          <w:rPr>
            <w:noProof/>
            <w:webHidden/>
          </w:rPr>
          <w:fldChar w:fldCharType="separate"/>
        </w:r>
        <w:r w:rsidR="004E550B">
          <w:rPr>
            <w:noProof/>
            <w:webHidden/>
          </w:rPr>
          <w:t>5</w:t>
        </w:r>
        <w:r w:rsidR="006E2876">
          <w:rPr>
            <w:noProof/>
            <w:webHidden/>
          </w:rPr>
          <w:fldChar w:fldCharType="end"/>
        </w:r>
      </w:hyperlink>
    </w:p>
    <w:p w14:paraId="7D5D082D" w14:textId="3F14FF20" w:rsidR="006E2876" w:rsidRDefault="00F929EB">
      <w:pPr>
        <w:pStyle w:val="Obsah1"/>
        <w:rPr>
          <w:rFonts w:eastAsiaTheme="minorEastAsia"/>
          <w:caps w:val="0"/>
          <w:noProof/>
          <w:sz w:val="22"/>
          <w:szCs w:val="22"/>
          <w:lang w:eastAsia="cs-CZ"/>
        </w:rPr>
      </w:pPr>
      <w:hyperlink w:anchor="_Toc111199095" w:history="1">
        <w:r w:rsidR="006E2876" w:rsidRPr="00DC28E1">
          <w:rPr>
            <w:rStyle w:val="Hypertextovodkaz"/>
          </w:rPr>
          <w:t>6.</w:t>
        </w:r>
        <w:r w:rsidR="006E2876">
          <w:rPr>
            <w:rFonts w:eastAsiaTheme="minorEastAsia"/>
            <w:caps w:val="0"/>
            <w:noProof/>
            <w:sz w:val="22"/>
            <w:szCs w:val="22"/>
            <w:lang w:eastAsia="cs-CZ"/>
          </w:rPr>
          <w:tab/>
        </w:r>
        <w:r w:rsidR="006E2876" w:rsidRPr="00DC28E1">
          <w:rPr>
            <w:rStyle w:val="Hypertextovodkaz"/>
          </w:rPr>
          <w:t>OBSAH ZADÁVACÍ DOKUMENTACE</w:t>
        </w:r>
        <w:r w:rsidR="006E2876">
          <w:rPr>
            <w:noProof/>
            <w:webHidden/>
          </w:rPr>
          <w:tab/>
        </w:r>
        <w:r w:rsidR="006E2876">
          <w:rPr>
            <w:noProof/>
            <w:webHidden/>
          </w:rPr>
          <w:fldChar w:fldCharType="begin"/>
        </w:r>
        <w:r w:rsidR="006E2876">
          <w:rPr>
            <w:noProof/>
            <w:webHidden/>
          </w:rPr>
          <w:instrText xml:space="preserve"> PAGEREF _Toc111199095 \h </w:instrText>
        </w:r>
        <w:r w:rsidR="006E2876">
          <w:rPr>
            <w:noProof/>
            <w:webHidden/>
          </w:rPr>
        </w:r>
        <w:r w:rsidR="006E2876">
          <w:rPr>
            <w:noProof/>
            <w:webHidden/>
          </w:rPr>
          <w:fldChar w:fldCharType="separate"/>
        </w:r>
        <w:r w:rsidR="004E550B">
          <w:rPr>
            <w:noProof/>
            <w:webHidden/>
          </w:rPr>
          <w:t>5</w:t>
        </w:r>
        <w:r w:rsidR="006E2876">
          <w:rPr>
            <w:noProof/>
            <w:webHidden/>
          </w:rPr>
          <w:fldChar w:fldCharType="end"/>
        </w:r>
      </w:hyperlink>
    </w:p>
    <w:p w14:paraId="750F8F2B" w14:textId="5A00D52A" w:rsidR="006E2876" w:rsidRDefault="00F929EB">
      <w:pPr>
        <w:pStyle w:val="Obsah1"/>
        <w:rPr>
          <w:rFonts w:eastAsiaTheme="minorEastAsia"/>
          <w:caps w:val="0"/>
          <w:noProof/>
          <w:sz w:val="22"/>
          <w:szCs w:val="22"/>
          <w:lang w:eastAsia="cs-CZ"/>
        </w:rPr>
      </w:pPr>
      <w:hyperlink w:anchor="_Toc111199096" w:history="1">
        <w:r w:rsidR="006E2876" w:rsidRPr="00DC28E1">
          <w:rPr>
            <w:rStyle w:val="Hypertextovodkaz"/>
          </w:rPr>
          <w:t>7.</w:t>
        </w:r>
        <w:r w:rsidR="006E2876">
          <w:rPr>
            <w:rFonts w:eastAsiaTheme="minorEastAsia"/>
            <w:caps w:val="0"/>
            <w:noProof/>
            <w:sz w:val="22"/>
            <w:szCs w:val="22"/>
            <w:lang w:eastAsia="cs-CZ"/>
          </w:rPr>
          <w:tab/>
        </w:r>
        <w:r w:rsidR="006E2876" w:rsidRPr="00DC28E1">
          <w:rPr>
            <w:rStyle w:val="Hypertextovodkaz"/>
          </w:rPr>
          <w:t>VYSVĚTLENÍ, ZMĚNY a DOPLNĚNÍ ZADÁVACÍ DOKUMENTACE</w:t>
        </w:r>
        <w:r w:rsidR="006E2876">
          <w:rPr>
            <w:noProof/>
            <w:webHidden/>
          </w:rPr>
          <w:tab/>
        </w:r>
        <w:r w:rsidR="006E2876">
          <w:rPr>
            <w:noProof/>
            <w:webHidden/>
          </w:rPr>
          <w:fldChar w:fldCharType="begin"/>
        </w:r>
        <w:r w:rsidR="006E2876">
          <w:rPr>
            <w:noProof/>
            <w:webHidden/>
          </w:rPr>
          <w:instrText xml:space="preserve"> PAGEREF _Toc111199096 \h </w:instrText>
        </w:r>
        <w:r w:rsidR="006E2876">
          <w:rPr>
            <w:noProof/>
            <w:webHidden/>
          </w:rPr>
        </w:r>
        <w:r w:rsidR="006E2876">
          <w:rPr>
            <w:noProof/>
            <w:webHidden/>
          </w:rPr>
          <w:fldChar w:fldCharType="separate"/>
        </w:r>
        <w:r w:rsidR="004E550B">
          <w:rPr>
            <w:noProof/>
            <w:webHidden/>
          </w:rPr>
          <w:t>5</w:t>
        </w:r>
        <w:r w:rsidR="006E2876">
          <w:rPr>
            <w:noProof/>
            <w:webHidden/>
          </w:rPr>
          <w:fldChar w:fldCharType="end"/>
        </w:r>
      </w:hyperlink>
    </w:p>
    <w:p w14:paraId="70F46951" w14:textId="7EEEF645" w:rsidR="006E2876" w:rsidRDefault="00F929EB">
      <w:pPr>
        <w:pStyle w:val="Obsah1"/>
        <w:rPr>
          <w:rFonts w:eastAsiaTheme="minorEastAsia"/>
          <w:caps w:val="0"/>
          <w:noProof/>
          <w:sz w:val="22"/>
          <w:szCs w:val="22"/>
          <w:lang w:eastAsia="cs-CZ"/>
        </w:rPr>
      </w:pPr>
      <w:hyperlink w:anchor="_Toc111199097" w:history="1">
        <w:r w:rsidR="006E2876" w:rsidRPr="00DC28E1">
          <w:rPr>
            <w:rStyle w:val="Hypertextovodkaz"/>
          </w:rPr>
          <w:t>8.</w:t>
        </w:r>
        <w:r w:rsidR="006E2876">
          <w:rPr>
            <w:rFonts w:eastAsiaTheme="minorEastAsia"/>
            <w:caps w:val="0"/>
            <w:noProof/>
            <w:sz w:val="22"/>
            <w:szCs w:val="22"/>
            <w:lang w:eastAsia="cs-CZ"/>
          </w:rPr>
          <w:tab/>
        </w:r>
        <w:r w:rsidR="006E2876" w:rsidRPr="00DC28E1">
          <w:rPr>
            <w:rStyle w:val="Hypertextovodkaz"/>
          </w:rPr>
          <w:t>POŽADAVKY ZADAVATELE NA KVALIFIKACI</w:t>
        </w:r>
        <w:r w:rsidR="006E2876">
          <w:rPr>
            <w:noProof/>
            <w:webHidden/>
          </w:rPr>
          <w:tab/>
        </w:r>
        <w:r w:rsidR="006E2876">
          <w:rPr>
            <w:noProof/>
            <w:webHidden/>
          </w:rPr>
          <w:fldChar w:fldCharType="begin"/>
        </w:r>
        <w:r w:rsidR="006E2876">
          <w:rPr>
            <w:noProof/>
            <w:webHidden/>
          </w:rPr>
          <w:instrText xml:space="preserve"> PAGEREF _Toc111199097 \h </w:instrText>
        </w:r>
        <w:r w:rsidR="006E2876">
          <w:rPr>
            <w:noProof/>
            <w:webHidden/>
          </w:rPr>
        </w:r>
        <w:r w:rsidR="006E2876">
          <w:rPr>
            <w:noProof/>
            <w:webHidden/>
          </w:rPr>
          <w:fldChar w:fldCharType="separate"/>
        </w:r>
        <w:r w:rsidR="004E550B">
          <w:rPr>
            <w:noProof/>
            <w:webHidden/>
          </w:rPr>
          <w:t>6</w:t>
        </w:r>
        <w:r w:rsidR="006E2876">
          <w:rPr>
            <w:noProof/>
            <w:webHidden/>
          </w:rPr>
          <w:fldChar w:fldCharType="end"/>
        </w:r>
      </w:hyperlink>
    </w:p>
    <w:p w14:paraId="6B793CA3" w14:textId="0AD55181" w:rsidR="006E2876" w:rsidRDefault="00F929EB">
      <w:pPr>
        <w:pStyle w:val="Obsah1"/>
        <w:rPr>
          <w:rFonts w:eastAsiaTheme="minorEastAsia"/>
          <w:caps w:val="0"/>
          <w:noProof/>
          <w:sz w:val="22"/>
          <w:szCs w:val="22"/>
          <w:lang w:eastAsia="cs-CZ"/>
        </w:rPr>
      </w:pPr>
      <w:hyperlink w:anchor="_Toc111199098" w:history="1">
        <w:r w:rsidR="006E2876" w:rsidRPr="00DC28E1">
          <w:rPr>
            <w:rStyle w:val="Hypertextovodkaz"/>
          </w:rPr>
          <w:t>9.</w:t>
        </w:r>
        <w:r w:rsidR="006E2876">
          <w:rPr>
            <w:rFonts w:eastAsiaTheme="minorEastAsia"/>
            <w:caps w:val="0"/>
            <w:noProof/>
            <w:sz w:val="22"/>
            <w:szCs w:val="22"/>
            <w:lang w:eastAsia="cs-CZ"/>
          </w:rPr>
          <w:tab/>
        </w:r>
        <w:r w:rsidR="006E2876" w:rsidRPr="00DC28E1">
          <w:rPr>
            <w:rStyle w:val="Hypertextovodkaz"/>
          </w:rPr>
          <w:t>DALŠÍ INFORMACE/DOKUMENTY PŘEDKLÁDANÉ DODAVATELEM v NABÍDCE</w:t>
        </w:r>
        <w:r w:rsidR="006E2876">
          <w:rPr>
            <w:noProof/>
            <w:webHidden/>
          </w:rPr>
          <w:tab/>
        </w:r>
        <w:r w:rsidR="006E2876">
          <w:rPr>
            <w:noProof/>
            <w:webHidden/>
          </w:rPr>
          <w:fldChar w:fldCharType="begin"/>
        </w:r>
        <w:r w:rsidR="006E2876">
          <w:rPr>
            <w:noProof/>
            <w:webHidden/>
          </w:rPr>
          <w:instrText xml:space="preserve"> PAGEREF _Toc111199098 \h </w:instrText>
        </w:r>
        <w:r w:rsidR="006E2876">
          <w:rPr>
            <w:noProof/>
            <w:webHidden/>
          </w:rPr>
        </w:r>
        <w:r w:rsidR="006E2876">
          <w:rPr>
            <w:noProof/>
            <w:webHidden/>
          </w:rPr>
          <w:fldChar w:fldCharType="separate"/>
        </w:r>
        <w:r w:rsidR="004E550B">
          <w:rPr>
            <w:noProof/>
            <w:webHidden/>
          </w:rPr>
          <w:t>13</w:t>
        </w:r>
        <w:r w:rsidR="006E2876">
          <w:rPr>
            <w:noProof/>
            <w:webHidden/>
          </w:rPr>
          <w:fldChar w:fldCharType="end"/>
        </w:r>
      </w:hyperlink>
    </w:p>
    <w:p w14:paraId="25182EEE" w14:textId="2410FDF6" w:rsidR="006E2876" w:rsidRDefault="00F929EB">
      <w:pPr>
        <w:pStyle w:val="Obsah1"/>
        <w:rPr>
          <w:rFonts w:eastAsiaTheme="minorEastAsia"/>
          <w:caps w:val="0"/>
          <w:noProof/>
          <w:sz w:val="22"/>
          <w:szCs w:val="22"/>
          <w:lang w:eastAsia="cs-CZ"/>
        </w:rPr>
      </w:pPr>
      <w:hyperlink w:anchor="_Toc111199099" w:history="1">
        <w:r w:rsidR="006E2876" w:rsidRPr="00DC28E1">
          <w:rPr>
            <w:rStyle w:val="Hypertextovodkaz"/>
          </w:rPr>
          <w:t>10.</w:t>
        </w:r>
        <w:r w:rsidR="006E2876">
          <w:rPr>
            <w:rFonts w:eastAsiaTheme="minorEastAsia"/>
            <w:caps w:val="0"/>
            <w:noProof/>
            <w:sz w:val="22"/>
            <w:szCs w:val="22"/>
            <w:lang w:eastAsia="cs-CZ"/>
          </w:rPr>
          <w:tab/>
        </w:r>
        <w:r w:rsidR="006E2876" w:rsidRPr="00DC28E1">
          <w:rPr>
            <w:rStyle w:val="Hypertextovodkaz"/>
          </w:rPr>
          <w:t>JAZYK NABÍDEK A KOMUNIKAČNÍ JAZYK</w:t>
        </w:r>
        <w:r w:rsidR="006E2876">
          <w:rPr>
            <w:noProof/>
            <w:webHidden/>
          </w:rPr>
          <w:tab/>
        </w:r>
        <w:r w:rsidR="006E2876">
          <w:rPr>
            <w:noProof/>
            <w:webHidden/>
          </w:rPr>
          <w:fldChar w:fldCharType="begin"/>
        </w:r>
        <w:r w:rsidR="006E2876">
          <w:rPr>
            <w:noProof/>
            <w:webHidden/>
          </w:rPr>
          <w:instrText xml:space="preserve"> PAGEREF _Toc111199099 \h </w:instrText>
        </w:r>
        <w:r w:rsidR="006E2876">
          <w:rPr>
            <w:noProof/>
            <w:webHidden/>
          </w:rPr>
        </w:r>
        <w:r w:rsidR="006E2876">
          <w:rPr>
            <w:noProof/>
            <w:webHidden/>
          </w:rPr>
          <w:fldChar w:fldCharType="separate"/>
        </w:r>
        <w:r w:rsidR="004E550B">
          <w:rPr>
            <w:noProof/>
            <w:webHidden/>
          </w:rPr>
          <w:t>15</w:t>
        </w:r>
        <w:r w:rsidR="006E2876">
          <w:rPr>
            <w:noProof/>
            <w:webHidden/>
          </w:rPr>
          <w:fldChar w:fldCharType="end"/>
        </w:r>
      </w:hyperlink>
    </w:p>
    <w:p w14:paraId="2BCD21BA" w14:textId="78E46BA9" w:rsidR="006E2876" w:rsidRDefault="00F929EB">
      <w:pPr>
        <w:pStyle w:val="Obsah1"/>
        <w:rPr>
          <w:rFonts w:eastAsiaTheme="minorEastAsia"/>
          <w:caps w:val="0"/>
          <w:noProof/>
          <w:sz w:val="22"/>
          <w:szCs w:val="22"/>
          <w:lang w:eastAsia="cs-CZ"/>
        </w:rPr>
      </w:pPr>
      <w:hyperlink w:anchor="_Toc111199100" w:history="1">
        <w:r w:rsidR="006E2876" w:rsidRPr="00DC28E1">
          <w:rPr>
            <w:rStyle w:val="Hypertextovodkaz"/>
          </w:rPr>
          <w:t>11.</w:t>
        </w:r>
        <w:r w:rsidR="006E2876">
          <w:rPr>
            <w:rFonts w:eastAsiaTheme="minorEastAsia"/>
            <w:caps w:val="0"/>
            <w:noProof/>
            <w:sz w:val="22"/>
            <w:szCs w:val="22"/>
            <w:lang w:eastAsia="cs-CZ"/>
          </w:rPr>
          <w:tab/>
        </w:r>
        <w:r w:rsidR="006E2876" w:rsidRPr="00DC28E1">
          <w:rPr>
            <w:rStyle w:val="Hypertextovodkaz"/>
          </w:rPr>
          <w:t>OBSAH a PODÁVÁNÍ NABÍDEK</w:t>
        </w:r>
        <w:r w:rsidR="006E2876">
          <w:rPr>
            <w:noProof/>
            <w:webHidden/>
          </w:rPr>
          <w:tab/>
        </w:r>
        <w:r w:rsidR="006E2876">
          <w:rPr>
            <w:noProof/>
            <w:webHidden/>
          </w:rPr>
          <w:fldChar w:fldCharType="begin"/>
        </w:r>
        <w:r w:rsidR="006E2876">
          <w:rPr>
            <w:noProof/>
            <w:webHidden/>
          </w:rPr>
          <w:instrText xml:space="preserve"> PAGEREF _Toc111199100 \h </w:instrText>
        </w:r>
        <w:r w:rsidR="006E2876">
          <w:rPr>
            <w:noProof/>
            <w:webHidden/>
          </w:rPr>
        </w:r>
        <w:r w:rsidR="006E2876">
          <w:rPr>
            <w:noProof/>
            <w:webHidden/>
          </w:rPr>
          <w:fldChar w:fldCharType="separate"/>
        </w:r>
        <w:r w:rsidR="004E550B">
          <w:rPr>
            <w:noProof/>
            <w:webHidden/>
          </w:rPr>
          <w:t>15</w:t>
        </w:r>
        <w:r w:rsidR="006E2876">
          <w:rPr>
            <w:noProof/>
            <w:webHidden/>
          </w:rPr>
          <w:fldChar w:fldCharType="end"/>
        </w:r>
      </w:hyperlink>
    </w:p>
    <w:p w14:paraId="7793980F" w14:textId="0AB914EB" w:rsidR="006E2876" w:rsidRDefault="00F929EB">
      <w:pPr>
        <w:pStyle w:val="Obsah1"/>
        <w:rPr>
          <w:rFonts w:eastAsiaTheme="minorEastAsia"/>
          <w:caps w:val="0"/>
          <w:noProof/>
          <w:sz w:val="22"/>
          <w:szCs w:val="22"/>
          <w:lang w:eastAsia="cs-CZ"/>
        </w:rPr>
      </w:pPr>
      <w:hyperlink w:anchor="_Toc111199101" w:history="1">
        <w:r w:rsidR="006E2876" w:rsidRPr="00DC28E1">
          <w:rPr>
            <w:rStyle w:val="Hypertextovodkaz"/>
          </w:rPr>
          <w:t>12.</w:t>
        </w:r>
        <w:r w:rsidR="006E2876">
          <w:rPr>
            <w:rFonts w:eastAsiaTheme="minorEastAsia"/>
            <w:caps w:val="0"/>
            <w:noProof/>
            <w:sz w:val="22"/>
            <w:szCs w:val="22"/>
            <w:lang w:eastAsia="cs-CZ"/>
          </w:rPr>
          <w:tab/>
        </w:r>
        <w:r w:rsidR="006E2876" w:rsidRPr="00DC28E1">
          <w:rPr>
            <w:rStyle w:val="Hypertextovodkaz"/>
          </w:rPr>
          <w:t>POŽADAVKY NA ZPRACOVÁNÍ NABÍDKOVÉ CENY</w:t>
        </w:r>
        <w:r w:rsidR="006E2876">
          <w:rPr>
            <w:noProof/>
            <w:webHidden/>
          </w:rPr>
          <w:tab/>
        </w:r>
        <w:r w:rsidR="006E2876">
          <w:rPr>
            <w:noProof/>
            <w:webHidden/>
          </w:rPr>
          <w:fldChar w:fldCharType="begin"/>
        </w:r>
        <w:r w:rsidR="006E2876">
          <w:rPr>
            <w:noProof/>
            <w:webHidden/>
          </w:rPr>
          <w:instrText xml:space="preserve"> PAGEREF _Toc111199101 \h </w:instrText>
        </w:r>
        <w:r w:rsidR="006E2876">
          <w:rPr>
            <w:noProof/>
            <w:webHidden/>
          </w:rPr>
        </w:r>
        <w:r w:rsidR="006E2876">
          <w:rPr>
            <w:noProof/>
            <w:webHidden/>
          </w:rPr>
          <w:fldChar w:fldCharType="separate"/>
        </w:r>
        <w:r w:rsidR="004E550B">
          <w:rPr>
            <w:noProof/>
            <w:webHidden/>
          </w:rPr>
          <w:t>17</w:t>
        </w:r>
        <w:r w:rsidR="006E2876">
          <w:rPr>
            <w:noProof/>
            <w:webHidden/>
          </w:rPr>
          <w:fldChar w:fldCharType="end"/>
        </w:r>
      </w:hyperlink>
    </w:p>
    <w:p w14:paraId="743D8031" w14:textId="12E79233" w:rsidR="006E2876" w:rsidRDefault="00F929EB">
      <w:pPr>
        <w:pStyle w:val="Obsah1"/>
        <w:rPr>
          <w:rFonts w:eastAsiaTheme="minorEastAsia"/>
          <w:caps w:val="0"/>
          <w:noProof/>
          <w:sz w:val="22"/>
          <w:szCs w:val="22"/>
          <w:lang w:eastAsia="cs-CZ"/>
        </w:rPr>
      </w:pPr>
      <w:hyperlink w:anchor="_Toc111199102" w:history="1">
        <w:r w:rsidR="006E2876" w:rsidRPr="00DC28E1">
          <w:rPr>
            <w:rStyle w:val="Hypertextovodkaz"/>
          </w:rPr>
          <w:t>13.</w:t>
        </w:r>
        <w:r w:rsidR="006E2876">
          <w:rPr>
            <w:rFonts w:eastAsiaTheme="minorEastAsia"/>
            <w:caps w:val="0"/>
            <w:noProof/>
            <w:sz w:val="22"/>
            <w:szCs w:val="22"/>
            <w:lang w:eastAsia="cs-CZ"/>
          </w:rPr>
          <w:tab/>
        </w:r>
        <w:r w:rsidR="006E2876" w:rsidRPr="00DC28E1">
          <w:rPr>
            <w:rStyle w:val="Hypertextovodkaz"/>
          </w:rPr>
          <w:t>VARIANTY NABÍDKY</w:t>
        </w:r>
        <w:r w:rsidR="006E2876">
          <w:rPr>
            <w:noProof/>
            <w:webHidden/>
          </w:rPr>
          <w:tab/>
        </w:r>
        <w:r w:rsidR="006E2876">
          <w:rPr>
            <w:noProof/>
            <w:webHidden/>
          </w:rPr>
          <w:fldChar w:fldCharType="begin"/>
        </w:r>
        <w:r w:rsidR="006E2876">
          <w:rPr>
            <w:noProof/>
            <w:webHidden/>
          </w:rPr>
          <w:instrText xml:space="preserve"> PAGEREF _Toc111199102 \h </w:instrText>
        </w:r>
        <w:r w:rsidR="006E2876">
          <w:rPr>
            <w:noProof/>
            <w:webHidden/>
          </w:rPr>
        </w:r>
        <w:r w:rsidR="006E2876">
          <w:rPr>
            <w:noProof/>
            <w:webHidden/>
          </w:rPr>
          <w:fldChar w:fldCharType="separate"/>
        </w:r>
        <w:r w:rsidR="004E550B">
          <w:rPr>
            <w:noProof/>
            <w:webHidden/>
          </w:rPr>
          <w:t>17</w:t>
        </w:r>
        <w:r w:rsidR="006E2876">
          <w:rPr>
            <w:noProof/>
            <w:webHidden/>
          </w:rPr>
          <w:fldChar w:fldCharType="end"/>
        </w:r>
      </w:hyperlink>
    </w:p>
    <w:p w14:paraId="766BC4AB" w14:textId="317EA4A9" w:rsidR="006E2876" w:rsidRDefault="00F929EB">
      <w:pPr>
        <w:pStyle w:val="Obsah1"/>
        <w:rPr>
          <w:rFonts w:eastAsiaTheme="minorEastAsia"/>
          <w:caps w:val="0"/>
          <w:noProof/>
          <w:sz w:val="22"/>
          <w:szCs w:val="22"/>
          <w:lang w:eastAsia="cs-CZ"/>
        </w:rPr>
      </w:pPr>
      <w:hyperlink w:anchor="_Toc111199103" w:history="1">
        <w:r w:rsidR="006E2876" w:rsidRPr="00DC28E1">
          <w:rPr>
            <w:rStyle w:val="Hypertextovodkaz"/>
          </w:rPr>
          <w:t>14.</w:t>
        </w:r>
        <w:r w:rsidR="006E2876">
          <w:rPr>
            <w:rFonts w:eastAsiaTheme="minorEastAsia"/>
            <w:caps w:val="0"/>
            <w:noProof/>
            <w:sz w:val="22"/>
            <w:szCs w:val="22"/>
            <w:lang w:eastAsia="cs-CZ"/>
          </w:rPr>
          <w:tab/>
        </w:r>
        <w:r w:rsidR="006E2876" w:rsidRPr="00DC28E1">
          <w:rPr>
            <w:rStyle w:val="Hypertextovodkaz"/>
          </w:rPr>
          <w:t>OTEVÍRÁNÍ NABÍDEK</w:t>
        </w:r>
        <w:r w:rsidR="006E2876">
          <w:rPr>
            <w:noProof/>
            <w:webHidden/>
          </w:rPr>
          <w:tab/>
        </w:r>
        <w:r w:rsidR="006E2876">
          <w:rPr>
            <w:noProof/>
            <w:webHidden/>
          </w:rPr>
          <w:fldChar w:fldCharType="begin"/>
        </w:r>
        <w:r w:rsidR="006E2876">
          <w:rPr>
            <w:noProof/>
            <w:webHidden/>
          </w:rPr>
          <w:instrText xml:space="preserve"> PAGEREF _Toc111199103 \h </w:instrText>
        </w:r>
        <w:r w:rsidR="006E2876">
          <w:rPr>
            <w:noProof/>
            <w:webHidden/>
          </w:rPr>
        </w:r>
        <w:r w:rsidR="006E2876">
          <w:rPr>
            <w:noProof/>
            <w:webHidden/>
          </w:rPr>
          <w:fldChar w:fldCharType="separate"/>
        </w:r>
        <w:r w:rsidR="004E550B">
          <w:rPr>
            <w:noProof/>
            <w:webHidden/>
          </w:rPr>
          <w:t>18</w:t>
        </w:r>
        <w:r w:rsidR="006E2876">
          <w:rPr>
            <w:noProof/>
            <w:webHidden/>
          </w:rPr>
          <w:fldChar w:fldCharType="end"/>
        </w:r>
      </w:hyperlink>
    </w:p>
    <w:p w14:paraId="1F64D17A" w14:textId="5705D06C" w:rsidR="006E2876" w:rsidRDefault="00F929EB">
      <w:pPr>
        <w:pStyle w:val="Obsah1"/>
        <w:rPr>
          <w:rFonts w:eastAsiaTheme="minorEastAsia"/>
          <w:caps w:val="0"/>
          <w:noProof/>
          <w:sz w:val="22"/>
          <w:szCs w:val="22"/>
          <w:lang w:eastAsia="cs-CZ"/>
        </w:rPr>
      </w:pPr>
      <w:hyperlink w:anchor="_Toc111199104" w:history="1">
        <w:r w:rsidR="006E2876" w:rsidRPr="00DC28E1">
          <w:rPr>
            <w:rStyle w:val="Hypertextovodkaz"/>
          </w:rPr>
          <w:t>15.</w:t>
        </w:r>
        <w:r w:rsidR="006E2876">
          <w:rPr>
            <w:rFonts w:eastAsiaTheme="minorEastAsia"/>
            <w:caps w:val="0"/>
            <w:noProof/>
            <w:sz w:val="22"/>
            <w:szCs w:val="22"/>
            <w:lang w:eastAsia="cs-CZ"/>
          </w:rPr>
          <w:tab/>
        </w:r>
        <w:r w:rsidR="006E2876" w:rsidRPr="00DC28E1">
          <w:rPr>
            <w:rStyle w:val="Hypertextovodkaz"/>
          </w:rPr>
          <w:t>POSOUZENÍ SPLNĚNÍ PODMÍNEK ÚČASTI</w:t>
        </w:r>
        <w:r w:rsidR="006E2876">
          <w:rPr>
            <w:noProof/>
            <w:webHidden/>
          </w:rPr>
          <w:tab/>
        </w:r>
        <w:r w:rsidR="006E2876">
          <w:rPr>
            <w:noProof/>
            <w:webHidden/>
          </w:rPr>
          <w:fldChar w:fldCharType="begin"/>
        </w:r>
        <w:r w:rsidR="006E2876">
          <w:rPr>
            <w:noProof/>
            <w:webHidden/>
          </w:rPr>
          <w:instrText xml:space="preserve"> PAGEREF _Toc111199104 \h </w:instrText>
        </w:r>
        <w:r w:rsidR="006E2876">
          <w:rPr>
            <w:noProof/>
            <w:webHidden/>
          </w:rPr>
        </w:r>
        <w:r w:rsidR="006E2876">
          <w:rPr>
            <w:noProof/>
            <w:webHidden/>
          </w:rPr>
          <w:fldChar w:fldCharType="separate"/>
        </w:r>
        <w:r w:rsidR="004E550B">
          <w:rPr>
            <w:noProof/>
            <w:webHidden/>
          </w:rPr>
          <w:t>18</w:t>
        </w:r>
        <w:r w:rsidR="006E2876">
          <w:rPr>
            <w:noProof/>
            <w:webHidden/>
          </w:rPr>
          <w:fldChar w:fldCharType="end"/>
        </w:r>
      </w:hyperlink>
    </w:p>
    <w:p w14:paraId="79C50ACF" w14:textId="1137C968" w:rsidR="006E2876" w:rsidRDefault="00F929EB">
      <w:pPr>
        <w:pStyle w:val="Obsah1"/>
        <w:rPr>
          <w:rFonts w:eastAsiaTheme="minorEastAsia"/>
          <w:caps w:val="0"/>
          <w:noProof/>
          <w:sz w:val="22"/>
          <w:szCs w:val="22"/>
          <w:lang w:eastAsia="cs-CZ"/>
        </w:rPr>
      </w:pPr>
      <w:hyperlink w:anchor="_Toc111199105" w:history="1">
        <w:r w:rsidR="006E2876" w:rsidRPr="00DC28E1">
          <w:rPr>
            <w:rStyle w:val="Hypertextovodkaz"/>
          </w:rPr>
          <w:t>16.</w:t>
        </w:r>
        <w:r w:rsidR="006E2876">
          <w:rPr>
            <w:rFonts w:eastAsiaTheme="minorEastAsia"/>
            <w:caps w:val="0"/>
            <w:noProof/>
            <w:sz w:val="22"/>
            <w:szCs w:val="22"/>
            <w:lang w:eastAsia="cs-CZ"/>
          </w:rPr>
          <w:tab/>
        </w:r>
        <w:r w:rsidR="006E2876" w:rsidRPr="00DC28E1">
          <w:rPr>
            <w:rStyle w:val="Hypertextovodkaz"/>
          </w:rPr>
          <w:t>HODNOCENÍ NABÍDEK</w:t>
        </w:r>
        <w:r w:rsidR="006E2876">
          <w:rPr>
            <w:noProof/>
            <w:webHidden/>
          </w:rPr>
          <w:tab/>
        </w:r>
        <w:r w:rsidR="006E2876">
          <w:rPr>
            <w:noProof/>
            <w:webHidden/>
          </w:rPr>
          <w:fldChar w:fldCharType="begin"/>
        </w:r>
        <w:r w:rsidR="006E2876">
          <w:rPr>
            <w:noProof/>
            <w:webHidden/>
          </w:rPr>
          <w:instrText xml:space="preserve"> PAGEREF _Toc111199105 \h </w:instrText>
        </w:r>
        <w:r w:rsidR="006E2876">
          <w:rPr>
            <w:noProof/>
            <w:webHidden/>
          </w:rPr>
        </w:r>
        <w:r w:rsidR="006E2876">
          <w:rPr>
            <w:noProof/>
            <w:webHidden/>
          </w:rPr>
          <w:fldChar w:fldCharType="separate"/>
        </w:r>
        <w:r w:rsidR="004E550B">
          <w:rPr>
            <w:noProof/>
            <w:webHidden/>
          </w:rPr>
          <w:t>18</w:t>
        </w:r>
        <w:r w:rsidR="006E2876">
          <w:rPr>
            <w:noProof/>
            <w:webHidden/>
          </w:rPr>
          <w:fldChar w:fldCharType="end"/>
        </w:r>
      </w:hyperlink>
    </w:p>
    <w:p w14:paraId="173CB112" w14:textId="5345418F" w:rsidR="006E2876" w:rsidRDefault="00F929EB">
      <w:pPr>
        <w:pStyle w:val="Obsah1"/>
        <w:rPr>
          <w:rFonts w:eastAsiaTheme="minorEastAsia"/>
          <w:caps w:val="0"/>
          <w:noProof/>
          <w:sz w:val="22"/>
          <w:szCs w:val="22"/>
          <w:lang w:eastAsia="cs-CZ"/>
        </w:rPr>
      </w:pPr>
      <w:hyperlink w:anchor="_Toc111199106" w:history="1">
        <w:r w:rsidR="006E2876" w:rsidRPr="00DC28E1">
          <w:rPr>
            <w:rStyle w:val="Hypertextovodkaz"/>
          </w:rPr>
          <w:t>17.</w:t>
        </w:r>
        <w:r w:rsidR="006E2876">
          <w:rPr>
            <w:rFonts w:eastAsiaTheme="minorEastAsia"/>
            <w:caps w:val="0"/>
            <w:noProof/>
            <w:sz w:val="22"/>
            <w:szCs w:val="22"/>
            <w:lang w:eastAsia="cs-CZ"/>
          </w:rPr>
          <w:tab/>
        </w:r>
        <w:r w:rsidR="006E2876" w:rsidRPr="00DC28E1">
          <w:rPr>
            <w:rStyle w:val="Hypertextovodkaz"/>
          </w:rPr>
          <w:t>ZRUŠENÍ ZADÁVACÍHO ŘÍZENÍ</w:t>
        </w:r>
        <w:r w:rsidR="006E2876">
          <w:rPr>
            <w:noProof/>
            <w:webHidden/>
          </w:rPr>
          <w:tab/>
        </w:r>
        <w:r w:rsidR="006E2876">
          <w:rPr>
            <w:noProof/>
            <w:webHidden/>
          </w:rPr>
          <w:fldChar w:fldCharType="begin"/>
        </w:r>
        <w:r w:rsidR="006E2876">
          <w:rPr>
            <w:noProof/>
            <w:webHidden/>
          </w:rPr>
          <w:instrText xml:space="preserve"> PAGEREF _Toc111199106 \h </w:instrText>
        </w:r>
        <w:r w:rsidR="006E2876">
          <w:rPr>
            <w:noProof/>
            <w:webHidden/>
          </w:rPr>
        </w:r>
        <w:r w:rsidR="006E2876">
          <w:rPr>
            <w:noProof/>
            <w:webHidden/>
          </w:rPr>
          <w:fldChar w:fldCharType="separate"/>
        </w:r>
        <w:r w:rsidR="004E550B">
          <w:rPr>
            <w:noProof/>
            <w:webHidden/>
          </w:rPr>
          <w:t>22</w:t>
        </w:r>
        <w:r w:rsidR="006E2876">
          <w:rPr>
            <w:noProof/>
            <w:webHidden/>
          </w:rPr>
          <w:fldChar w:fldCharType="end"/>
        </w:r>
      </w:hyperlink>
    </w:p>
    <w:p w14:paraId="0E61BB69" w14:textId="1206C2B5" w:rsidR="006E2876" w:rsidRDefault="00F929EB">
      <w:pPr>
        <w:pStyle w:val="Obsah1"/>
        <w:rPr>
          <w:rFonts w:eastAsiaTheme="minorEastAsia"/>
          <w:caps w:val="0"/>
          <w:noProof/>
          <w:sz w:val="22"/>
          <w:szCs w:val="22"/>
          <w:lang w:eastAsia="cs-CZ"/>
        </w:rPr>
      </w:pPr>
      <w:hyperlink w:anchor="_Toc111199107" w:history="1">
        <w:r w:rsidR="006E2876" w:rsidRPr="00DC28E1">
          <w:rPr>
            <w:rStyle w:val="Hypertextovodkaz"/>
          </w:rPr>
          <w:t>18.</w:t>
        </w:r>
        <w:r w:rsidR="006E2876">
          <w:rPr>
            <w:rFonts w:eastAsiaTheme="minorEastAsia"/>
            <w:caps w:val="0"/>
            <w:noProof/>
            <w:sz w:val="22"/>
            <w:szCs w:val="22"/>
            <w:lang w:eastAsia="cs-CZ"/>
          </w:rPr>
          <w:tab/>
        </w:r>
        <w:r w:rsidR="006E2876" w:rsidRPr="00DC28E1">
          <w:rPr>
            <w:rStyle w:val="Hypertextovodkaz"/>
          </w:rPr>
          <w:t>UZAVŘENÍ SMLOUVY</w:t>
        </w:r>
        <w:r w:rsidR="006E2876">
          <w:rPr>
            <w:noProof/>
            <w:webHidden/>
          </w:rPr>
          <w:tab/>
        </w:r>
        <w:r w:rsidR="006E2876">
          <w:rPr>
            <w:noProof/>
            <w:webHidden/>
          </w:rPr>
          <w:fldChar w:fldCharType="begin"/>
        </w:r>
        <w:r w:rsidR="006E2876">
          <w:rPr>
            <w:noProof/>
            <w:webHidden/>
          </w:rPr>
          <w:instrText xml:space="preserve"> PAGEREF _Toc111199107 \h </w:instrText>
        </w:r>
        <w:r w:rsidR="006E2876">
          <w:rPr>
            <w:noProof/>
            <w:webHidden/>
          </w:rPr>
        </w:r>
        <w:r w:rsidR="006E2876">
          <w:rPr>
            <w:noProof/>
            <w:webHidden/>
          </w:rPr>
          <w:fldChar w:fldCharType="separate"/>
        </w:r>
        <w:r w:rsidR="004E550B">
          <w:rPr>
            <w:noProof/>
            <w:webHidden/>
          </w:rPr>
          <w:t>22</w:t>
        </w:r>
        <w:r w:rsidR="006E2876">
          <w:rPr>
            <w:noProof/>
            <w:webHidden/>
          </w:rPr>
          <w:fldChar w:fldCharType="end"/>
        </w:r>
      </w:hyperlink>
    </w:p>
    <w:p w14:paraId="565F63A4" w14:textId="471F42CF" w:rsidR="006E2876" w:rsidRDefault="00F929EB">
      <w:pPr>
        <w:pStyle w:val="Obsah1"/>
        <w:rPr>
          <w:rFonts w:eastAsiaTheme="minorEastAsia"/>
          <w:caps w:val="0"/>
          <w:noProof/>
          <w:sz w:val="22"/>
          <w:szCs w:val="22"/>
          <w:lang w:eastAsia="cs-CZ"/>
        </w:rPr>
      </w:pPr>
      <w:hyperlink w:anchor="_Toc111199108" w:history="1">
        <w:r w:rsidR="006E2876" w:rsidRPr="00DC28E1">
          <w:rPr>
            <w:rStyle w:val="Hypertextovodkaz"/>
          </w:rPr>
          <w:t>19.</w:t>
        </w:r>
        <w:r w:rsidR="006E2876">
          <w:rPr>
            <w:rFonts w:eastAsiaTheme="minorEastAsia"/>
            <w:caps w:val="0"/>
            <w:noProof/>
            <w:sz w:val="22"/>
            <w:szCs w:val="22"/>
            <w:lang w:eastAsia="cs-CZ"/>
          </w:rPr>
          <w:tab/>
        </w:r>
        <w:r w:rsidR="006E2876" w:rsidRPr="00DC28E1">
          <w:rPr>
            <w:rStyle w:val="Hypertextovodkaz"/>
          </w:rPr>
          <w:t>OCHRANA INFORMACÍ</w:t>
        </w:r>
        <w:r w:rsidR="006E2876">
          <w:rPr>
            <w:noProof/>
            <w:webHidden/>
          </w:rPr>
          <w:tab/>
        </w:r>
        <w:r w:rsidR="006E2876">
          <w:rPr>
            <w:noProof/>
            <w:webHidden/>
          </w:rPr>
          <w:fldChar w:fldCharType="begin"/>
        </w:r>
        <w:r w:rsidR="006E2876">
          <w:rPr>
            <w:noProof/>
            <w:webHidden/>
          </w:rPr>
          <w:instrText xml:space="preserve"> PAGEREF _Toc111199108 \h </w:instrText>
        </w:r>
        <w:r w:rsidR="006E2876">
          <w:rPr>
            <w:noProof/>
            <w:webHidden/>
          </w:rPr>
        </w:r>
        <w:r w:rsidR="006E2876">
          <w:rPr>
            <w:noProof/>
            <w:webHidden/>
          </w:rPr>
          <w:fldChar w:fldCharType="separate"/>
        </w:r>
        <w:r w:rsidR="004E550B">
          <w:rPr>
            <w:noProof/>
            <w:webHidden/>
          </w:rPr>
          <w:t>24</w:t>
        </w:r>
        <w:r w:rsidR="006E2876">
          <w:rPr>
            <w:noProof/>
            <w:webHidden/>
          </w:rPr>
          <w:fldChar w:fldCharType="end"/>
        </w:r>
      </w:hyperlink>
    </w:p>
    <w:p w14:paraId="247E62C5" w14:textId="2651A6D3" w:rsidR="006E2876" w:rsidRDefault="00F929EB">
      <w:pPr>
        <w:pStyle w:val="Obsah1"/>
        <w:rPr>
          <w:rFonts w:eastAsiaTheme="minorEastAsia"/>
          <w:caps w:val="0"/>
          <w:noProof/>
          <w:sz w:val="22"/>
          <w:szCs w:val="22"/>
          <w:lang w:eastAsia="cs-CZ"/>
        </w:rPr>
      </w:pPr>
      <w:hyperlink w:anchor="_Toc111199109" w:history="1">
        <w:r w:rsidR="006E2876" w:rsidRPr="00DC28E1">
          <w:rPr>
            <w:rStyle w:val="Hypertextovodkaz"/>
          </w:rPr>
          <w:t>20.</w:t>
        </w:r>
        <w:r w:rsidR="006E2876">
          <w:rPr>
            <w:rFonts w:eastAsiaTheme="minorEastAsia"/>
            <w:caps w:val="0"/>
            <w:noProof/>
            <w:sz w:val="22"/>
            <w:szCs w:val="22"/>
            <w:lang w:eastAsia="cs-CZ"/>
          </w:rPr>
          <w:tab/>
        </w:r>
        <w:r w:rsidR="006E2876" w:rsidRPr="00DC28E1">
          <w:rPr>
            <w:rStyle w:val="Hypertextovodkaz"/>
          </w:rPr>
          <w:t>ZADÁVACÍ LHŮTA A JISTOTA ZA NABÍDKU</w:t>
        </w:r>
        <w:r w:rsidR="006E2876">
          <w:rPr>
            <w:noProof/>
            <w:webHidden/>
          </w:rPr>
          <w:tab/>
        </w:r>
        <w:r w:rsidR="006E2876">
          <w:rPr>
            <w:noProof/>
            <w:webHidden/>
          </w:rPr>
          <w:fldChar w:fldCharType="begin"/>
        </w:r>
        <w:r w:rsidR="006E2876">
          <w:rPr>
            <w:noProof/>
            <w:webHidden/>
          </w:rPr>
          <w:instrText xml:space="preserve"> PAGEREF _Toc111199109 \h </w:instrText>
        </w:r>
        <w:r w:rsidR="006E2876">
          <w:rPr>
            <w:noProof/>
            <w:webHidden/>
          </w:rPr>
        </w:r>
        <w:r w:rsidR="006E2876">
          <w:rPr>
            <w:noProof/>
            <w:webHidden/>
          </w:rPr>
          <w:fldChar w:fldCharType="separate"/>
        </w:r>
        <w:r w:rsidR="004E550B">
          <w:rPr>
            <w:noProof/>
            <w:webHidden/>
          </w:rPr>
          <w:t>24</w:t>
        </w:r>
        <w:r w:rsidR="006E2876">
          <w:rPr>
            <w:noProof/>
            <w:webHidden/>
          </w:rPr>
          <w:fldChar w:fldCharType="end"/>
        </w:r>
      </w:hyperlink>
    </w:p>
    <w:p w14:paraId="1F9FF164" w14:textId="486807FC" w:rsidR="006E2876" w:rsidRDefault="00F929EB">
      <w:pPr>
        <w:pStyle w:val="Obsah1"/>
        <w:rPr>
          <w:rFonts w:eastAsiaTheme="minorEastAsia"/>
          <w:caps w:val="0"/>
          <w:noProof/>
          <w:sz w:val="22"/>
          <w:szCs w:val="22"/>
          <w:lang w:eastAsia="cs-CZ"/>
        </w:rPr>
      </w:pPr>
      <w:hyperlink w:anchor="_Toc111199110" w:history="1">
        <w:r w:rsidR="006E2876" w:rsidRPr="00DC28E1">
          <w:rPr>
            <w:rStyle w:val="Hypertextovodkaz"/>
          </w:rPr>
          <w:t>21.</w:t>
        </w:r>
        <w:r w:rsidR="006E2876">
          <w:rPr>
            <w:rFonts w:eastAsiaTheme="minorEastAsia"/>
            <w:caps w:val="0"/>
            <w:noProof/>
            <w:sz w:val="22"/>
            <w:szCs w:val="22"/>
            <w:lang w:eastAsia="cs-CZ"/>
          </w:rPr>
          <w:tab/>
        </w:r>
        <w:r w:rsidR="006E2876" w:rsidRPr="00DC28E1">
          <w:rPr>
            <w:rStyle w:val="Hypertextovodkaz"/>
          </w:rPr>
          <w:t>SOCIÁLNĚ A ENVIRONMENTÁLNĚ ODPOVĚDNÉ ZADÁVÁNÍ, INOVACE</w:t>
        </w:r>
        <w:r w:rsidR="006E2876">
          <w:rPr>
            <w:noProof/>
            <w:webHidden/>
          </w:rPr>
          <w:tab/>
        </w:r>
        <w:r w:rsidR="006E2876">
          <w:rPr>
            <w:noProof/>
            <w:webHidden/>
          </w:rPr>
          <w:fldChar w:fldCharType="begin"/>
        </w:r>
        <w:r w:rsidR="006E2876">
          <w:rPr>
            <w:noProof/>
            <w:webHidden/>
          </w:rPr>
          <w:instrText xml:space="preserve"> PAGEREF _Toc111199110 \h </w:instrText>
        </w:r>
        <w:r w:rsidR="006E2876">
          <w:rPr>
            <w:noProof/>
            <w:webHidden/>
          </w:rPr>
        </w:r>
        <w:r w:rsidR="006E2876">
          <w:rPr>
            <w:noProof/>
            <w:webHidden/>
          </w:rPr>
          <w:fldChar w:fldCharType="separate"/>
        </w:r>
        <w:r w:rsidR="004E550B">
          <w:rPr>
            <w:noProof/>
            <w:webHidden/>
          </w:rPr>
          <w:t>24</w:t>
        </w:r>
        <w:r w:rsidR="006E2876">
          <w:rPr>
            <w:noProof/>
            <w:webHidden/>
          </w:rPr>
          <w:fldChar w:fldCharType="end"/>
        </w:r>
      </w:hyperlink>
    </w:p>
    <w:p w14:paraId="55FC4A4A" w14:textId="5FA52FA3" w:rsidR="006E2876" w:rsidRDefault="00F929EB">
      <w:pPr>
        <w:pStyle w:val="Obsah1"/>
        <w:rPr>
          <w:rFonts w:eastAsiaTheme="minorEastAsia"/>
          <w:caps w:val="0"/>
          <w:noProof/>
          <w:sz w:val="22"/>
          <w:szCs w:val="22"/>
          <w:lang w:eastAsia="cs-CZ"/>
        </w:rPr>
      </w:pPr>
      <w:hyperlink w:anchor="_Toc111199111" w:history="1">
        <w:r w:rsidR="006E2876" w:rsidRPr="00DC28E1">
          <w:rPr>
            <w:rStyle w:val="Hypertextovodkaz"/>
          </w:rPr>
          <w:t>22.</w:t>
        </w:r>
        <w:r w:rsidR="006E2876">
          <w:rPr>
            <w:rFonts w:eastAsiaTheme="minorEastAsia"/>
            <w:caps w:val="0"/>
            <w:noProof/>
            <w:sz w:val="22"/>
            <w:szCs w:val="22"/>
            <w:lang w:eastAsia="cs-CZ"/>
          </w:rPr>
          <w:tab/>
        </w:r>
        <w:r w:rsidR="006E2876" w:rsidRPr="00DC28E1">
          <w:rPr>
            <w:rStyle w:val="Hypertextovodkaz"/>
          </w:rPr>
          <w:t>Další zadávací podmínky v návaznosti na sankce v souvislosti se situací na Ukrajině</w:t>
        </w:r>
        <w:r w:rsidR="006E2876">
          <w:rPr>
            <w:noProof/>
            <w:webHidden/>
          </w:rPr>
          <w:tab/>
        </w:r>
        <w:r w:rsidR="006E2876">
          <w:rPr>
            <w:noProof/>
            <w:webHidden/>
          </w:rPr>
          <w:fldChar w:fldCharType="begin"/>
        </w:r>
        <w:r w:rsidR="006E2876">
          <w:rPr>
            <w:noProof/>
            <w:webHidden/>
          </w:rPr>
          <w:instrText xml:space="preserve"> PAGEREF _Toc111199111 \h </w:instrText>
        </w:r>
        <w:r w:rsidR="006E2876">
          <w:rPr>
            <w:noProof/>
            <w:webHidden/>
          </w:rPr>
        </w:r>
        <w:r w:rsidR="006E2876">
          <w:rPr>
            <w:noProof/>
            <w:webHidden/>
          </w:rPr>
          <w:fldChar w:fldCharType="separate"/>
        </w:r>
        <w:r w:rsidR="004E550B">
          <w:rPr>
            <w:noProof/>
            <w:webHidden/>
          </w:rPr>
          <w:t>25</w:t>
        </w:r>
        <w:r w:rsidR="006E2876">
          <w:rPr>
            <w:noProof/>
            <w:webHidden/>
          </w:rPr>
          <w:fldChar w:fldCharType="end"/>
        </w:r>
      </w:hyperlink>
    </w:p>
    <w:p w14:paraId="4ABAE53B" w14:textId="1D775D89" w:rsidR="006E2876" w:rsidRDefault="00F929EB">
      <w:pPr>
        <w:pStyle w:val="Obsah1"/>
        <w:rPr>
          <w:rFonts w:eastAsiaTheme="minorEastAsia"/>
          <w:caps w:val="0"/>
          <w:noProof/>
          <w:sz w:val="22"/>
          <w:szCs w:val="22"/>
          <w:lang w:eastAsia="cs-CZ"/>
        </w:rPr>
      </w:pPr>
      <w:hyperlink w:anchor="_Toc111199112" w:history="1">
        <w:r w:rsidR="006E2876" w:rsidRPr="00DC28E1">
          <w:rPr>
            <w:rStyle w:val="Hypertextovodkaz"/>
          </w:rPr>
          <w:t>23.</w:t>
        </w:r>
        <w:r w:rsidR="006E2876">
          <w:rPr>
            <w:rFonts w:eastAsiaTheme="minorEastAsia"/>
            <w:caps w:val="0"/>
            <w:noProof/>
            <w:sz w:val="22"/>
            <w:szCs w:val="22"/>
            <w:lang w:eastAsia="cs-CZ"/>
          </w:rPr>
          <w:tab/>
        </w:r>
        <w:r w:rsidR="006E2876" w:rsidRPr="00DC28E1">
          <w:rPr>
            <w:rStyle w:val="Hypertextovodkaz"/>
          </w:rPr>
          <w:t>PŘÍLOHY TĚCHTO POKYNŮ</w:t>
        </w:r>
        <w:r w:rsidR="006E2876">
          <w:rPr>
            <w:noProof/>
            <w:webHidden/>
          </w:rPr>
          <w:tab/>
        </w:r>
        <w:r w:rsidR="006E2876">
          <w:rPr>
            <w:noProof/>
            <w:webHidden/>
          </w:rPr>
          <w:fldChar w:fldCharType="begin"/>
        </w:r>
        <w:r w:rsidR="006E2876">
          <w:rPr>
            <w:noProof/>
            <w:webHidden/>
          </w:rPr>
          <w:instrText xml:space="preserve"> PAGEREF _Toc111199112 \h </w:instrText>
        </w:r>
        <w:r w:rsidR="006E2876">
          <w:rPr>
            <w:noProof/>
            <w:webHidden/>
          </w:rPr>
        </w:r>
        <w:r w:rsidR="006E2876">
          <w:rPr>
            <w:noProof/>
            <w:webHidden/>
          </w:rPr>
          <w:fldChar w:fldCharType="separate"/>
        </w:r>
        <w:r w:rsidR="004E550B">
          <w:rPr>
            <w:noProof/>
            <w:webHidden/>
          </w:rPr>
          <w:t>26</w:t>
        </w:r>
        <w:r w:rsidR="006E2876">
          <w:rPr>
            <w:noProof/>
            <w:webHidden/>
          </w:rPr>
          <w:fldChar w:fldCharType="end"/>
        </w:r>
      </w:hyperlink>
    </w:p>
    <w:p w14:paraId="65620363" w14:textId="700E6DF9"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11199090"/>
      <w:bookmarkStart w:id="2" w:name="_Toc389559699"/>
      <w:bookmarkStart w:id="3" w:name="_Toc397429847"/>
      <w:bookmarkStart w:id="4" w:name="_Ref433028040"/>
      <w:bookmarkStart w:id="5" w:name="_Toc1048197"/>
      <w:r>
        <w:lastRenderedPageBreak/>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11199091"/>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72DCAAA3" w:rsidR="0035531B" w:rsidRDefault="0035531B" w:rsidP="003B7EDC">
      <w:pPr>
        <w:pStyle w:val="Textbezslovn"/>
        <w:spacing w:after="0"/>
        <w:ind w:left="2127" w:hanging="1390"/>
      </w:pPr>
      <w:r>
        <w:t xml:space="preserve">zastoupená: </w:t>
      </w:r>
      <w:r>
        <w:tab/>
      </w:r>
      <w:r w:rsidR="003A2802">
        <w:rPr>
          <w:rFonts w:ascii="Verdana" w:hAnsi="Verdana" w:cs="Verdana"/>
        </w:rPr>
        <w:t xml:space="preserve">Ing. Petrem </w:t>
      </w:r>
      <w:proofErr w:type="spellStart"/>
      <w:r w:rsidR="003A2802">
        <w:rPr>
          <w:rFonts w:ascii="Verdana" w:hAnsi="Verdana" w:cs="Verdana"/>
        </w:rPr>
        <w:t>Hofhanzlem</w:t>
      </w:r>
      <w:proofErr w:type="spellEnd"/>
      <w:r w:rsidR="003A2802">
        <w:rPr>
          <w:rFonts w:ascii="Verdana" w:hAnsi="Verdana" w:cs="Verdana"/>
        </w:rPr>
        <w:t>, ředitelem Stavební správy západ.</w:t>
      </w:r>
    </w:p>
    <w:p w14:paraId="68ED8CDC" w14:textId="77777777" w:rsidR="0035531B" w:rsidRDefault="0035531B" w:rsidP="0035531B">
      <w:pPr>
        <w:pStyle w:val="Nadpis1-1"/>
      </w:pPr>
      <w:bookmarkStart w:id="7" w:name="_Toc111199092"/>
      <w:r>
        <w:lastRenderedPageBreak/>
        <w:t>KOMUNIKACE MEZI ZADAVATELEM</w:t>
      </w:r>
      <w:r w:rsidR="00845C50">
        <w:t xml:space="preserve"> a </w:t>
      </w:r>
      <w:r>
        <w:t>DODAVATELEM</w:t>
      </w:r>
      <w:bookmarkEnd w:id="7"/>
      <w:r>
        <w:t xml:space="preserve"> </w:t>
      </w:r>
    </w:p>
    <w:p w14:paraId="7C41B27A" w14:textId="3A8DC13B"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7F68FB5C" w14:textId="0D307877" w:rsidR="0035531B" w:rsidRDefault="0035531B" w:rsidP="0035531B">
      <w:pPr>
        <w:pStyle w:val="Text1-1"/>
      </w:pPr>
      <w:r>
        <w:t xml:space="preserve">Kontaktní osobou zadavatele pro zadávací řízení je: </w:t>
      </w:r>
      <w:r w:rsidR="00801593" w:rsidRPr="00801593">
        <w:t>Barbora Sýkorová</w:t>
      </w:r>
    </w:p>
    <w:p w14:paraId="15CBA4C8" w14:textId="77777777" w:rsidR="00801593" w:rsidRPr="003E37D0" w:rsidRDefault="00801593" w:rsidP="00801593">
      <w:pPr>
        <w:pStyle w:val="Textbezslovn"/>
        <w:spacing w:after="0"/>
      </w:pPr>
      <w:r>
        <w:t xml:space="preserve">telefon: </w:t>
      </w:r>
      <w:r>
        <w:tab/>
      </w:r>
      <w:r w:rsidRPr="003E37D0">
        <w:t>+420 720 969 702</w:t>
      </w:r>
    </w:p>
    <w:p w14:paraId="3EB99521" w14:textId="2214B2E0" w:rsidR="0035531B" w:rsidRDefault="00801593" w:rsidP="00801593">
      <w:pPr>
        <w:pStyle w:val="Textbezslovn"/>
        <w:spacing w:after="0"/>
      </w:pPr>
      <w:r w:rsidRPr="003E37D0">
        <w:t xml:space="preserve">e-mail: </w:t>
      </w:r>
      <w:r w:rsidRPr="003E37D0">
        <w:tab/>
      </w:r>
      <w:hyperlink r:id="rId13" w:history="1">
        <w:r w:rsidRPr="00137ED6">
          <w:rPr>
            <w:rStyle w:val="Hypertextovodkaz"/>
            <w:noProof w:val="0"/>
          </w:rPr>
          <w:t>SykorovaB@spravazeleznic.cz</w:t>
        </w:r>
      </w:hyperlink>
      <w:r>
        <w:t xml:space="preserve"> </w:t>
      </w:r>
      <w:r w:rsidR="00D54330">
        <w:tab/>
      </w:r>
    </w:p>
    <w:p w14:paraId="2E81E5C6" w14:textId="77777777" w:rsidR="00D54330" w:rsidRDefault="0035531B" w:rsidP="00D54330">
      <w:pPr>
        <w:pStyle w:val="Textbezslovn"/>
        <w:spacing w:after="0"/>
      </w:pPr>
      <w:r>
        <w:t xml:space="preserve">adresa: </w:t>
      </w:r>
      <w:r>
        <w:tab/>
      </w:r>
      <w:r w:rsidR="00D54330">
        <w:t>Stavební správa západ</w:t>
      </w:r>
    </w:p>
    <w:p w14:paraId="4858AD54" w14:textId="77777777" w:rsidR="00D54330" w:rsidRDefault="00D54330" w:rsidP="00D54330">
      <w:pPr>
        <w:pStyle w:val="Textbezslovn"/>
        <w:spacing w:after="0"/>
      </w:pPr>
      <w:r>
        <w:tab/>
      </w:r>
      <w:r>
        <w:tab/>
        <w:t>Ke Štvanici 656/3</w:t>
      </w:r>
    </w:p>
    <w:p w14:paraId="709AE9FA" w14:textId="0CFE4589" w:rsidR="0035531B" w:rsidRDefault="00D54330" w:rsidP="00D54330">
      <w:pPr>
        <w:pStyle w:val="Textbezslovn"/>
      </w:pPr>
      <w:r>
        <w:tab/>
      </w:r>
      <w:r>
        <w:tab/>
        <w:t>186 00 Praha 8</w:t>
      </w:r>
    </w:p>
    <w:p w14:paraId="020F179B" w14:textId="77777777" w:rsidR="0035531B" w:rsidRDefault="0035531B" w:rsidP="0035531B">
      <w:pPr>
        <w:pStyle w:val="Nadpis1-1"/>
      </w:pPr>
      <w:bookmarkStart w:id="8" w:name="_Toc111199093"/>
      <w:r>
        <w:t>ÚČEL</w:t>
      </w:r>
      <w:r w:rsidR="00845C50">
        <w:t xml:space="preserve"> a </w:t>
      </w:r>
      <w:r>
        <w:t>PŘEDMĚT PLNĚNÍ VEŘEJNÉ ZAKÁZKY</w:t>
      </w:r>
      <w:bookmarkEnd w:id="8"/>
    </w:p>
    <w:p w14:paraId="18094B7C" w14:textId="77777777" w:rsidR="0035531B" w:rsidRPr="00801593" w:rsidRDefault="0035531B" w:rsidP="0035531B">
      <w:pPr>
        <w:pStyle w:val="Text1-1"/>
      </w:pPr>
      <w:r w:rsidRPr="00801593">
        <w:t>Účel veřejné zakázky</w:t>
      </w:r>
    </w:p>
    <w:p w14:paraId="37A1940A" w14:textId="4BD1FA84" w:rsidR="0035531B" w:rsidRPr="00801593" w:rsidRDefault="00086C85" w:rsidP="0035531B">
      <w:pPr>
        <w:pStyle w:val="Textbezslovn"/>
      </w:pPr>
      <w:r w:rsidRPr="00801593">
        <w:t xml:space="preserve">Hlavním cílem veřejné zakázky je výkon autorského dozoru při realizaci stavby </w:t>
      </w:r>
      <w:r w:rsidRPr="00801593">
        <w:rPr>
          <w:b/>
        </w:rPr>
        <w:t>„</w:t>
      </w:r>
      <w:r w:rsidR="00801593" w:rsidRPr="00801593">
        <w:rPr>
          <w:b/>
        </w:rPr>
        <w:t xml:space="preserve">Uzel Plzeň, 5. stavba </w:t>
      </w:r>
      <w:proofErr w:type="spellStart"/>
      <w:proofErr w:type="gramStart"/>
      <w:r w:rsidR="00801593" w:rsidRPr="00801593">
        <w:rPr>
          <w:b/>
        </w:rPr>
        <w:t>Lobzy</w:t>
      </w:r>
      <w:proofErr w:type="spellEnd"/>
      <w:r w:rsidR="00801593" w:rsidRPr="00801593">
        <w:rPr>
          <w:b/>
        </w:rPr>
        <w:t xml:space="preserve"> - </w:t>
      </w:r>
      <w:proofErr w:type="spellStart"/>
      <w:r w:rsidR="00801593" w:rsidRPr="00801593">
        <w:rPr>
          <w:b/>
        </w:rPr>
        <w:t>Koterov</w:t>
      </w:r>
      <w:proofErr w:type="spellEnd"/>
      <w:proofErr w:type="gramEnd"/>
      <w:r w:rsidRPr="00801593">
        <w:rPr>
          <w:b/>
        </w:rPr>
        <w:t>“</w:t>
      </w:r>
      <w:r w:rsidRPr="00801593">
        <w:t>.</w:t>
      </w:r>
    </w:p>
    <w:p w14:paraId="4CB912C2" w14:textId="77777777" w:rsidR="0035531B" w:rsidRPr="00801593" w:rsidRDefault="0035531B" w:rsidP="0035531B">
      <w:pPr>
        <w:pStyle w:val="Text1-1"/>
      </w:pPr>
      <w:r w:rsidRPr="00801593">
        <w:t>Předmět plnění veřejné zakázky</w:t>
      </w:r>
    </w:p>
    <w:p w14:paraId="0A50D5FD" w14:textId="77777777" w:rsidR="00550A1B" w:rsidRPr="004B6BF3" w:rsidRDefault="00476DF7" w:rsidP="00A30CEB">
      <w:pPr>
        <w:pStyle w:val="Text1-1"/>
        <w:numPr>
          <w:ilvl w:val="0"/>
          <w:numId w:val="0"/>
        </w:numPr>
        <w:ind w:left="737"/>
      </w:pPr>
      <w:r w:rsidRPr="00801593">
        <w:t xml:space="preserve">Předmětem plnění veřejné zakázky je zajištění výkonu autorského dozoru při realizaci stavby </w:t>
      </w:r>
      <w:r w:rsidRPr="00801593">
        <w:rPr>
          <w:b/>
        </w:rPr>
        <w:t>„</w:t>
      </w:r>
      <w:r w:rsidR="00801593" w:rsidRPr="00801593">
        <w:rPr>
          <w:b/>
        </w:rPr>
        <w:t xml:space="preserve">Uzel Plzeň, 5. stavba </w:t>
      </w:r>
      <w:proofErr w:type="spellStart"/>
      <w:proofErr w:type="gramStart"/>
      <w:r w:rsidR="00801593" w:rsidRPr="00801593">
        <w:rPr>
          <w:b/>
        </w:rPr>
        <w:t>Lobzy</w:t>
      </w:r>
      <w:proofErr w:type="spellEnd"/>
      <w:r w:rsidR="00801593" w:rsidRPr="00801593">
        <w:rPr>
          <w:b/>
        </w:rPr>
        <w:t xml:space="preserve"> - </w:t>
      </w:r>
      <w:proofErr w:type="spellStart"/>
      <w:r w:rsidR="00801593" w:rsidRPr="00801593">
        <w:rPr>
          <w:b/>
        </w:rPr>
        <w:t>Koterov</w:t>
      </w:r>
      <w:proofErr w:type="spellEnd"/>
      <w:proofErr w:type="gramEnd"/>
      <w:r w:rsidRPr="00801593">
        <w:rPr>
          <w:b/>
        </w:rPr>
        <w:t>“</w:t>
      </w:r>
      <w:r w:rsidR="00550A1B">
        <w:t xml:space="preserve">. </w:t>
      </w:r>
      <w:r w:rsidR="00550A1B" w:rsidRPr="00513D3D">
        <w:t>Součástí díla je rovněž</w:t>
      </w:r>
      <w:r w:rsidR="00A27A20" w:rsidRPr="00513D3D">
        <w:t xml:space="preserve"> poradenská </w:t>
      </w:r>
      <w:r w:rsidR="00A27A20" w:rsidRPr="004B6BF3">
        <w:t>a konzultační činnost, zpracování odborných studií a posudků a kontrola a připomínkování změnových listů</w:t>
      </w:r>
      <w:r w:rsidR="00550A1B" w:rsidRPr="004B6BF3">
        <w:t>.</w:t>
      </w:r>
    </w:p>
    <w:p w14:paraId="2FD0014C" w14:textId="261D8784" w:rsidR="00550A1B" w:rsidRPr="004B6BF3" w:rsidRDefault="00550A1B" w:rsidP="00A30CEB">
      <w:pPr>
        <w:pStyle w:val="Text1-1"/>
        <w:numPr>
          <w:ilvl w:val="0"/>
          <w:numId w:val="0"/>
        </w:numPr>
        <w:ind w:left="737"/>
      </w:pPr>
      <w:r w:rsidRPr="004B6BF3">
        <w:t xml:space="preserve">Stavba „Uzel Plzeň, 5. stavba </w:t>
      </w:r>
      <w:proofErr w:type="spellStart"/>
      <w:r w:rsidRPr="004B6BF3">
        <w:t>Lobzy</w:t>
      </w:r>
      <w:proofErr w:type="spellEnd"/>
      <w:r w:rsidRPr="004B6BF3">
        <w:t xml:space="preserve"> – </w:t>
      </w:r>
      <w:proofErr w:type="spellStart"/>
      <w:r w:rsidRPr="004B6BF3">
        <w:t>Koterov</w:t>
      </w:r>
      <w:proofErr w:type="spellEnd"/>
      <w:r w:rsidRPr="004B6BF3">
        <w:t xml:space="preserve"> je stavbou řešící rekonstrukci hlavních kolejí v mezistaničním úseku Plzeň </w:t>
      </w:r>
      <w:proofErr w:type="spellStart"/>
      <w:r w:rsidRPr="004B6BF3">
        <w:t>hl.n</w:t>
      </w:r>
      <w:proofErr w:type="spellEnd"/>
      <w:r w:rsidRPr="004B6BF3">
        <w:t xml:space="preserve">., kolejiště </w:t>
      </w:r>
      <w:proofErr w:type="spellStart"/>
      <w:r w:rsidRPr="004B6BF3">
        <w:t>Lobzy</w:t>
      </w:r>
      <w:proofErr w:type="spellEnd"/>
      <w:r w:rsidRPr="004B6BF3">
        <w:t xml:space="preserve"> – Plzeň-</w:t>
      </w:r>
      <w:proofErr w:type="spellStart"/>
      <w:r w:rsidRPr="004B6BF3">
        <w:t>Koterov</w:t>
      </w:r>
      <w:proofErr w:type="spellEnd"/>
      <w:r w:rsidRPr="004B6BF3">
        <w:t>, změnu konfigurace kolejiště v ŽST Plzeň-</w:t>
      </w:r>
      <w:proofErr w:type="spellStart"/>
      <w:r w:rsidRPr="004B6BF3">
        <w:t>Koterov</w:t>
      </w:r>
      <w:proofErr w:type="spellEnd"/>
      <w:r w:rsidRPr="004B6BF3">
        <w:t>, kde byla stávající nástupiště zrušena a nástup přesunut do nově řešené zastávky Plzeň-Slovany včetně zřízení nových nástupišť a bezbariérového přístupu na ně. Stavba dále řeší úpravy železniční infrastruktury – rekonstrukce železničního mostu a propust</w:t>
      </w:r>
      <w:r w:rsidR="00EB7E61">
        <w:t>k</w:t>
      </w:r>
      <w:r w:rsidRPr="004B6BF3">
        <w:t>ů, výstavbu nového zabezpečovacího zařízení, elektrického ohřevu výměn a úpravu trakčního vedení a vyvolané investice – přeložka sítí, související úpravy místních a přístupových komunikací, nová lávka pro pěší v </w:t>
      </w:r>
      <w:proofErr w:type="spellStart"/>
      <w:r w:rsidR="0039398D">
        <w:t>K</w:t>
      </w:r>
      <w:r w:rsidRPr="004B6BF3">
        <w:t>oterově</w:t>
      </w:r>
      <w:proofErr w:type="spellEnd"/>
      <w:r w:rsidRPr="004B6BF3">
        <w:t>.</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002E2383" w14:textId="682346C0" w:rsidR="00652EFD" w:rsidRPr="00801593" w:rsidRDefault="004F17AB" w:rsidP="00197E32">
      <w:pPr>
        <w:pStyle w:val="Text1-1"/>
        <w:numPr>
          <w:ilvl w:val="0"/>
          <w:numId w:val="0"/>
        </w:numPr>
        <w:spacing w:after="0"/>
        <w:ind w:left="737"/>
      </w:pPr>
      <w:r w:rsidRPr="00801593">
        <w:t>kód CPV 71315400-3 Stavební dozor</w:t>
      </w:r>
    </w:p>
    <w:p w14:paraId="1FF0426E" w14:textId="574C89E8" w:rsidR="00A27A20" w:rsidRPr="00801593" w:rsidRDefault="009A792B" w:rsidP="00A27A20">
      <w:pPr>
        <w:pStyle w:val="Text1-1"/>
        <w:numPr>
          <w:ilvl w:val="0"/>
          <w:numId w:val="0"/>
        </w:numPr>
        <w:spacing w:after="0"/>
        <w:ind w:left="737"/>
        <w:jc w:val="left"/>
      </w:pPr>
      <w:r w:rsidRPr="00801593">
        <w:t>kód CPV 71248000-8 Dohled nad projektem a dokumentací</w:t>
      </w:r>
      <w:r w:rsidR="00A27A20">
        <w:br/>
      </w:r>
      <w:r w:rsidR="00A27A20" w:rsidRPr="004B6BF3">
        <w:t>kód CPV 71322000-1 Technické projekty pro provádění stavebn</w:t>
      </w:r>
      <w:r w:rsidR="007902DD">
        <w:t>ě</w:t>
      </w:r>
      <w:r w:rsidR="00A27A20" w:rsidRPr="004B6BF3">
        <w:t xml:space="preserve"> inženýrských prací</w:t>
      </w:r>
    </w:p>
    <w:p w14:paraId="49B0AB55" w14:textId="598AEFEF" w:rsidR="00A27A20" w:rsidRPr="009549B7" w:rsidRDefault="00A27A20" w:rsidP="00A27A20">
      <w:pPr>
        <w:pStyle w:val="Text1-1"/>
        <w:numPr>
          <w:ilvl w:val="0"/>
          <w:numId w:val="0"/>
        </w:numPr>
        <w:ind w:left="737"/>
      </w:pPr>
    </w:p>
    <w:p w14:paraId="0515094C" w14:textId="713DAE60" w:rsidR="0035531B" w:rsidRDefault="00652EFD" w:rsidP="00652EFD">
      <w:pPr>
        <w:pStyle w:val="Text1-1"/>
      </w:pPr>
      <w:r>
        <w:t>Doba plnění veřejné zakázky je podrobně uvedena ve Smlouvě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11199094"/>
      <w:r>
        <w:lastRenderedPageBreak/>
        <w:t>ZDROJE FINANCOVÁNÍ</w:t>
      </w:r>
      <w:r w:rsidR="00845C50">
        <w:t xml:space="preserve"> a </w:t>
      </w:r>
      <w:r>
        <w:t>PŘEDPOKLÁDANÁ HODNOTA VEŘEJNÉ ZAKÁZKY</w:t>
      </w:r>
      <w:bookmarkEnd w:id="9"/>
    </w:p>
    <w:p w14:paraId="7832C094" w14:textId="0358A854" w:rsidR="001954B0" w:rsidRDefault="00B92370" w:rsidP="001954B0">
      <w:pPr>
        <w:pStyle w:val="Text1-1"/>
      </w:pPr>
      <w:r>
        <w:t xml:space="preserve">U této zakázky se předpokládá, že bude financována z prostředků České </w:t>
      </w:r>
      <w:proofErr w:type="gramStart"/>
      <w:r>
        <w:t>republiky - Státního</w:t>
      </w:r>
      <w:proofErr w:type="gramEnd"/>
      <w:r>
        <w:t xml:space="preserve">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2976F6A0" w:rsidR="0035531B" w:rsidRDefault="0035531B" w:rsidP="0035531B">
      <w:pPr>
        <w:pStyle w:val="Text1-1"/>
      </w:pPr>
      <w:r>
        <w:t xml:space="preserve">Předpokládaná hodnota veřejné zakázky činí </w:t>
      </w:r>
      <w:r w:rsidR="00801593" w:rsidRPr="00801593">
        <w:rPr>
          <w:b/>
        </w:rPr>
        <w:t>2 700 000</w:t>
      </w:r>
      <w:r w:rsidR="00901F2D" w:rsidRPr="00801593">
        <w:rPr>
          <w:b/>
        </w:rPr>
        <w:t>,-</w:t>
      </w:r>
      <w:r>
        <w:t xml:space="preserve"> </w:t>
      </w:r>
      <w:r w:rsidRPr="00EB138E">
        <w:rPr>
          <w:b/>
        </w:rPr>
        <w:t>Kč</w:t>
      </w:r>
      <w:r>
        <w:t xml:space="preserve"> (bez DPH).</w:t>
      </w:r>
    </w:p>
    <w:p w14:paraId="4E32F28B" w14:textId="77777777" w:rsidR="0035531B" w:rsidRDefault="0035531B" w:rsidP="006F6B09">
      <w:pPr>
        <w:pStyle w:val="Nadpis1-1"/>
      </w:pPr>
      <w:bookmarkStart w:id="10" w:name="_Toc111199095"/>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Pr="00734A9D" w:rsidRDefault="00ED116C" w:rsidP="00ED116C">
      <w:pPr>
        <w:pStyle w:val="Textbezslovn"/>
        <w:tabs>
          <w:tab w:val="left" w:pos="1701"/>
        </w:tabs>
        <w:ind w:left="1701" w:hanging="964"/>
      </w:pPr>
      <w:r w:rsidRPr="00734A9D">
        <w:t>Část 2</w:t>
      </w:r>
      <w:r w:rsidRPr="00734A9D">
        <w:tab/>
        <w:t>Pokyny pro dodavatele</w:t>
      </w:r>
    </w:p>
    <w:p w14:paraId="6A4516CA" w14:textId="54E1F31C" w:rsidR="00ED116C" w:rsidRPr="00734A9D" w:rsidRDefault="00164325" w:rsidP="00ED116C">
      <w:pPr>
        <w:pStyle w:val="Textbezslovn"/>
        <w:tabs>
          <w:tab w:val="left" w:pos="1701"/>
        </w:tabs>
        <w:ind w:left="1701" w:hanging="964"/>
        <w:rPr>
          <w:b/>
        </w:rPr>
      </w:pPr>
      <w:r w:rsidRPr="00734A9D">
        <w:rPr>
          <w:b/>
        </w:rPr>
        <w:t>DÍL 2</w:t>
      </w:r>
      <w:r w:rsidRPr="00734A9D">
        <w:rPr>
          <w:b/>
        </w:rPr>
        <w:tab/>
        <w:t>SMLOUVA</w:t>
      </w:r>
    </w:p>
    <w:p w14:paraId="7788442E" w14:textId="6D99C982" w:rsidR="00ED116C" w:rsidRPr="00734A9D" w:rsidRDefault="00ED116C" w:rsidP="00ED116C">
      <w:pPr>
        <w:pStyle w:val="Textbezslovn"/>
        <w:tabs>
          <w:tab w:val="left" w:pos="1701"/>
        </w:tabs>
        <w:spacing w:after="0"/>
        <w:ind w:left="1701" w:hanging="964"/>
      </w:pPr>
      <w:r w:rsidRPr="00734A9D">
        <w:t>Část 1</w:t>
      </w:r>
      <w:r w:rsidRPr="00734A9D">
        <w:tab/>
        <w:t xml:space="preserve">Smlouva včetně příloh </w:t>
      </w:r>
    </w:p>
    <w:p w14:paraId="16D4AAED" w14:textId="77777777" w:rsidR="00ED116C" w:rsidRPr="00734A9D" w:rsidRDefault="00ED116C" w:rsidP="00ED116C">
      <w:pPr>
        <w:pStyle w:val="Textbezslovn"/>
        <w:tabs>
          <w:tab w:val="left" w:pos="1701"/>
        </w:tabs>
        <w:spacing w:after="0"/>
        <w:ind w:left="1701" w:hanging="964"/>
      </w:pPr>
      <w:r w:rsidRPr="00734A9D">
        <w:t>Část 2</w:t>
      </w:r>
      <w:r w:rsidRPr="00734A9D">
        <w:tab/>
        <w:t>Obchodní podmínky</w:t>
      </w:r>
    </w:p>
    <w:p w14:paraId="77ADFEE4" w14:textId="77777777" w:rsidR="00ED116C" w:rsidRPr="00734A9D" w:rsidRDefault="00ED116C" w:rsidP="00ED116C">
      <w:pPr>
        <w:pStyle w:val="Textbezslovn"/>
        <w:tabs>
          <w:tab w:val="left" w:pos="1701"/>
        </w:tabs>
        <w:spacing w:after="0"/>
        <w:ind w:left="1701" w:hanging="964"/>
      </w:pPr>
      <w:r w:rsidRPr="00734A9D">
        <w:t>Část 3</w:t>
      </w:r>
      <w:r w:rsidRPr="00734A9D">
        <w:tab/>
        <w:t>Technické kvalitativní podmínky staveb státních drah</w:t>
      </w:r>
      <w:r w:rsidRPr="00734A9D">
        <w:tab/>
      </w:r>
    </w:p>
    <w:p w14:paraId="43F94133" w14:textId="77777777" w:rsidR="00666076" w:rsidRPr="00734A9D" w:rsidRDefault="00ED116C" w:rsidP="00ED116C">
      <w:pPr>
        <w:pStyle w:val="Textbezslovn"/>
        <w:tabs>
          <w:tab w:val="left" w:pos="1701"/>
        </w:tabs>
        <w:spacing w:after="0"/>
        <w:ind w:left="1701" w:hanging="964"/>
      </w:pPr>
      <w:r w:rsidRPr="00734A9D">
        <w:t>Část 4</w:t>
      </w:r>
      <w:r w:rsidRPr="00734A9D">
        <w:tab/>
        <w:t xml:space="preserve">Všeobecné technické podmínky </w:t>
      </w:r>
    </w:p>
    <w:p w14:paraId="691864E4" w14:textId="75186575" w:rsidR="00ED116C" w:rsidRPr="00734A9D" w:rsidRDefault="00ED116C" w:rsidP="00ED116C">
      <w:pPr>
        <w:pStyle w:val="Textbezslovn"/>
        <w:tabs>
          <w:tab w:val="left" w:pos="1701"/>
        </w:tabs>
        <w:spacing w:after="0"/>
        <w:ind w:left="1701" w:hanging="964"/>
      </w:pPr>
      <w:r w:rsidRPr="00734A9D">
        <w:t xml:space="preserve"> </w:t>
      </w:r>
    </w:p>
    <w:p w14:paraId="19E411BE" w14:textId="77777777" w:rsidR="00ED116C" w:rsidRPr="004B6BF3" w:rsidRDefault="00ED116C" w:rsidP="00ED116C">
      <w:pPr>
        <w:pStyle w:val="Textbezslovn"/>
        <w:tabs>
          <w:tab w:val="left" w:pos="1701"/>
        </w:tabs>
        <w:ind w:left="1701" w:hanging="964"/>
        <w:rPr>
          <w:b/>
        </w:rPr>
      </w:pPr>
      <w:r w:rsidRPr="004B6BF3">
        <w:rPr>
          <w:b/>
        </w:rPr>
        <w:t>DÍL 3</w:t>
      </w:r>
      <w:r w:rsidRPr="004B6BF3">
        <w:rPr>
          <w:b/>
        </w:rPr>
        <w:tab/>
        <w:t>VÝCHOZÍ A SOUVISEJÍCÍ PODKLADY PŘEDÁVANÉ ZADAVATELEM</w:t>
      </w:r>
    </w:p>
    <w:p w14:paraId="4721F5FE" w14:textId="4B6E1D25" w:rsidR="00C35BEE" w:rsidRPr="004B6BF3" w:rsidRDefault="00ED116C" w:rsidP="004B6BF3">
      <w:pPr>
        <w:pStyle w:val="Textbezslovn"/>
        <w:tabs>
          <w:tab w:val="left" w:pos="1701"/>
        </w:tabs>
        <w:ind w:left="1701" w:hanging="964"/>
        <w:rPr>
          <w:strike/>
        </w:rPr>
      </w:pPr>
      <w:r w:rsidRPr="004B6BF3">
        <w:t>Část 1</w:t>
      </w:r>
      <w:r w:rsidRPr="004B6BF3">
        <w:tab/>
      </w:r>
      <w:r w:rsidR="006F0824" w:rsidRPr="004B6BF3">
        <w:t>Dokumentace pro stavební povolení</w:t>
      </w:r>
      <w:r w:rsidR="00DC288D" w:rsidRPr="004B6BF3">
        <w:t xml:space="preserve">, zpracovatel SUDOP PRAHA a.s., Olšanská </w:t>
      </w:r>
      <w:proofErr w:type="gramStart"/>
      <w:r w:rsidR="00DC288D" w:rsidRPr="004B6BF3">
        <w:t>1a</w:t>
      </w:r>
      <w:proofErr w:type="gramEnd"/>
      <w:r w:rsidR="00DC288D" w:rsidRPr="004B6BF3">
        <w:t>, 130 80 Praha 3</w:t>
      </w:r>
      <w:r w:rsidR="004B6BF3" w:rsidRPr="004B6BF3">
        <w:t>.</w:t>
      </w:r>
    </w:p>
    <w:p w14:paraId="49793BFC" w14:textId="5EA53795" w:rsidR="005A3D2F" w:rsidRPr="00FD6FBE"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4"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5" w:history="1">
        <w:r w:rsidR="005A3D2F" w:rsidRPr="001954B0">
          <w:rPr>
            <w:rStyle w:val="Hypertextovodkaz"/>
            <w:noProof w:val="0"/>
          </w:rPr>
          <w:t>https://vestnikverejnychzakazek.cz/</w:t>
        </w:r>
      </w:hyperlink>
      <w:r w:rsidR="00F073CB">
        <w:rPr>
          <w:rStyle w:val="Hypertextovodkaz"/>
          <w:noProof w:val="0"/>
        </w:rPr>
        <w:t>.</w:t>
      </w:r>
    </w:p>
    <w:p w14:paraId="035239AE" w14:textId="77777777" w:rsidR="00FD6FBE" w:rsidRPr="001954B0" w:rsidRDefault="00FD6FBE" w:rsidP="00FD6FBE">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A9FFBCB" w14:textId="5DDF2B68" w:rsidR="00F51333" w:rsidRDefault="00ED116C" w:rsidP="006F4DCB">
      <w:pPr>
        <w:pStyle w:val="Text1-1"/>
      </w:pPr>
      <w:r w:rsidRPr="00ED116C">
        <w:t>Zadavatel sděluje, že následující části zadávací dokumentace vypracovala oso</w:t>
      </w:r>
      <w:r w:rsidR="00F51333">
        <w:t>ba odlišná od zadavatele, a to:</w:t>
      </w:r>
    </w:p>
    <w:p w14:paraId="25CA915C" w14:textId="0FB3359D" w:rsidR="001D6E71" w:rsidRPr="004B6BF3" w:rsidRDefault="0087772E" w:rsidP="00F51333">
      <w:pPr>
        <w:pStyle w:val="Text1-1"/>
        <w:numPr>
          <w:ilvl w:val="0"/>
          <w:numId w:val="0"/>
        </w:numPr>
        <w:ind w:left="737"/>
        <w:rPr>
          <w:strike/>
        </w:rPr>
      </w:pPr>
      <w:r w:rsidRPr="004B6BF3">
        <w:t>Dokumentace pro stavební povolení</w:t>
      </w:r>
      <w:r w:rsidR="00DC288D" w:rsidRPr="004B6BF3">
        <w:t xml:space="preserve">, zpracovatel SUDOP PRAHA a.s., Olšanská </w:t>
      </w:r>
      <w:proofErr w:type="gramStart"/>
      <w:r w:rsidR="00DC288D" w:rsidRPr="004B6BF3">
        <w:t>1a</w:t>
      </w:r>
      <w:proofErr w:type="gramEnd"/>
      <w:r w:rsidR="00DC288D" w:rsidRPr="004B6BF3">
        <w:t>, 130 80 Praha 3</w:t>
      </w:r>
      <w:r w:rsidR="004B6BF3" w:rsidRPr="004B6BF3">
        <w:t>.</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11199096"/>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w:t>
      </w:r>
      <w:r w:rsidR="00092CC9">
        <w:lastRenderedPageBreak/>
        <w:t>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11199097"/>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301255">
      <w:pPr>
        <w:pStyle w:val="Odstavec1-2i"/>
        <w:numPr>
          <w:ilvl w:val="0"/>
          <w:numId w:val="14"/>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301255">
      <w:pPr>
        <w:pStyle w:val="Odstavec1-2i"/>
        <w:numPr>
          <w:ilvl w:val="0"/>
          <w:numId w:val="14"/>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301255">
      <w:pPr>
        <w:pStyle w:val="Odstavec1-2i"/>
        <w:numPr>
          <w:ilvl w:val="0"/>
          <w:numId w:val="14"/>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301255">
      <w:pPr>
        <w:pStyle w:val="Odstavec1-2i"/>
        <w:numPr>
          <w:ilvl w:val="0"/>
          <w:numId w:val="14"/>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301255">
      <w:pPr>
        <w:pStyle w:val="Odstavec1-2i"/>
        <w:numPr>
          <w:ilvl w:val="0"/>
          <w:numId w:val="14"/>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lastRenderedPageBreak/>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36BC5B81" w14:textId="740A1FD7" w:rsidR="001D6E71" w:rsidRPr="004B6BF3" w:rsidRDefault="00FB4C04" w:rsidP="003B7DCB">
      <w:pPr>
        <w:pStyle w:val="Odrka1-2-"/>
        <w:spacing w:after="0"/>
      </w:pPr>
      <w:r>
        <w:t>P</w:t>
      </w:r>
      <w:r w:rsidR="001D6E71" w:rsidRPr="004B6BF3">
        <w:t>rojektov</w:t>
      </w:r>
      <w:r w:rsidR="00F929EB">
        <w:t>á</w:t>
      </w:r>
      <w:r w:rsidR="001D6E71" w:rsidRPr="004B6BF3">
        <w:t xml:space="preserve"> činnost ve výstavbě</w:t>
      </w:r>
    </w:p>
    <w:p w14:paraId="7F793C95" w14:textId="162A040A" w:rsidR="00FA6707" w:rsidRPr="004B6BF3" w:rsidRDefault="00FB4C04" w:rsidP="003B7DCB">
      <w:pPr>
        <w:pStyle w:val="Odrka1-2-"/>
        <w:spacing w:after="0"/>
      </w:pPr>
      <w:r>
        <w:t>P</w:t>
      </w:r>
      <w:r w:rsidR="00FA6707" w:rsidRPr="004B6BF3">
        <w:t>oradenská a konzultační činnost, zpracování odborných studií a posudků</w:t>
      </w:r>
    </w:p>
    <w:p w14:paraId="7C220D21" w14:textId="1E82AF58" w:rsidR="00DC288D" w:rsidRPr="004B6BF3" w:rsidRDefault="00DC288D" w:rsidP="003B7DCB">
      <w:pPr>
        <w:pStyle w:val="Odrka1-2-"/>
        <w:spacing w:after="0"/>
      </w:pPr>
      <w:r w:rsidRPr="004B6BF3">
        <w:t>Výkon zeměměřických činností</w:t>
      </w:r>
    </w:p>
    <w:p w14:paraId="04605705" w14:textId="197584F7" w:rsidR="00DC288D" w:rsidRPr="004B6BF3" w:rsidRDefault="00DC288D" w:rsidP="00DC288D">
      <w:pPr>
        <w:pStyle w:val="Odrka1-2-"/>
        <w:spacing w:after="0"/>
      </w:pPr>
      <w:r w:rsidRPr="004B6BF3">
        <w:t>Geologické práce</w:t>
      </w:r>
    </w:p>
    <w:p w14:paraId="1855DEC9" w14:textId="77777777" w:rsidR="00CE1E29" w:rsidRPr="004B6BF3" w:rsidRDefault="00CE1E29" w:rsidP="00CE1E29">
      <w:pPr>
        <w:pStyle w:val="Odrka1-2-"/>
        <w:numPr>
          <w:ilvl w:val="0"/>
          <w:numId w:val="0"/>
        </w:numPr>
        <w:spacing w:after="0"/>
        <w:ind w:left="1531"/>
        <w:rPr>
          <w:strike/>
        </w:rPr>
      </w:pPr>
    </w:p>
    <w:p w14:paraId="49AD27E5" w14:textId="77777777" w:rsidR="0035531B" w:rsidRPr="004B6BF3" w:rsidRDefault="0035531B" w:rsidP="00CE1E29">
      <w:pPr>
        <w:pStyle w:val="Odrka1-1"/>
      </w:pPr>
      <w:r w:rsidRPr="004B6BF3">
        <w:t>Odborná způsobilost:</w:t>
      </w:r>
    </w:p>
    <w:p w14:paraId="7C243ECD" w14:textId="7B1F1E5F" w:rsidR="00FA6707" w:rsidRPr="00964DB2" w:rsidRDefault="00BD5A0E" w:rsidP="00964DB2">
      <w:pPr>
        <w:pStyle w:val="Odrka1-2-"/>
      </w:pPr>
      <w:r w:rsidRPr="004B6BF3">
        <w:t xml:space="preserve">Zadavatel požaduje </w:t>
      </w:r>
      <w:bookmarkStart w:id="13" w:name="_GoBack"/>
      <w:r w:rsidRPr="004B6BF3">
        <w:t xml:space="preserve">předložení dokladu o autorizaci v rozsahu dle § 5 odst. 3 písm. </w:t>
      </w:r>
    </w:p>
    <w:p w14:paraId="1D605AD4" w14:textId="2CEF821F" w:rsidR="00FA6707" w:rsidRPr="004B6BF3" w:rsidRDefault="00FA6707" w:rsidP="00964DB2">
      <w:pPr>
        <w:pStyle w:val="Odrka1-1"/>
        <w:numPr>
          <w:ilvl w:val="0"/>
          <w:numId w:val="0"/>
        </w:numPr>
        <w:ind w:left="1077" w:firstLine="341"/>
        <w:rPr>
          <w:b/>
        </w:rPr>
      </w:pPr>
      <w:r w:rsidRPr="004B6BF3">
        <w:rPr>
          <w:b/>
        </w:rPr>
        <w:t>b) dopravní stavby</w:t>
      </w:r>
    </w:p>
    <w:bookmarkEnd w:id="13"/>
    <w:p w14:paraId="12E053EF" w14:textId="0525C98E" w:rsidR="00BD5A0E" w:rsidRDefault="00BD5A0E" w:rsidP="00FA6707">
      <w:pPr>
        <w:pStyle w:val="Odrka1-2-"/>
        <w:numPr>
          <w:ilvl w:val="0"/>
          <w:numId w:val="0"/>
        </w:numPr>
        <w:ind w:left="1531"/>
      </w:pPr>
      <w:r>
        <w:t>zákona č. 360/1992 Sb., o výkonu povolání autorizovaných architektů a o výkonu</w:t>
      </w:r>
      <w:r w:rsidR="00FA6707">
        <w:t xml:space="preserve"> </w:t>
      </w:r>
      <w:r>
        <w:t>povolání autorizovaných inženýrů a techniků činných ve výstavbě,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w:t>
      </w:r>
      <w:r>
        <w:lastRenderedPageBreak/>
        <w:t xml:space="preserve">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43D75A0" w14:textId="15B20070" w:rsidR="00A15641" w:rsidRDefault="00BD5A0E" w:rsidP="00FA6707">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59CF2DD2" w:rsidR="00392730" w:rsidRDefault="00392730" w:rsidP="00392730">
      <w:pPr>
        <w:pStyle w:val="Textbezslovn"/>
      </w:pPr>
      <w:r>
        <w:t>Zadavatel požaduje předložení seznamu ukončených významných služeb obdobného charakteru poskytn</w:t>
      </w:r>
      <w:r w:rsidR="00E67CAB">
        <w:t xml:space="preserve">utých dodavatelem v </w:t>
      </w:r>
      <w:r w:rsidR="00E67CAB" w:rsidRPr="004B6BF3">
        <w:t xml:space="preserve">posledních </w:t>
      </w:r>
      <w:r w:rsidR="006479C5">
        <w:t>5</w:t>
      </w:r>
      <w:r w:rsidRPr="004B6BF3">
        <w:t xml:space="preserve"> letech</w:t>
      </w:r>
      <w:r>
        <w:t xml:space="preserve"> před zahájením zadávacího řízení. </w:t>
      </w:r>
    </w:p>
    <w:p w14:paraId="7F63FDD4" w14:textId="0B2F1B2D" w:rsidR="00DE3B05" w:rsidRPr="0046218F" w:rsidRDefault="00DE3B05" w:rsidP="00392730">
      <w:pPr>
        <w:pStyle w:val="Textbezslovn"/>
      </w:pPr>
      <w:r>
        <w:t>Za služby obdobného charakteru se pokládá výkon autorského dozoru projektanta při realizaci stav</w:t>
      </w:r>
      <w:r w:rsidR="00B67BA5">
        <w:t>b</w:t>
      </w:r>
      <w:r>
        <w:t>y železničních drah ve smyslu §</w:t>
      </w:r>
      <w:r w:rsidR="00BF351F">
        <w:t xml:space="preserve"> </w:t>
      </w:r>
      <w:r>
        <w:t>5 odst. 1 a §</w:t>
      </w:r>
      <w:r w:rsidR="00BF351F">
        <w:t xml:space="preserve"> </w:t>
      </w:r>
      <w:r>
        <w:t>3 odst. 1 zákona č. 266/1994 Sb., o drahách, ve znění pozdějších předpisů.</w:t>
      </w:r>
    </w:p>
    <w:p w14:paraId="4332C7DB" w14:textId="5BC26E1F" w:rsidR="00774803" w:rsidRPr="00774803" w:rsidRDefault="006479C5" w:rsidP="00313D2D">
      <w:pPr>
        <w:pStyle w:val="Textbezslovn"/>
        <w:rPr>
          <w:strike/>
        </w:rPr>
      </w:pPr>
      <w:r>
        <w:t xml:space="preserve">Dodavatel musí informacemi uvedenými v předloženém seznamu významných služeb prokázat, že v uvedeném období poskytl alespoň 2 významné služby obdobného charakteru, které v souhrnu dosahují minimálně hodnoty </w:t>
      </w:r>
      <w:r>
        <w:rPr>
          <w:b/>
        </w:rPr>
        <w:t>39 mil.</w:t>
      </w:r>
      <w:r w:rsidRPr="00DC4A8C">
        <w:rPr>
          <w:b/>
        </w:rPr>
        <w:t xml:space="preserve"> Kč bez DPH</w:t>
      </w:r>
      <w:r w:rsidRPr="00DC4A8C">
        <w:t xml:space="preserve">, přičemž alespoň jedna služba musí dosahovat ceny nejméně </w:t>
      </w:r>
      <w:r>
        <w:rPr>
          <w:b/>
        </w:rPr>
        <w:t>19 mil.</w:t>
      </w:r>
      <w:r w:rsidRPr="00DC0E94">
        <w:rPr>
          <w:b/>
        </w:rPr>
        <w:t xml:space="preserve"> Kč bez DPH</w:t>
      </w:r>
      <w:r>
        <w:t>. Hodnotou významných služeb se pro účely posouzení splnění kritérií technické kvalifikace rozumí cena, za kterou dodavatel provedl předmětné služby; tato cena nebude upravována o míru inflace tak, aby odpovídala současným hodnotám služeb</w:t>
      </w:r>
      <w:r w:rsidR="00774803" w:rsidRPr="004B6BF3">
        <w:rPr>
          <w:b/>
        </w:rPr>
        <w:t>.</w:t>
      </w:r>
    </w:p>
    <w:p w14:paraId="423A140E" w14:textId="63D1B4B1" w:rsidR="00E379DC" w:rsidRDefault="0073623B" w:rsidP="0073623B">
      <w:pPr>
        <w:spacing w:after="120"/>
        <w:ind w:left="709"/>
        <w:jc w:val="both"/>
      </w:pPr>
      <w:r>
        <w:t>V případě, že výkon autorského dozoru při realizaci stavby je součástí rozsáhlejšího plnění pro objednatele významné služby (např. kromě výkonu autorského dozoru dodavatel zpracovával i projektovou dokumentaci apod.), tak požadovaná hodnota významných služeb v souhrnu a hodnota jedné služby se vztahuje k hodnotě autorského dozoru.</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41351DED" w14:textId="0B69AD86" w:rsidR="00392730" w:rsidRPr="00677971" w:rsidRDefault="00FE1D92" w:rsidP="00243E91">
      <w:pPr>
        <w:pStyle w:val="Textbezslovn"/>
      </w:pPr>
      <w:r>
        <w:t xml:space="preserve">Doba </w:t>
      </w:r>
      <w:r w:rsidR="0047233F">
        <w:t>5</w:t>
      </w:r>
      <w:r w:rsidR="00392730" w:rsidRPr="004B6BF3">
        <w:t xml:space="preserve"> let </w:t>
      </w:r>
      <w:r w:rsidR="008D7D26" w:rsidRPr="004B6BF3">
        <w:t xml:space="preserve">před zahájením zadávacího řízení </w:t>
      </w:r>
      <w:r w:rsidR="00392730" w:rsidRPr="004B6BF3">
        <w:t xml:space="preserve">se považuje za splněnou, pokud byly </w:t>
      </w:r>
      <w:r w:rsidR="005446A9" w:rsidRPr="004B6BF3">
        <w:t xml:space="preserve">činnosti </w:t>
      </w:r>
      <w:r w:rsidR="008A5E06" w:rsidRPr="004B6BF3">
        <w:t xml:space="preserve">odpovídající zadavatelem stanovené </w:t>
      </w:r>
      <w:r w:rsidR="005446A9" w:rsidRPr="004B6BF3">
        <w:t xml:space="preserve">definici </w:t>
      </w:r>
      <w:r w:rsidR="00392730" w:rsidRPr="004B6BF3">
        <w:t xml:space="preserve">významné služby </w:t>
      </w:r>
      <w:r w:rsidR="00A03E79" w:rsidRPr="004B6BF3">
        <w:t xml:space="preserve">dokončeny </w:t>
      </w:r>
      <w:r w:rsidR="00392730" w:rsidRPr="004B6BF3">
        <w:t xml:space="preserve">v průběhu této doby </w:t>
      </w:r>
      <w:r w:rsidR="00A03E79" w:rsidRPr="004B6BF3">
        <w:t xml:space="preserve">nebo kdykoli po zahájení zadávacího řízení </w:t>
      </w:r>
      <w:r w:rsidR="00903C55" w:rsidRPr="004B6BF3">
        <w:t xml:space="preserve">včetně doby po </w:t>
      </w:r>
      <w:r w:rsidR="0090370B" w:rsidRPr="004B6BF3">
        <w:t xml:space="preserve">uplynutí lhůty pro </w:t>
      </w:r>
      <w:r w:rsidR="00903C55" w:rsidRPr="004B6BF3">
        <w:t xml:space="preserve">podání nabídek, a to nejpozději </w:t>
      </w:r>
      <w:r w:rsidR="00C31ADD" w:rsidRPr="004B6BF3">
        <w:t xml:space="preserve">až </w:t>
      </w:r>
      <w:r w:rsidR="00903C55" w:rsidRPr="004B6BF3">
        <w:t xml:space="preserve">do doby zadavatelem případně stanovené k předložení údajů a dokladů dle § 46 ZZVZ. </w:t>
      </w:r>
      <w:r w:rsidR="00F154AF" w:rsidRPr="004B6BF3">
        <w:t xml:space="preserve">Pro prokázání kvalifikace postačuje, aby byly požadované minimální hodnoty významných služeb dosaženy za celou dobu poskytování významných služeb, nikoliv pouze v průběhu posledních </w:t>
      </w:r>
      <w:r w:rsidR="0047233F">
        <w:t>5</w:t>
      </w:r>
      <w:r w:rsidR="00774803">
        <w:t xml:space="preserve"> </w:t>
      </w:r>
      <w:r w:rsidR="00F154AF" w:rsidRPr="00677971">
        <w:t>let před zahájením zadávacího řízení.</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301255">
      <w:pPr>
        <w:pStyle w:val="Odstavec1-1a"/>
        <w:numPr>
          <w:ilvl w:val="0"/>
          <w:numId w:val="15"/>
        </w:numPr>
        <w:spacing w:after="0"/>
      </w:pPr>
      <w:r>
        <w:t>společně s jinými dodavateli, a to v rozsahu, v jakém se na plnění zakázky podílel, nebo</w:t>
      </w:r>
    </w:p>
    <w:p w14:paraId="5B9EBB80" w14:textId="2E997A44" w:rsidR="00392730" w:rsidRDefault="00392730" w:rsidP="00301255">
      <w:pPr>
        <w:pStyle w:val="Odstavec1-1a"/>
        <w:numPr>
          <w:ilvl w:val="0"/>
          <w:numId w:val="15"/>
        </w:numPr>
        <w:spacing w:after="0"/>
      </w:pPr>
      <w:r>
        <w:t>jako poddodavatel, a to v rozsahu, v jakém se na plnění zakázky podílel.</w:t>
      </w:r>
    </w:p>
    <w:p w14:paraId="738C142F" w14:textId="77777777" w:rsidR="00392730" w:rsidRDefault="00392730" w:rsidP="000C3DEC">
      <w:pPr>
        <w:pStyle w:val="Textbezslovn"/>
        <w:spacing w:before="240"/>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w:t>
      </w:r>
      <w:r>
        <w:lastRenderedPageBreak/>
        <w:t>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2F828C94"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C4332F">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099DAB67" w14:textId="52E741E6" w:rsidR="00786BA2" w:rsidRPr="004B6BF3" w:rsidRDefault="009E1AEE" w:rsidP="004B6BF3">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17F48C6C" w14:textId="2F155BCA" w:rsidR="00786BA2" w:rsidRPr="004B6BF3" w:rsidRDefault="00786BA2" w:rsidP="00786BA2">
      <w:pPr>
        <w:numPr>
          <w:ilvl w:val="0"/>
          <w:numId w:val="19"/>
        </w:numPr>
        <w:spacing w:before="60" w:after="0" w:line="240" w:lineRule="auto"/>
        <w:ind w:left="1843" w:hanging="425"/>
        <w:jc w:val="both"/>
        <w:rPr>
          <w:rFonts w:cs="Calibri"/>
          <w:b/>
          <w:bCs/>
        </w:rPr>
      </w:pPr>
      <w:bookmarkStart w:id="14" w:name="_Hlk129003133"/>
      <w:r w:rsidRPr="004B6BF3">
        <w:rPr>
          <w:rFonts w:cs="Calibri"/>
          <w:b/>
          <w:bCs/>
        </w:rPr>
        <w:t xml:space="preserve">vedoucí týmu </w:t>
      </w:r>
      <w:r w:rsidR="008D02BA" w:rsidRPr="004B6BF3">
        <w:rPr>
          <w:rFonts w:cs="Calibri"/>
          <w:b/>
          <w:bCs/>
        </w:rPr>
        <w:t>(HIP)</w:t>
      </w:r>
    </w:p>
    <w:bookmarkEnd w:id="14"/>
    <w:p w14:paraId="7F7D3318" w14:textId="026CDCCF" w:rsidR="006479C5" w:rsidRPr="00A27A19" w:rsidRDefault="006479C5" w:rsidP="00873A1B">
      <w:pPr>
        <w:pStyle w:val="Odrka1-2-"/>
        <w:numPr>
          <w:ilvl w:val="2"/>
          <w:numId w:val="31"/>
        </w:numPr>
      </w:pPr>
      <w:r w:rsidRPr="00A27A19">
        <w:t xml:space="preserve">nejméně 5 let praxe v projektování </w:t>
      </w:r>
      <w:r>
        <w:t xml:space="preserve">nebo výkonu autorského dozoru projektanta </w:t>
      </w:r>
      <w:r w:rsidRPr="00A27A19">
        <w:t xml:space="preserve">staveb </w:t>
      </w:r>
      <w:r>
        <w:t xml:space="preserve">na </w:t>
      </w:r>
      <w:r>
        <w:rPr>
          <w:b/>
          <w:u w:val="single"/>
        </w:rPr>
        <w:t>doprav</w:t>
      </w:r>
      <w:r w:rsidRPr="00A12181">
        <w:rPr>
          <w:b/>
          <w:u w:val="single"/>
        </w:rPr>
        <w:t>ních stavbách</w:t>
      </w:r>
      <w:r w:rsidRPr="00A27A19">
        <w:t xml:space="preserve">; </w:t>
      </w:r>
    </w:p>
    <w:p w14:paraId="011E2AB7" w14:textId="21E7668E" w:rsidR="006479C5" w:rsidRPr="00553FEB" w:rsidRDefault="006479C5" w:rsidP="00873A1B">
      <w:pPr>
        <w:pStyle w:val="Odrka1-2-"/>
        <w:numPr>
          <w:ilvl w:val="2"/>
          <w:numId w:val="31"/>
        </w:numPr>
      </w:pPr>
      <w:r w:rsidRPr="00553FEB">
        <w:t xml:space="preserve">autorizace v rozsahu dle § 5 odst. 3 písm. </w:t>
      </w:r>
      <w:r>
        <w:rPr>
          <w:b/>
        </w:rPr>
        <w:t>b</w:t>
      </w:r>
      <w:r w:rsidRPr="006C3AF7">
        <w:rPr>
          <w:b/>
        </w:rPr>
        <w:t>)</w:t>
      </w:r>
      <w:r>
        <w:t xml:space="preserve"> </w:t>
      </w:r>
      <w:r w:rsidRPr="00553FEB">
        <w:t xml:space="preserve">zák. č. 360/1992 Sb., o výkonu povolání autorizovaných architektů a o výkonu povolání autorizovaných inženýrů a techniků činných ve výstavbě, ve znění pozdějších předpisů (dále jen „autorizační zákon“), tedy pro </w:t>
      </w:r>
      <w:r>
        <w:rPr>
          <w:b/>
          <w:u w:val="single"/>
        </w:rPr>
        <w:t>doprav</w:t>
      </w:r>
      <w:r w:rsidRPr="00BD5B71">
        <w:rPr>
          <w:b/>
          <w:u w:val="single"/>
        </w:rPr>
        <w:t>ní stavby</w:t>
      </w:r>
      <w:r>
        <w:t>;</w:t>
      </w:r>
    </w:p>
    <w:p w14:paraId="5E19DA42" w14:textId="4587BF16" w:rsidR="00AD4B51" w:rsidRPr="00964DB2" w:rsidRDefault="006479C5" w:rsidP="00964DB2">
      <w:pPr>
        <w:numPr>
          <w:ilvl w:val="2"/>
          <w:numId w:val="26"/>
        </w:numPr>
        <w:spacing w:before="60" w:after="120" w:line="240" w:lineRule="auto"/>
        <w:ind w:left="2154" w:hanging="357"/>
        <w:jc w:val="both"/>
        <w:rPr>
          <w:rFonts w:cs="Calibri"/>
        </w:rPr>
      </w:pPr>
      <w:r w:rsidRPr="00347DB5">
        <w:t xml:space="preserve">prokázat zkušenosti s plněním alespoň jedné zakázky spočívající ve </w:t>
      </w:r>
      <w:r>
        <w:t xml:space="preserve">výkonu autorského dozoru projektanta </w:t>
      </w:r>
      <w:r w:rsidRPr="00347DB5">
        <w:t xml:space="preserve">pro stavby železničních drah ve funkci vedoucího týmu, přičemž hodnota zakázky </w:t>
      </w:r>
      <w:r w:rsidRPr="00347DB5">
        <w:rPr>
          <w:rFonts w:cs="Arial"/>
          <w:bCs/>
        </w:rPr>
        <w:t xml:space="preserve">musí činit nejméně </w:t>
      </w:r>
      <w:r>
        <w:rPr>
          <w:rFonts w:cs="Arial"/>
          <w:b/>
          <w:bCs/>
        </w:rPr>
        <w:t>19 mil.</w:t>
      </w:r>
      <w:r w:rsidRPr="00BD5B71">
        <w:rPr>
          <w:rFonts w:cs="Arial"/>
          <w:b/>
          <w:bCs/>
        </w:rPr>
        <w:t xml:space="preserve"> Kč</w:t>
      </w:r>
      <w:r w:rsidRPr="00BD5B71">
        <w:rPr>
          <w:rFonts w:cs="Arial"/>
          <w:bCs/>
        </w:rPr>
        <w:t xml:space="preserve"> bez</w:t>
      </w:r>
      <w:r w:rsidRPr="00347DB5">
        <w:rPr>
          <w:rFonts w:cs="Arial"/>
          <w:bCs/>
        </w:rPr>
        <w:t xml:space="preserve"> DPH</w:t>
      </w:r>
      <w:r w:rsidRPr="00347DB5">
        <w:t xml:space="preserve"> a musí se jednat o zakázku dokončenou, avšak zadavatel nestanoví maximální lhůtu, ve které musela být zakázka dokončena</w:t>
      </w:r>
      <w:r w:rsidR="00786BA2" w:rsidRPr="004B6BF3">
        <w:rPr>
          <w:rFonts w:cs="Calibri"/>
        </w:rPr>
        <w:t xml:space="preserve">. </w:t>
      </w:r>
    </w:p>
    <w:p w14:paraId="66036A17" w14:textId="06F930C5" w:rsidR="00AD4B51" w:rsidRPr="00873A1B" w:rsidRDefault="00AD4B51">
      <w:pPr>
        <w:pStyle w:val="Odstavecseseznamem"/>
        <w:numPr>
          <w:ilvl w:val="0"/>
          <w:numId w:val="19"/>
        </w:numPr>
        <w:spacing w:before="60" w:after="0" w:line="240" w:lineRule="auto"/>
        <w:jc w:val="both"/>
        <w:rPr>
          <w:rFonts w:cs="Calibri"/>
          <w:b/>
        </w:rPr>
      </w:pPr>
      <w:r w:rsidRPr="00873A1B">
        <w:rPr>
          <w:rFonts w:cs="Calibri"/>
          <w:b/>
        </w:rPr>
        <w:t>zástupce hlavního inženýra projektu</w:t>
      </w:r>
    </w:p>
    <w:p w14:paraId="579FBE69" w14:textId="301FE753" w:rsidR="00AD4B51" w:rsidRDefault="00AD4B51" w:rsidP="00873A1B">
      <w:pPr>
        <w:pStyle w:val="Odrka1-2-"/>
        <w:numPr>
          <w:ilvl w:val="0"/>
          <w:numId w:val="32"/>
        </w:numPr>
      </w:pPr>
      <w:r w:rsidRPr="00A27A19">
        <w:t xml:space="preserve">nejméně 5 let praxe v projektování </w:t>
      </w:r>
      <w:r>
        <w:t xml:space="preserve">nebo výkonu autorského dozoru projektanta </w:t>
      </w:r>
      <w:r w:rsidRPr="00A27A19">
        <w:t xml:space="preserve">staveb </w:t>
      </w:r>
      <w:r>
        <w:t xml:space="preserve">na </w:t>
      </w:r>
      <w:r>
        <w:rPr>
          <w:b/>
          <w:u w:val="single"/>
        </w:rPr>
        <w:t>doprav</w:t>
      </w:r>
      <w:r w:rsidRPr="00A12181">
        <w:rPr>
          <w:b/>
          <w:u w:val="single"/>
        </w:rPr>
        <w:t>ních stavbách</w:t>
      </w:r>
      <w:r w:rsidRPr="00A27A19">
        <w:t xml:space="preserve">; </w:t>
      </w:r>
    </w:p>
    <w:p w14:paraId="1ED4D4BE" w14:textId="4DDC494B" w:rsidR="004B6BF3" w:rsidRPr="00873A1B" w:rsidRDefault="00AD4B51" w:rsidP="00873A1B">
      <w:pPr>
        <w:pStyle w:val="Odrka1-2-"/>
        <w:numPr>
          <w:ilvl w:val="0"/>
          <w:numId w:val="32"/>
        </w:numPr>
      </w:pPr>
      <w:r w:rsidRPr="00553FEB">
        <w:t xml:space="preserve">autorizace v rozsahu dle § 5 odst. 3 písm. </w:t>
      </w:r>
      <w:r>
        <w:rPr>
          <w:b/>
        </w:rPr>
        <w:t>b</w:t>
      </w:r>
      <w:r w:rsidRPr="006C3AF7">
        <w:rPr>
          <w:b/>
        </w:rPr>
        <w:t>)</w:t>
      </w:r>
      <w:r>
        <w:t xml:space="preserve"> </w:t>
      </w:r>
      <w:r w:rsidRPr="00553FEB">
        <w:t xml:space="preserve">zák. č. 360/1992 Sb., o výkonu povolání autorizovaných architektů a o výkonu povolání autorizovaných inženýrů a techniků činných ve výstavbě, ve znění pozdějších předpisů (dále jen „autorizační zákon“), tedy pro </w:t>
      </w:r>
      <w:r>
        <w:rPr>
          <w:b/>
          <w:u w:val="single"/>
        </w:rPr>
        <w:t>doprav</w:t>
      </w:r>
      <w:r w:rsidRPr="00BD5B71">
        <w:rPr>
          <w:b/>
          <w:u w:val="single"/>
        </w:rPr>
        <w:t>ní stavby</w:t>
      </w:r>
      <w:r>
        <w:t>;</w:t>
      </w:r>
    </w:p>
    <w:p w14:paraId="174B528A" w14:textId="036FCA23" w:rsidR="009E3A9E" w:rsidRDefault="009E1AEE" w:rsidP="009E3A9E">
      <w:pPr>
        <w:pStyle w:val="Textbezslovn"/>
        <w:spacing w:before="240"/>
      </w:pPr>
      <w:r w:rsidRPr="004B6BF3">
        <w:t xml:space="preserve">Ohledně požadavku na prokázání zkušenosti </w:t>
      </w:r>
      <w:r w:rsidR="00DC6E13" w:rsidRPr="004B6BF3">
        <w:rPr>
          <w:b/>
        </w:rPr>
        <w:t>hlavní</w:t>
      </w:r>
      <w:r w:rsidR="00E06240" w:rsidRPr="004B6BF3">
        <w:rPr>
          <w:b/>
        </w:rPr>
        <w:t>ho</w:t>
      </w:r>
      <w:r w:rsidR="00DC6E13" w:rsidRPr="004B6BF3">
        <w:rPr>
          <w:b/>
        </w:rPr>
        <w:t xml:space="preserve"> projektant</w:t>
      </w:r>
      <w:r w:rsidR="00E06240" w:rsidRPr="004B6BF3">
        <w:rPr>
          <w:b/>
        </w:rPr>
        <w:t>a</w:t>
      </w:r>
      <w:r w:rsidRPr="004B6BF3">
        <w:t xml:space="preserve"> </w:t>
      </w:r>
      <w:r w:rsidR="009E3A9E" w:rsidRPr="004B6BF3">
        <w:t xml:space="preserve">s referenční zakázkou ve funkci vedoucího týmu </w:t>
      </w:r>
      <w:r w:rsidRPr="004B6BF3">
        <w:t xml:space="preserve">zadavatel pro odstranění pochybností upřesňuje, že za </w:t>
      </w:r>
      <w:r w:rsidR="009E3A9E" w:rsidRPr="004B6BF3">
        <w:t xml:space="preserve">vedoucího týmu </w:t>
      </w:r>
      <w:r w:rsidRPr="004B6BF3">
        <w:t>považuje osobu,</w:t>
      </w:r>
      <w:r w:rsidR="00AD0714" w:rsidRPr="004B6BF3">
        <w:t xml:space="preserve"> jež je pověřena řízením a koordinací celého d</w:t>
      </w:r>
      <w:r w:rsidR="00E06240" w:rsidRPr="004B6BF3">
        <w:t>íla</w:t>
      </w:r>
      <w:r w:rsidR="00AD0714" w:rsidRPr="004B6BF3">
        <w:t xml:space="preserve"> </w:t>
      </w:r>
      <w:r w:rsidR="00E06240" w:rsidRPr="004B6BF3">
        <w:t>v</w:t>
      </w:r>
      <w:r w:rsidR="008B19CC" w:rsidRPr="004B6BF3">
        <w:t xml:space="preserve">e </w:t>
      </w:r>
      <w:r w:rsidR="008B19CC" w:rsidRPr="004B6BF3">
        <w:lastRenderedPageBreak/>
        <w:t xml:space="preserve">smyslu </w:t>
      </w:r>
      <w:r w:rsidR="00AD0714" w:rsidRPr="004B6BF3">
        <w:t xml:space="preserve">§ </w:t>
      </w:r>
      <w:r w:rsidR="008B19CC" w:rsidRPr="004B6BF3">
        <w:t xml:space="preserve">113 odst. 2 </w:t>
      </w:r>
      <w:r w:rsidR="00AD0714" w:rsidRPr="004B6BF3">
        <w:t>zákona č. 183/2006 Sb., o územním</w:t>
      </w:r>
      <w:r w:rsidR="00AD0714" w:rsidRPr="00AD0714">
        <w:t xml:space="preserve"> plánování a stavebním řádu (stavební zákon)</w:t>
      </w:r>
      <w:r w:rsidR="00AD0714">
        <w:t>, ve znění pozdějších předpisů</w:t>
      </w:r>
      <w:r>
        <w:t>.</w:t>
      </w:r>
      <w:r w:rsidR="009E3A9E" w:rsidRPr="009E3A9E">
        <w:t xml:space="preserve"> </w:t>
      </w:r>
      <w:r w:rsidR="009E3A9E">
        <w:t>Za vedoucího týmu je tedy považován např. hlavní projektant, hlavní inženýr projektu či manažer projektu, může jím však být i jinak označená osoba splňující výše uvedené parametry.</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02FA2E00" w:rsidR="009E1AEE" w:rsidRDefault="009E1AEE" w:rsidP="009E1AEE">
      <w:pPr>
        <w:pStyle w:val="Textbezslovn"/>
      </w:pPr>
      <w:r>
        <w:t xml:space="preserve">Zadavatel si vyhrazuje právo ověřit pravdivost údajů o zkušenostech </w:t>
      </w:r>
      <w:r w:rsidR="000F747E">
        <w:t>hlavního projektanta</w:t>
      </w:r>
      <w:r w:rsidR="00AD0714">
        <w:t xml:space="preserve"> (HIP)</w:t>
      </w:r>
      <w:r w:rsidR="00B43273">
        <w:t>,</w:t>
      </w:r>
      <w:r>
        <w:t xml:space="preserve"> zejména, zda se na plnění konkrétních zakázek skutečně podíle</w:t>
      </w:r>
      <w:r w:rsidRPr="00B43273">
        <w:t>l</w:t>
      </w:r>
      <w:r>
        <w:t>.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77777777" w:rsidR="00066BAA" w:rsidRDefault="00066BAA" w:rsidP="00066BA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w:t>
      </w:r>
      <w:r w:rsidRPr="004679D1">
        <w:lastRenderedPageBreak/>
        <w:t>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3DACB567"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w:t>
      </w:r>
      <w:r>
        <w:lastRenderedPageBreak/>
        <w:t>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lastRenderedPageBreak/>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519B7D46"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w:t>
      </w:r>
      <w:r w:rsidR="00FC1CF5">
        <w:rPr>
          <w:rStyle w:val="Tun9b"/>
        </w:rPr>
        <w:t xml:space="preserve">znamných služeb nebo doklady o </w:t>
      </w:r>
      <w:r w:rsidR="00A066DE" w:rsidRPr="00A066DE">
        <w:rPr>
          <w:rStyle w:val="Tun9b"/>
        </w:rPr>
        <w:t>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2D04B7" w14:textId="77777777" w:rsidR="0035531B" w:rsidRDefault="0035531B" w:rsidP="00193D8F">
      <w:pPr>
        <w:pStyle w:val="Nadpis1-1"/>
      </w:pPr>
      <w:bookmarkStart w:id="15" w:name="_Toc111199098"/>
      <w:r>
        <w:t>DALŠÍ INFORMACE/DOKUMENTY PŘEDKLÁDANÉ DODAVATELEM</w:t>
      </w:r>
      <w:r w:rsidR="00092CC9">
        <w:t xml:space="preserve"> v </w:t>
      </w:r>
      <w:r>
        <w:t>NABÍDCE</w:t>
      </w:r>
      <w:bookmarkEnd w:id="15"/>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26DCB9AC" w:rsidR="0035531B" w:rsidRDefault="00A066DE" w:rsidP="00A066DE">
      <w:pPr>
        <w:pStyle w:val="Odrka1-1"/>
      </w:pPr>
      <w:r w:rsidRPr="00A066DE">
        <w:t>Dokument obsahující informace o dodavateli, včetně prohlášení o akceptaci vzorové</w:t>
      </w:r>
      <w:r w:rsidR="00D6686C">
        <w:t xml:space="preserve"> Smlouvy</w:t>
      </w:r>
      <w:r w:rsidRPr="00A066DE">
        <w:t xml:space="preserve">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w:t>
      </w:r>
      <w:proofErr w:type="gramStart"/>
      <w:r w:rsidR="00625194" w:rsidRPr="00895982">
        <w:t>4b</w:t>
      </w:r>
      <w:proofErr w:type="gramEnd"/>
      <w:r w:rsidR="00625194" w:rsidRPr="00895982">
        <w:t xml:space="preserve">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w:t>
      </w:r>
      <w:proofErr w:type="gramStart"/>
      <w:r w:rsidR="009717D4" w:rsidRPr="000D22AD">
        <w:t>4b</w:t>
      </w:r>
      <w:proofErr w:type="gramEnd"/>
      <w:r w:rsidR="009717D4" w:rsidRPr="000D22AD">
        <w:t xml:space="preserve">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w:t>
      </w:r>
      <w:r w:rsidRPr="00A066DE">
        <w:lastRenderedPageBreak/>
        <w:t>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194D3D12" w14:textId="702656AA" w:rsidR="00404ACA" w:rsidRDefault="00404ACA"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BA5BBD7" w:rsidR="00A066DE" w:rsidRDefault="00A066DE" w:rsidP="00A066DE">
      <w:pPr>
        <w:pStyle w:val="Odrka1-1"/>
      </w:pPr>
      <w:r>
        <w:t>Jeden ze společníků bude ve výše uvedené smlouvě či jiném dokumentu uveden jako vedoucí společník (Vedoucí zho</w:t>
      </w:r>
      <w:r w:rsidR="00895049">
        <w:t>tovitel ve smyslu Smlouvy</w:t>
      </w:r>
      <w:r>
        <w:t xml:space="preserve">). Vedoucí společník musí být oprávněn ve věcech Smlouvy zastupovat každého ze společníků, jakož i všechny společníky společně a je oprávněn rovněž za ně přijímat pokyny a platby od zadavatele (Objednatele ve smyslu Smlouvy).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w:t>
      </w:r>
      <w:r w:rsidR="007943AC">
        <w:t>mlouvy</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lastRenderedPageBreak/>
        <w:t>Poddodavatelské omezení</w:t>
      </w:r>
    </w:p>
    <w:p w14:paraId="72902E65" w14:textId="332D4634" w:rsidR="00470647" w:rsidRPr="006857BA" w:rsidRDefault="006857BA" w:rsidP="00470647">
      <w:pPr>
        <w:pStyle w:val="Odrka1-1"/>
        <w:rPr>
          <w:strike/>
        </w:rPr>
      </w:pPr>
      <w:r w:rsidRPr="006857BA">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35B1479E"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w:t>
      </w:r>
      <w:r w:rsidR="00D503C0">
        <w:t>umentace s názvem Smlouva</w:t>
      </w:r>
      <w:r>
        <w:t>.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7C41445A" w:rsidR="00465FDD" w:rsidRPr="0025471F" w:rsidRDefault="00465FDD" w:rsidP="00A619CA">
      <w:pPr>
        <w:pStyle w:val="Odrka1-2-"/>
      </w:pPr>
      <w:r w:rsidRPr="0025471F">
        <w:t xml:space="preserve">do těla závazného vzoru smlouvy </w:t>
      </w:r>
      <w:r w:rsidR="00547AD2" w:rsidRPr="0025471F">
        <w:t xml:space="preserve">v </w:t>
      </w:r>
      <w:r w:rsidRPr="0025471F">
        <w:t>čl. 3.3</w:t>
      </w:r>
      <w:r w:rsidR="00A619CA" w:rsidRPr="0025471F">
        <w:t xml:space="preserve"> </w:t>
      </w:r>
      <w:r w:rsidRPr="0025471F">
        <w:t>Cenu Díla bez DPH, která představuje Ceny za výkon autorského dozoru bez DPH;</w:t>
      </w:r>
    </w:p>
    <w:p w14:paraId="7CD6FE8B" w14:textId="77777777" w:rsidR="00465FDD" w:rsidRPr="0025471F" w:rsidRDefault="00465FDD" w:rsidP="00F348C0">
      <w:pPr>
        <w:pStyle w:val="Odrka1-2-"/>
      </w:pPr>
      <w:r w:rsidRPr="0025471F">
        <w:t>do Přílohy č. 4 závazného vzoru smlouvy s názvem Rozpis Ceny Díla:</w:t>
      </w:r>
    </w:p>
    <w:p w14:paraId="5EF0244A" w14:textId="68F2771B" w:rsidR="00465FDD" w:rsidRPr="0025471F" w:rsidRDefault="00465FDD" w:rsidP="00F348C0">
      <w:pPr>
        <w:pStyle w:val="Odrka1-3"/>
        <w:numPr>
          <w:ilvl w:val="0"/>
          <w:numId w:val="0"/>
        </w:numPr>
        <w:ind w:left="1531"/>
      </w:pPr>
      <w:r w:rsidRPr="00AE3955">
        <w:t>Cenu za výkon autorského dozoru</w:t>
      </w:r>
      <w:r w:rsidR="00AE3955" w:rsidRPr="00AE3955">
        <w:t>.</w:t>
      </w:r>
      <w:r w:rsidRPr="00AE3955">
        <w:t xml:space="preserve"> Cena za výkon autorského dozoru je tvořena násobkem jednotkové ceny (tj. průměrné hodinové sazby za výkon autorského dozoru) a v Příloze č. 4 závazného vzoru smlouvy dodavatelem stanovené pracnosti (tj. množství hodin).</w:t>
      </w:r>
      <w:r w:rsidRPr="0025471F">
        <w:t xml:space="preserve">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6" w:name="_Toc111199099"/>
      <w:r>
        <w:t>JAZYK NABÍDEK</w:t>
      </w:r>
      <w:r w:rsidR="008F0019" w:rsidRPr="008F0019">
        <w:t xml:space="preserve"> </w:t>
      </w:r>
      <w:r w:rsidR="008F0019">
        <w:t>A KOMUNIKAČNÍ JAZYK</w:t>
      </w:r>
      <w:bookmarkEnd w:id="16"/>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3F3DF3D0"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7" w:name="_Toc111199100"/>
      <w:r>
        <w:t>OBSAH</w:t>
      </w:r>
      <w:r w:rsidR="00845C50">
        <w:t xml:space="preserve"> a </w:t>
      </w:r>
      <w:r>
        <w:t>PODÁVÁNÍ NABÍDEK</w:t>
      </w:r>
      <w:bookmarkEnd w:id="17"/>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4DDF87CA" w:rsidR="00F348C0" w:rsidRDefault="00716960" w:rsidP="00F348C0">
      <w:pPr>
        <w:pStyle w:val="Odrka1-1"/>
      </w:pPr>
      <w:r>
        <w:t>Návrh Smlouvy</w:t>
      </w:r>
      <w:r w:rsidR="00F348C0">
        <w:t xml:space="preserve">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4AC34DC0" w14:textId="33BCD389" w:rsidR="00404ACA" w:rsidRDefault="00404ACA"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62B50696" w14:textId="77777777" w:rsidR="0035531B" w:rsidRDefault="00F348C0" w:rsidP="00F348C0">
      <w:pPr>
        <w:pStyle w:val="Odrka1-1"/>
      </w:pPr>
      <w:r>
        <w:lastRenderedPageBreak/>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8" w:name="_Toc111199101"/>
      <w:r>
        <w:t>POŽADAVKY NA ZPRACOVÁNÍ NABÍDKOVÉ CENY</w:t>
      </w:r>
      <w:bookmarkEnd w:id="18"/>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1C163AB6" w:rsidR="00F348C0" w:rsidRDefault="00F348C0" w:rsidP="00F348C0">
      <w:pPr>
        <w:pStyle w:val="Text1-1"/>
      </w:pPr>
      <w:r>
        <w:t>Nabídk</w:t>
      </w:r>
      <w:r w:rsidR="009804A0">
        <w:t>ová cena bude ve smlouvě v čl. 4.1</w:t>
      </w:r>
      <w:r>
        <w:t xml:space="preserve">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8EF97B9" w:rsidR="0035531B" w:rsidRDefault="00F348C0" w:rsidP="00F348C0">
      <w:pPr>
        <w:pStyle w:val="Text1-1"/>
        <w:numPr>
          <w:ilvl w:val="0"/>
          <w:numId w:val="0"/>
        </w:numPr>
        <w:spacing w:before="240"/>
        <w:ind w:left="737"/>
      </w:pPr>
      <w:r>
        <w:t xml:space="preserve">Cena Díla bez DPH vkládaná </w:t>
      </w:r>
      <w:r w:rsidR="00B90FC4">
        <w:t>ve smyslu těchto Pokynů do čl. 4.1</w:t>
      </w:r>
      <w:r>
        <w:t xml:space="preserve"> závazného vzoru smlouvy, která představuje </w:t>
      </w:r>
      <w:r w:rsidR="00B85B20">
        <w:t>Cenu</w:t>
      </w:r>
      <w:r>
        <w:t xml:space="preserve">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w:t>
      </w:r>
      <w:r w:rsidR="00E858BD">
        <w:t>m</w:t>
      </w:r>
      <w:r w:rsidR="0035531B">
        <w:t>.</w:t>
      </w:r>
    </w:p>
    <w:p w14:paraId="2BBA308D" w14:textId="77777777" w:rsidR="0035531B" w:rsidRDefault="0035531B" w:rsidP="007038DC">
      <w:pPr>
        <w:pStyle w:val="Nadpis1-1"/>
      </w:pPr>
      <w:bookmarkStart w:id="19" w:name="_Toc111199102"/>
      <w:r>
        <w:t>VARIANTY NABÍDKY</w:t>
      </w:r>
      <w:bookmarkEnd w:id="19"/>
    </w:p>
    <w:p w14:paraId="20E562BF" w14:textId="16E2A784" w:rsidR="0035531B" w:rsidRDefault="0035531B" w:rsidP="0035531B">
      <w:pPr>
        <w:pStyle w:val="Text1-1"/>
      </w:pPr>
      <w:r>
        <w:t>Zadavatel nepřipouš</w:t>
      </w:r>
      <w:r w:rsidR="008A792E">
        <w:t>tí předložení varianty nabídky.</w:t>
      </w:r>
    </w:p>
    <w:p w14:paraId="1B0A04D8" w14:textId="77777777" w:rsidR="0035531B" w:rsidRDefault="0035531B" w:rsidP="007038DC">
      <w:pPr>
        <w:pStyle w:val="Nadpis1-1"/>
      </w:pPr>
      <w:bookmarkStart w:id="20" w:name="_Toc111199103"/>
      <w:r>
        <w:lastRenderedPageBreak/>
        <w:t>OTEVÍRÁNÍ NABÍDEK</w:t>
      </w:r>
      <w:bookmarkEnd w:id="20"/>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1" w:name="_Toc111199104"/>
      <w:r>
        <w:t>POSOUZENÍ SPLNĚNÍ PODMÍNEK ÚČASTI</w:t>
      </w:r>
      <w:bookmarkEnd w:id="21"/>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Pr="0063471C" w:rsidRDefault="0035531B" w:rsidP="007038DC">
      <w:pPr>
        <w:pStyle w:val="Nadpis1-1"/>
      </w:pPr>
      <w:bookmarkStart w:id="22" w:name="_Toc111199105"/>
      <w:r w:rsidRPr="0063471C">
        <w:t>HODNOCENÍ NABÍDEK</w:t>
      </w:r>
      <w:bookmarkEnd w:id="22"/>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lastRenderedPageBreak/>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3FD61DD9" w14:textId="3E355EDD" w:rsidR="008D02BA" w:rsidRPr="00873A1B" w:rsidRDefault="00941491" w:rsidP="00873A1B">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9782" w:type="dxa"/>
        <w:tblInd w:w="-214" w:type="dxa"/>
        <w:tblLayout w:type="fixed"/>
        <w:tblCellMar>
          <w:left w:w="70" w:type="dxa"/>
          <w:right w:w="70" w:type="dxa"/>
        </w:tblCellMar>
        <w:tblLook w:val="04A0" w:firstRow="1" w:lastRow="0" w:firstColumn="1" w:lastColumn="0" w:noHBand="0" w:noVBand="1"/>
      </w:tblPr>
      <w:tblGrid>
        <w:gridCol w:w="1701"/>
        <w:gridCol w:w="4537"/>
        <w:gridCol w:w="1843"/>
        <w:gridCol w:w="1701"/>
      </w:tblGrid>
      <w:tr w:rsidR="008D02BA" w:rsidRPr="004B6BF3" w14:paraId="30F7E41F" w14:textId="77777777" w:rsidTr="00513D3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1FF67C0" w14:textId="77777777" w:rsidR="008D02BA" w:rsidRPr="008D02BA" w:rsidRDefault="008D02BA" w:rsidP="00513D3D">
            <w:pPr>
              <w:rPr>
                <w:rFonts w:cs="Arial"/>
                <w:b/>
                <w:bCs/>
              </w:rPr>
            </w:pPr>
          </w:p>
          <w:p w14:paraId="2E3C026C" w14:textId="77777777" w:rsidR="008D02BA" w:rsidRPr="004B6BF3" w:rsidRDefault="008D02BA" w:rsidP="00513D3D">
            <w:pPr>
              <w:rPr>
                <w:rFonts w:cs="Arial"/>
                <w:b/>
                <w:bCs/>
              </w:rPr>
            </w:pPr>
            <w:r w:rsidRPr="004B6BF3">
              <w:rPr>
                <w:rFonts w:cs="Arial"/>
                <w:b/>
                <w:bCs/>
              </w:rPr>
              <w:t>Člen odborného personálu dodavatele</w:t>
            </w:r>
          </w:p>
        </w:tc>
        <w:tc>
          <w:tcPr>
            <w:tcW w:w="4537" w:type="dxa"/>
            <w:tcBorders>
              <w:top w:val="single" w:sz="4" w:space="0" w:color="auto"/>
              <w:left w:val="nil"/>
              <w:bottom w:val="single" w:sz="4" w:space="0" w:color="auto"/>
              <w:right w:val="single" w:sz="4" w:space="0" w:color="auto"/>
            </w:tcBorders>
            <w:shd w:val="clear" w:color="auto" w:fill="auto"/>
            <w:hideMark/>
          </w:tcPr>
          <w:p w14:paraId="4F35C2A0" w14:textId="77777777" w:rsidR="008D02BA" w:rsidRPr="004B6BF3" w:rsidRDefault="008D02BA" w:rsidP="00513D3D">
            <w:pPr>
              <w:rPr>
                <w:rFonts w:cs="Arial"/>
                <w:b/>
                <w:bCs/>
              </w:rPr>
            </w:pPr>
          </w:p>
          <w:p w14:paraId="5C784259" w14:textId="77777777" w:rsidR="008D02BA" w:rsidRPr="004B6BF3" w:rsidRDefault="008D02BA" w:rsidP="00513D3D">
            <w:pPr>
              <w:rPr>
                <w:rFonts w:cs="Arial"/>
                <w:b/>
                <w:bCs/>
              </w:rPr>
            </w:pPr>
            <w:r w:rsidRPr="004B6BF3">
              <w:rPr>
                <w:rFonts w:cs="Arial"/>
                <w:b/>
                <w:bCs/>
              </w:rPr>
              <w:t>Bodovaná kritéria</w:t>
            </w:r>
          </w:p>
        </w:tc>
        <w:tc>
          <w:tcPr>
            <w:tcW w:w="1843" w:type="dxa"/>
            <w:tcBorders>
              <w:top w:val="single" w:sz="4" w:space="0" w:color="auto"/>
              <w:left w:val="nil"/>
              <w:bottom w:val="single" w:sz="4" w:space="0" w:color="auto"/>
              <w:right w:val="single" w:sz="4" w:space="0" w:color="auto"/>
            </w:tcBorders>
            <w:shd w:val="clear" w:color="auto" w:fill="auto"/>
            <w:hideMark/>
          </w:tcPr>
          <w:p w14:paraId="0C964274" w14:textId="77777777" w:rsidR="008D02BA" w:rsidRPr="004B6BF3" w:rsidRDefault="008D02BA" w:rsidP="00513D3D">
            <w:pPr>
              <w:rPr>
                <w:rFonts w:cs="Arial"/>
                <w:b/>
                <w:bCs/>
              </w:rPr>
            </w:pPr>
          </w:p>
          <w:p w14:paraId="7B8001C0" w14:textId="77777777" w:rsidR="008D02BA" w:rsidRPr="004B6BF3" w:rsidRDefault="008D02BA" w:rsidP="00513D3D">
            <w:pPr>
              <w:rPr>
                <w:rFonts w:cs="Arial"/>
                <w:b/>
                <w:bCs/>
              </w:rPr>
            </w:pPr>
            <w:r w:rsidRPr="004B6BF3">
              <w:rPr>
                <w:rFonts w:cs="Arial"/>
                <w:b/>
                <w:bCs/>
              </w:rPr>
              <w:t xml:space="preserve">Počet bodů </w:t>
            </w:r>
          </w:p>
        </w:tc>
        <w:tc>
          <w:tcPr>
            <w:tcW w:w="1701" w:type="dxa"/>
            <w:tcBorders>
              <w:top w:val="single" w:sz="4" w:space="0" w:color="auto"/>
              <w:left w:val="nil"/>
              <w:bottom w:val="single" w:sz="4" w:space="0" w:color="auto"/>
              <w:right w:val="single" w:sz="4" w:space="0" w:color="auto"/>
            </w:tcBorders>
            <w:shd w:val="clear" w:color="auto" w:fill="auto"/>
            <w:hideMark/>
          </w:tcPr>
          <w:p w14:paraId="78D029FE" w14:textId="77777777" w:rsidR="008D02BA" w:rsidRPr="004B6BF3" w:rsidRDefault="008D02BA" w:rsidP="00513D3D">
            <w:pPr>
              <w:rPr>
                <w:rFonts w:cs="Arial"/>
                <w:b/>
                <w:bCs/>
              </w:rPr>
            </w:pPr>
          </w:p>
          <w:p w14:paraId="64E7F03B" w14:textId="1E312CE0" w:rsidR="008D02BA" w:rsidRPr="004B6BF3" w:rsidRDefault="008D02BA" w:rsidP="00513D3D">
            <w:pPr>
              <w:rPr>
                <w:rFonts w:cs="Arial"/>
                <w:bCs/>
              </w:rPr>
            </w:pPr>
            <w:r w:rsidRPr="004B6BF3">
              <w:rPr>
                <w:rFonts w:cs="Arial"/>
                <w:b/>
                <w:bCs/>
              </w:rPr>
              <w:t>Maximální bodové ohodnocení</w:t>
            </w:r>
            <w:r w:rsidRPr="004B6BF3">
              <w:rPr>
                <w:rFonts w:cs="Arial"/>
                <w:bCs/>
              </w:rPr>
              <w:t xml:space="preserve"> (</w:t>
            </w:r>
            <w:r w:rsidR="007C59F1" w:rsidRPr="00B77110">
              <w:rPr>
                <w:rFonts w:cs="Arial"/>
                <w:bCs/>
              </w:rPr>
              <w:t>zkušenosti nad rámec maxima již nejsou hodnoceny)</w:t>
            </w:r>
          </w:p>
        </w:tc>
      </w:tr>
      <w:tr w:rsidR="008D02BA" w:rsidRPr="004B6BF3" w14:paraId="36E02C90" w14:textId="77777777" w:rsidTr="00513D3D">
        <w:trPr>
          <w:trHeight w:val="765"/>
        </w:trPr>
        <w:tc>
          <w:tcPr>
            <w:tcW w:w="1701" w:type="dxa"/>
            <w:tcBorders>
              <w:top w:val="single" w:sz="4" w:space="0" w:color="auto"/>
              <w:left w:val="single" w:sz="4" w:space="0" w:color="auto"/>
              <w:bottom w:val="single" w:sz="4" w:space="0" w:color="auto"/>
              <w:right w:val="single" w:sz="4" w:space="0" w:color="auto"/>
            </w:tcBorders>
            <w:vAlign w:val="center"/>
            <w:hideMark/>
          </w:tcPr>
          <w:p w14:paraId="71836DF3" w14:textId="620405B3" w:rsidR="008D02BA" w:rsidRPr="004B6BF3" w:rsidRDefault="0047233F" w:rsidP="00513D3D">
            <w:pPr>
              <w:jc w:val="both"/>
              <w:rPr>
                <w:rFonts w:cs="Arial"/>
                <w:bCs/>
              </w:rPr>
            </w:pPr>
            <w:r>
              <w:rPr>
                <w:rFonts w:cs="Arial"/>
                <w:bCs/>
              </w:rPr>
              <w:t>hlavní projektant (HIP)</w:t>
            </w:r>
          </w:p>
        </w:tc>
        <w:tc>
          <w:tcPr>
            <w:tcW w:w="4537" w:type="dxa"/>
            <w:tcBorders>
              <w:top w:val="single" w:sz="4" w:space="0" w:color="auto"/>
              <w:left w:val="nil"/>
              <w:bottom w:val="single" w:sz="4" w:space="0" w:color="auto"/>
              <w:right w:val="single" w:sz="4" w:space="0" w:color="auto"/>
            </w:tcBorders>
            <w:shd w:val="clear" w:color="auto" w:fill="auto"/>
            <w:hideMark/>
          </w:tcPr>
          <w:p w14:paraId="5A1DED3A" w14:textId="41D3484A" w:rsidR="0047233F" w:rsidRPr="004B6BF3" w:rsidRDefault="0047233F" w:rsidP="00513D3D">
            <w:pPr>
              <w:jc w:val="both"/>
              <w:rPr>
                <w:rFonts w:cs="Arial"/>
                <w:bCs/>
              </w:rPr>
            </w:pPr>
            <w:r w:rsidRPr="0047233F">
              <w:rPr>
                <w:rFonts w:cs="Arial"/>
                <w:bCs/>
              </w:rPr>
              <w:t>zkušenost s plněním zakázky spočívající ve výkonu autorského dozoru projektanta pro stavby železničních drah ve funkci vedoucího týmu</w:t>
            </w:r>
            <w:r>
              <w:rPr>
                <w:rFonts w:cs="Arial"/>
                <w:bCs/>
              </w:rPr>
              <w:t xml:space="preserve"> s hodnotou zakázky ve výši nejméně </w:t>
            </w:r>
            <w:r w:rsidRPr="0047233F">
              <w:rPr>
                <w:rFonts w:cs="Arial"/>
                <w:bCs/>
              </w:rPr>
              <w:t xml:space="preserve">19 mil. Kč bez DPH </w:t>
            </w:r>
            <w:r>
              <w:rPr>
                <w:rFonts w:cs="Arial"/>
                <w:bCs/>
              </w:rPr>
              <w:t>a dokončené v posledních 5 letech před zahájením zadávacího řízení, a to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9229DEA" w14:textId="77777777" w:rsidR="008D02BA" w:rsidRPr="004B6BF3" w:rsidRDefault="008D02BA" w:rsidP="00513D3D">
            <w:pPr>
              <w:rPr>
                <w:rFonts w:cs="Arial"/>
                <w:bCs/>
              </w:rPr>
            </w:pPr>
            <w:r w:rsidRPr="004B6BF3">
              <w:rPr>
                <w:rFonts w:cs="Arial"/>
                <w:bCs/>
              </w:rPr>
              <w:t xml:space="preserve">2 body za každou zakázku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010FDA9" w14:textId="11F1C3C2" w:rsidR="008D02BA" w:rsidRPr="004B6BF3" w:rsidRDefault="0047233F" w:rsidP="00513D3D">
            <w:pPr>
              <w:rPr>
                <w:rFonts w:cs="Arial"/>
                <w:bCs/>
              </w:rPr>
            </w:pPr>
            <w:r>
              <w:rPr>
                <w:rFonts w:cs="Arial"/>
                <w:bCs/>
              </w:rPr>
              <w:t>6</w:t>
            </w:r>
          </w:p>
        </w:tc>
      </w:tr>
      <w:tr w:rsidR="008D02BA" w:rsidRPr="004B6BF3" w14:paraId="318119C1" w14:textId="77777777" w:rsidTr="00513D3D">
        <w:trPr>
          <w:trHeight w:val="765"/>
        </w:trPr>
        <w:tc>
          <w:tcPr>
            <w:tcW w:w="1701" w:type="dxa"/>
            <w:tcBorders>
              <w:top w:val="single" w:sz="4" w:space="0" w:color="auto"/>
              <w:left w:val="single" w:sz="4" w:space="0" w:color="auto"/>
              <w:bottom w:val="single" w:sz="4" w:space="0" w:color="auto"/>
              <w:right w:val="single" w:sz="4" w:space="0" w:color="auto"/>
            </w:tcBorders>
            <w:vAlign w:val="center"/>
            <w:hideMark/>
          </w:tcPr>
          <w:p w14:paraId="104CD9B6" w14:textId="7F9A283C" w:rsidR="008D02BA" w:rsidRPr="004B6BF3" w:rsidRDefault="00964DB2" w:rsidP="00964DB2">
            <w:pPr>
              <w:spacing w:after="0"/>
              <w:jc w:val="both"/>
              <w:rPr>
                <w:rFonts w:cs="Arial"/>
                <w:bCs/>
              </w:rPr>
            </w:pPr>
            <w:r>
              <w:rPr>
                <w:rFonts w:cs="Arial"/>
                <w:bCs/>
              </w:rPr>
              <w:t>z</w:t>
            </w:r>
            <w:r w:rsidR="0047233F" w:rsidRPr="0047233F">
              <w:rPr>
                <w:rFonts w:cs="Arial"/>
                <w:bCs/>
              </w:rPr>
              <w:t>ástupce</w:t>
            </w:r>
            <w:r>
              <w:rPr>
                <w:rFonts w:cs="Arial"/>
                <w:bCs/>
              </w:rPr>
              <w:t xml:space="preserve"> </w:t>
            </w:r>
            <w:r w:rsidR="0047233F" w:rsidRPr="0047233F">
              <w:rPr>
                <w:rFonts w:cs="Arial"/>
                <w:bCs/>
              </w:rPr>
              <w:t>hlavního inženýra projektu</w:t>
            </w:r>
          </w:p>
        </w:tc>
        <w:tc>
          <w:tcPr>
            <w:tcW w:w="4537" w:type="dxa"/>
            <w:tcBorders>
              <w:top w:val="single" w:sz="4" w:space="0" w:color="auto"/>
              <w:left w:val="single" w:sz="4" w:space="0" w:color="auto"/>
              <w:bottom w:val="single" w:sz="4" w:space="0" w:color="auto"/>
              <w:right w:val="single" w:sz="4" w:space="0" w:color="auto"/>
            </w:tcBorders>
            <w:shd w:val="clear" w:color="auto" w:fill="auto"/>
            <w:hideMark/>
          </w:tcPr>
          <w:p w14:paraId="6F48DEDA" w14:textId="1C3B9D28" w:rsidR="008D02BA" w:rsidRPr="004B6BF3" w:rsidRDefault="00964DB2" w:rsidP="00964DB2">
            <w:pPr>
              <w:spacing w:after="0"/>
              <w:jc w:val="both"/>
              <w:rPr>
                <w:rFonts w:cs="Arial"/>
                <w:bCs/>
              </w:rPr>
            </w:pPr>
            <w:r w:rsidRPr="00964DB2">
              <w:rPr>
                <w:rFonts w:cs="Arial"/>
                <w:bCs/>
              </w:rPr>
              <w:t>zkušenost s plněním zakázky spočívající ve výkonu autorského dozoru projektanta pro stavby železničních drah ve svém oboru (</w:t>
            </w:r>
            <w:r>
              <w:rPr>
                <w:rFonts w:cs="Arial"/>
                <w:bCs/>
              </w:rPr>
              <w:t>dopravní</w:t>
            </w:r>
            <w:r w:rsidRPr="00964DB2">
              <w:rPr>
                <w:rFonts w:cs="Arial"/>
                <w:bCs/>
              </w:rPr>
              <w:t xml:space="preserve"> stavby) s hodnotou zakázky ve výši nejméně </w:t>
            </w:r>
            <w:r>
              <w:rPr>
                <w:rFonts w:cs="Arial"/>
                <w:bCs/>
              </w:rPr>
              <w:t>19 mil.</w:t>
            </w:r>
            <w:r w:rsidRPr="00964DB2">
              <w:rPr>
                <w:rFonts w:cs="Arial"/>
                <w:bCs/>
              </w:rPr>
              <w:t xml:space="preserve"> Kč bez DPH a dokončené v posledních 5 letech před zahájením zadávacího řízení</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A32D3" w14:textId="77777777" w:rsidR="008D02BA" w:rsidRPr="004B6BF3" w:rsidRDefault="008D02BA" w:rsidP="00964DB2">
            <w:pPr>
              <w:spacing w:after="0"/>
              <w:rPr>
                <w:rFonts w:cs="Arial"/>
                <w:bCs/>
              </w:rPr>
            </w:pPr>
            <w:r w:rsidRPr="004B6BF3">
              <w:rPr>
                <w:rFonts w:cs="Arial"/>
                <w:bCs/>
              </w:rPr>
              <w:t xml:space="preserve">1 bod za každou zakázku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CBC92" w14:textId="2B5FEB3B" w:rsidR="008D02BA" w:rsidRPr="004B6BF3" w:rsidRDefault="0047233F" w:rsidP="00964DB2">
            <w:pPr>
              <w:spacing w:after="0"/>
              <w:rPr>
                <w:rFonts w:cs="Arial"/>
                <w:bCs/>
              </w:rPr>
            </w:pPr>
            <w:r>
              <w:rPr>
                <w:rFonts w:cs="Arial"/>
                <w:bCs/>
              </w:rPr>
              <w:t>3</w:t>
            </w:r>
          </w:p>
          <w:p w14:paraId="16FAE071" w14:textId="77777777" w:rsidR="008D02BA" w:rsidRPr="004B6BF3" w:rsidRDefault="008D02BA" w:rsidP="00513D3D">
            <w:pPr>
              <w:rPr>
                <w:rFonts w:cs="Arial"/>
                <w:bCs/>
              </w:rPr>
            </w:pPr>
          </w:p>
        </w:tc>
      </w:tr>
    </w:tbl>
    <w:p w14:paraId="0D563176" w14:textId="63496B57" w:rsidR="00A80B49" w:rsidRPr="00580BF5" w:rsidRDefault="00A80B49" w:rsidP="00964DB2">
      <w:pPr>
        <w:pStyle w:val="Text1-1"/>
        <w:numPr>
          <w:ilvl w:val="0"/>
          <w:numId w:val="0"/>
        </w:numPr>
        <w:spacing w:before="240"/>
        <w:ind w:left="737"/>
        <w:rPr>
          <w:b/>
        </w:rPr>
      </w:pPr>
      <w:r w:rsidRPr="00580BF5">
        <w:rPr>
          <w:b/>
        </w:rPr>
        <w:lastRenderedPageBreak/>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094F78B5"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postupem dle § 46 odst. 2 ZZVZ</w:t>
      </w:r>
      <w:proofErr w:type="gramStart"/>
      <w:r>
        <w:t>.</w:t>
      </w:r>
      <w:r w:rsidR="00C74318">
        <w:t xml:space="preserve"> </w:t>
      </w:r>
      <w:r>
        <w:t>.</w:t>
      </w:r>
      <w:proofErr w:type="gramEnd"/>
      <w:r>
        <w:t xml:space="preserve">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1DE7C5CD" w:rsidR="00B77110" w:rsidRDefault="00B77110" w:rsidP="00B77110">
      <w:pPr>
        <w:pStyle w:val="Text1-1"/>
        <w:numPr>
          <w:ilvl w:val="0"/>
          <w:numId w:val="0"/>
        </w:numPr>
        <w:ind w:left="737"/>
      </w:pPr>
      <w:r w:rsidRPr="004B6BF3">
        <w:t xml:space="preserve">Doba </w:t>
      </w:r>
      <w:r w:rsidR="008D02BA" w:rsidRPr="004B6BF3">
        <w:t>8</w:t>
      </w:r>
      <w:r w:rsidR="004B6BF3">
        <w:t xml:space="preserve"> </w:t>
      </w:r>
      <w:r w:rsidRPr="004B6BF3">
        <w:t xml:space="preserve">let (u referenčních zakázek uvedených výše v tabulce hodnocených jako zkušenost konkrétního člena odborného personálu) se považuje za splněnou, pokud byla referenční zakázka </w:t>
      </w:r>
      <w:r w:rsidR="008A5E06" w:rsidRPr="004B6BF3">
        <w:t xml:space="preserve">odpovídající zadavatelem stanovené </w:t>
      </w:r>
      <w:r w:rsidR="005446A9" w:rsidRPr="004B6BF3">
        <w:t xml:space="preserve">definici hodnocené zkušenosti </w:t>
      </w:r>
      <w:r w:rsidR="001B6474" w:rsidRPr="004B6BF3">
        <w:t xml:space="preserve">dokončena </w:t>
      </w:r>
      <w:r w:rsidRPr="004B6BF3">
        <w:t xml:space="preserve">v průběhu této doby </w:t>
      </w:r>
      <w:r w:rsidR="001B6474" w:rsidRPr="004B6BF3">
        <w:t xml:space="preserve">nebo kdykoli po zahájení zadávacího řízení až do </w:t>
      </w:r>
      <w:r w:rsidR="00026001" w:rsidRPr="004B6BF3">
        <w:t>lhůty</w:t>
      </w:r>
      <w:r w:rsidR="001B6474" w:rsidRPr="004B6BF3">
        <w:t xml:space="preserve"> p</w:t>
      </w:r>
      <w:r w:rsidR="0090370B" w:rsidRPr="004B6BF3">
        <w:t>r</w:t>
      </w:r>
      <w:r w:rsidR="001B6474" w:rsidRPr="004B6BF3">
        <w:t xml:space="preserve">o podání nabídek </w:t>
      </w:r>
      <w:r w:rsidR="005B3E86" w:rsidRPr="004B6BF3">
        <w:t xml:space="preserve">a postačuje, aby požadované minimální hodnoty referenční zakázky byly dosaženy za celou dobu jejího poskytování, nikoliv pouze v průběhu posledních </w:t>
      </w:r>
      <w:r w:rsidR="008D02BA" w:rsidRPr="004B6BF3">
        <w:t xml:space="preserve">8 </w:t>
      </w:r>
      <w:r w:rsidR="005B3E86" w:rsidRPr="004B6BF3">
        <w:t xml:space="preserve"> let před zahájením zadávacího řízení</w:t>
      </w:r>
      <w:r w:rsidRPr="004B6BF3">
        <w:t xml:space="preserve">. </w:t>
      </w:r>
      <w:r w:rsidR="009F3B3B" w:rsidRPr="004B6BF3">
        <w:t>Je-li referenční zakázka součástí rozsáhlejšího</w:t>
      </w:r>
      <w:r w:rsidR="009F3B3B">
        <w:t xml:space="preserve"> plnění pro téhož dodavatele (např. </w:t>
      </w:r>
      <w:r w:rsidR="005963F6">
        <w:t xml:space="preserve">kromě výkonu autorského dozoru i </w:t>
      </w:r>
      <w:r w:rsidR="009F3B3B">
        <w:t>zpracování jiných stupňů předprojektové pří</w:t>
      </w:r>
      <w:r w:rsidR="00422DE4">
        <w:t>pravy či projektové dokumentace</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w:t>
      </w:r>
      <w:r w:rsidR="009C1AB0">
        <w:t xml:space="preserve"> nutno naplnit i parametr ceny,</w:t>
      </w:r>
      <w:r>
        <w:t xml:space="preserve"> </w:t>
      </w:r>
      <w:r w:rsidR="00766C2B">
        <w:t>tak</w:t>
      </w:r>
      <w:r>
        <w:t>že pro potřeby hodnocení lze považovat za relevantní pro naplnění požadavků hodnoty zakázky i doby plnění pouze tu část plnění zakázky, která připadá na činnosti požadovaného charakteru</w:t>
      </w:r>
      <w:r w:rsidR="0002092B">
        <w:t>, resp.</w:t>
      </w:r>
      <w:r w:rsidR="005963F6">
        <w:t xml:space="preserve"> výkonu autorského dozoru projektanta</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w:t>
      </w:r>
      <w:r>
        <w:lastRenderedPageBreak/>
        <w:t xml:space="preserve">zadavatelem stanovené </w:t>
      </w:r>
      <w:r w:rsidR="009F3B3B">
        <w:t xml:space="preserve">definici </w:t>
      </w:r>
      <w:r>
        <w:t xml:space="preserve">hodnocené zkušenosti, a v jakém časovém období byly tyto konkrétní části plnění </w:t>
      </w:r>
      <w:r w:rsidR="008A5E06">
        <w:t xml:space="preserve">odpovídající zadavatelem stanovené definici hodnocené zkušenosti </w:t>
      </w:r>
      <w:r>
        <w:t xml:space="preserve">dokončeny. </w:t>
      </w:r>
    </w:p>
    <w:p w14:paraId="26C11EE9" w14:textId="15F2D00C"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w:t>
      </w:r>
      <w:r w:rsidR="001A6406">
        <w:t xml:space="preserve">a podmínek stanovených smlouvou </w:t>
      </w:r>
      <w:r>
        <w:t>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5F9C032A"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9C15E7">
        <w:t>objednatelem podepsaný výkon poskytnutých služeb s uvedením stručného popisu výkonu a specifikace autorského dozoru</w:t>
      </w:r>
      <w:r w:rsidR="00AE564B">
        <w:t>).</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7DED1D5F" w:rsidR="00B77110" w:rsidRDefault="00B77110" w:rsidP="00631F69">
      <w:pPr>
        <w:pStyle w:val="Text1-1"/>
        <w:numPr>
          <w:ilvl w:val="0"/>
          <w:numId w:val="0"/>
        </w:numPr>
        <w:spacing w:after="0"/>
        <w:ind w:left="2155" w:firstLine="681"/>
      </w:pPr>
      <w:r>
        <w:t>bod</w:t>
      </w:r>
      <w:r w:rsidR="00FB75D3">
        <w:t>ové hodnocení hodnocené nabídky</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3" w:name="_Toc111199106"/>
      <w:r>
        <w:lastRenderedPageBreak/>
        <w:t>ZRUŠENÍ ZADÁVACÍHO ŘÍZENÍ</w:t>
      </w:r>
      <w:bookmarkEnd w:id="23"/>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4" w:name="_Toc111199107"/>
      <w:r>
        <w:t>UZAVŘENÍ SMLOUVY</w:t>
      </w:r>
      <w:bookmarkEnd w:id="24"/>
    </w:p>
    <w:p w14:paraId="4BE477A5" w14:textId="31179AF7"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w:t>
      </w:r>
      <w:r w:rsidR="00DE2ED1">
        <w:t>umentace s názvem Smlouva</w:t>
      </w:r>
      <w:r w:rsidRPr="00B77110">
        <w:t xml:space="preserve">. </w:t>
      </w:r>
      <w:r w:rsidR="0035531B">
        <w:t xml:space="preserve"> </w:t>
      </w:r>
    </w:p>
    <w:p w14:paraId="16CED53A" w14:textId="73E66F1A"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274994">
        <w:t xml:space="preserve">či pojistné </w:t>
      </w:r>
      <w:r w:rsidR="005B3E86">
        <w:t xml:space="preserve">záruky za provedení díla) </w:t>
      </w:r>
      <w:r w:rsidRPr="00572F04">
        <w:t>a případně i v článku 18.4</w:t>
      </w:r>
      <w:r w:rsidR="0082399E">
        <w:t xml:space="preserve"> až </w:t>
      </w:r>
      <w:r w:rsidR="00404ACA">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274994" w:rsidRPr="00274994">
        <w:rPr>
          <w:b/>
        </w:rPr>
        <w:t>či pojistné</w:t>
      </w:r>
      <w:r w:rsidR="00274994">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274994" w:rsidRPr="00274994">
        <w:rPr>
          <w:b/>
        </w:rPr>
        <w:t>či pojistné</w:t>
      </w:r>
      <w:r w:rsidR="00274994">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2B65F1B7" w14:textId="414CA8B8" w:rsidR="00572F04" w:rsidRDefault="00572F04" w:rsidP="00572F04">
      <w:pPr>
        <w:pStyle w:val="Odrka1-1"/>
      </w:pPr>
      <w:r>
        <w:t>vybraným dodavatelem vypl</w:t>
      </w:r>
      <w:r w:rsidR="003407F0">
        <w:t>něné Přílohy č. 6 Smlouvy</w:t>
      </w:r>
      <w:r>
        <w:t xml:space="preserve">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3D76D055" w:rsidR="00572F04" w:rsidRDefault="00572F04" w:rsidP="00572F04">
      <w:pPr>
        <w:pStyle w:val="Odrka1-1"/>
      </w:pPr>
      <w:r>
        <w:t>vybraným dodavatelem vypl</w:t>
      </w:r>
      <w:r w:rsidR="003407F0">
        <w:t>něné Přílohy č. 8 Smlouvy</w:t>
      </w:r>
      <w:r>
        <w:t xml:space="preserve"> s názvem Seznam poddodavatelů, a </w:t>
      </w:r>
      <w:r w:rsidR="007F1E84">
        <w:t xml:space="preserve">to </w:t>
      </w:r>
      <w:r>
        <w:t>ve formátu umožňujícím editaci;</w:t>
      </w:r>
    </w:p>
    <w:p w14:paraId="14E84710" w14:textId="1DAA133F"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w:t>
      </w:r>
      <w:r w:rsidR="004B21E1">
        <w:t>tovitel ve smyslu Smlouvy</w:t>
      </w:r>
      <w:r>
        <w:t>). Vedoucí společník musí být o</w:t>
      </w:r>
      <w:r w:rsidR="00F73700">
        <w:t>právněn ve věcech Smlouvy</w:t>
      </w:r>
      <w:r>
        <w:t xml:space="preserve"> zastupovat každého ze společníků, jakož i všechny </w:t>
      </w:r>
      <w:r>
        <w:lastRenderedPageBreak/>
        <w:t>společníky společně, a být oprávněn rovněž za ně přijímat pokyny a platby od zadavatele (Obje</w:t>
      </w:r>
      <w:r w:rsidR="006853F3">
        <w:t>dnatele ve smyslu Smlouvy</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03CC470A" w:rsidR="00572F04" w:rsidRDefault="00572F04" w:rsidP="00572F04">
      <w:pPr>
        <w:pStyle w:val="Odrka1-1"/>
      </w:pPr>
      <w:r>
        <w:t>originálů nebo ověřených kopií písemných závazků poddodavatelů uvedený</w:t>
      </w:r>
      <w:r w:rsidR="003358F2">
        <w:t>ch v Příloze č. 8 Smlouvy</w:t>
      </w:r>
      <w:r>
        <w:t xml:space="preserve"> s názvem Seznam poddodavatelů, kteří se budou podílet na plnění veřejné zakázky, tzn. i těch poddodavatelů, prostřednictvím kterých vybraný dodavatel neprokazuje splnění části kvalifikace. Z předložených dokumentů musí být patrné, že poddodavatelé uvede</w:t>
      </w:r>
      <w:r w:rsidR="00CF3769">
        <w:t>ní v Příloze č. 8 Smlouvy</w:t>
      </w:r>
      <w:r>
        <w:t xml:space="preserve"> souhlasí se svým budoucím zapojením do plnění předmětu veřejné zakázky a jsou připraveni své konkrétně specifikované plnění poskytnout.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 xml:space="preserve">Za účelem splnění povinností dle § </w:t>
      </w:r>
      <w:proofErr w:type="gramStart"/>
      <w:r>
        <w:t>4b</w:t>
      </w:r>
      <w:proofErr w:type="gramEnd"/>
      <w:r>
        <w:t xml:space="preserve">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w:t>
      </w:r>
      <w:proofErr w:type="gramStart"/>
      <w:r w:rsidRPr="007E738C">
        <w:t>4b</w:t>
      </w:r>
      <w:proofErr w:type="gramEnd"/>
      <w:r w:rsidRPr="007E738C">
        <w:t xml:space="preserve"> </w:t>
      </w:r>
      <w:r>
        <w:t>z</w:t>
      </w:r>
      <w:r w:rsidRPr="007E738C">
        <w:t>ákona o střetu</w:t>
      </w:r>
      <w:r>
        <w:t xml:space="preserve"> zájmů.</w:t>
      </w:r>
    </w:p>
    <w:p w14:paraId="6C5ADE2A" w14:textId="0DA53AAA"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w:t>
      </w:r>
      <w:r w:rsidRPr="00572F04">
        <w:lastRenderedPageBreak/>
        <w:t>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1C6BCF55"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5" w:name="_Toc111199108"/>
      <w:r>
        <w:t>OCHRANA INFORMACÍ</w:t>
      </w:r>
      <w:bookmarkEnd w:id="25"/>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6" w:name="_Toc111199109"/>
      <w:r>
        <w:t>ZADÁVACÍ LHŮTA</w:t>
      </w:r>
      <w:r w:rsidR="00845C50">
        <w:t xml:space="preserve"> </w:t>
      </w:r>
      <w:r w:rsidR="00092CC9">
        <w:t>A</w:t>
      </w:r>
      <w:r w:rsidR="00845C50">
        <w:t> </w:t>
      </w:r>
      <w:r>
        <w:t>JISTOTA ZA NABÍDKU</w:t>
      </w:r>
      <w:bookmarkEnd w:id="26"/>
    </w:p>
    <w:p w14:paraId="1A4EAD0E" w14:textId="077FBE11" w:rsidR="0035531B" w:rsidRDefault="0058683B" w:rsidP="0058683B">
      <w:pPr>
        <w:pStyle w:val="Text1-1"/>
        <w:numPr>
          <w:ilvl w:val="0"/>
          <w:numId w:val="0"/>
        </w:numPr>
        <w:ind w:left="737"/>
      </w:pPr>
      <w:r w:rsidRPr="009C6623">
        <w:rPr>
          <w:b/>
        </w:rPr>
        <w:t>NEOBSAZENO</w:t>
      </w:r>
    </w:p>
    <w:p w14:paraId="0D316BDF" w14:textId="1E39CA38" w:rsidR="00423AD4" w:rsidRDefault="00423AD4" w:rsidP="00ED60D0">
      <w:pPr>
        <w:pStyle w:val="Nadpis1-1"/>
        <w:jc w:val="both"/>
      </w:pPr>
      <w:bookmarkStart w:id="27" w:name="_Toc59538672"/>
      <w:bookmarkStart w:id="28" w:name="_Toc61510465"/>
      <w:bookmarkStart w:id="29" w:name="_Toc111199110"/>
      <w:r>
        <w:t>SOCIÁLNĚ A ENVIRO</w:t>
      </w:r>
      <w:r w:rsidR="007C1CD8">
        <w:t>N</w:t>
      </w:r>
      <w:r>
        <w:t>MENTÁLNĚ ODPOVĚDNÉ ZADÁVÁNÍ, INOVACE</w:t>
      </w:r>
      <w:bookmarkEnd w:id="27"/>
      <w:bookmarkEnd w:id="28"/>
      <w:bookmarkEnd w:id="29"/>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lastRenderedPageBreak/>
        <w:t xml:space="preserve">porady </w:t>
      </w:r>
      <w:r w:rsidR="00302811">
        <w:t xml:space="preserve">a jednání </w:t>
      </w:r>
      <w:r>
        <w:t>veden</w:t>
      </w:r>
      <w:r w:rsidR="00302811">
        <w:t>á</w:t>
      </w:r>
      <w:r>
        <w:t xml:space="preserve"> </w:t>
      </w:r>
      <w:r w:rsidRPr="000C3276">
        <w:t>primárně distančním způsobem</w:t>
      </w:r>
    </w:p>
    <w:p w14:paraId="23D25BD6" w14:textId="47CBC2A5"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B305FE">
        <w:t>článku 4</w:t>
      </w:r>
      <w:r w:rsidR="00980909" w:rsidRPr="00B305FE">
        <w:t>.7</w:t>
      </w:r>
      <w:r>
        <w:t xml:space="preserve"> závazného vzoru smlouvy, který je dílem 2 zadávací dokumentace</w:t>
      </w:r>
      <w:r w:rsidR="00980909">
        <w:t>.</w:t>
      </w:r>
    </w:p>
    <w:p w14:paraId="14DBA9D6" w14:textId="5C8B291F" w:rsidR="00404ACA" w:rsidRDefault="00404ACA" w:rsidP="00404ACA">
      <w:pPr>
        <w:pStyle w:val="Nadpis1-1"/>
        <w:jc w:val="both"/>
      </w:pPr>
      <w:bookmarkStart w:id="30" w:name="_Toc102380477"/>
      <w:bookmarkStart w:id="31" w:name="_Toc103683200"/>
      <w:bookmarkStart w:id="32" w:name="_Toc111199111"/>
      <w:r>
        <w:t xml:space="preserve">Další zadávací podmínky v návaznosti na sankce </w:t>
      </w:r>
      <w:r w:rsidRPr="00515FDB">
        <w:t>v</w:t>
      </w:r>
      <w:r>
        <w:t> souvislosti se situací na Ukrajině</w:t>
      </w:r>
      <w:bookmarkEnd w:id="30"/>
      <w:bookmarkEnd w:id="31"/>
      <w:bookmarkEnd w:id="32"/>
    </w:p>
    <w:p w14:paraId="0D33BDF9" w14:textId="77777777"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150BC284" w14:textId="77777777" w:rsidR="003B1E43" w:rsidRDefault="003B1E43" w:rsidP="00301255">
      <w:pPr>
        <w:pStyle w:val="Text1-1"/>
        <w:numPr>
          <w:ilvl w:val="0"/>
          <w:numId w:val="16"/>
        </w:numPr>
      </w:pPr>
      <w:r>
        <w:t>jakémukoli ruskému státnímu příslušníkovi, fyzické či právnické osobě nebo subjektu či orgánu se sídlem v Rusku,</w:t>
      </w:r>
    </w:p>
    <w:p w14:paraId="7F31F93F" w14:textId="77777777" w:rsidR="003B1E43" w:rsidRDefault="003B1E43" w:rsidP="00301255">
      <w:pPr>
        <w:pStyle w:val="Text1-1"/>
        <w:numPr>
          <w:ilvl w:val="0"/>
          <w:numId w:val="16"/>
        </w:numPr>
        <w:spacing w:before="120"/>
      </w:pPr>
      <w:r>
        <w:t>právnické osobě, subjektu nebo orgánu, které jsou z více než 50 % přímo či nepřímo vlastněny některým ze subjektů uvedených v písmeni a) tohoto odstavce, nebo</w:t>
      </w:r>
    </w:p>
    <w:p w14:paraId="3B33E80A" w14:textId="77777777" w:rsidR="003B1E43" w:rsidRDefault="003B1E43" w:rsidP="00301255">
      <w:pPr>
        <w:pStyle w:val="Text1-1"/>
        <w:numPr>
          <w:ilvl w:val="0"/>
          <w:numId w:val="16"/>
        </w:numPr>
      </w:pPr>
      <w:r>
        <w:t>fyzické nebo právnické osobě, subjektu nebo orgánu, které jednají jménem nebo na pokyn některého ze subjektů uvedených v písmeni a) nebo b) tohoto odstavce,</w:t>
      </w:r>
    </w:p>
    <w:p w14:paraId="51598EBD" w14:textId="77777777"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73C5D0F5" w14:textId="77777777"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3B1E4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w:t>
      </w:r>
      <w:r w:rsidRPr="00F35FBD">
        <w:lastRenderedPageBreak/>
        <w:t>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11B18665" w:rsidR="003B1E43" w:rsidRPr="00404ACA" w:rsidRDefault="003B1E43" w:rsidP="003B1E43">
      <w:pPr>
        <w:pStyle w:val="Text1-1"/>
      </w:pPr>
      <w:r w:rsidRPr="00FA4410">
        <w:t>V případě postupu účastníka v rozporu s</w:t>
      </w:r>
      <w:r>
        <w:t xml:space="preserve"> tímto článkem </w:t>
      </w:r>
      <w:r w:rsidRPr="00FA4410">
        <w:t>bude účastník vyloučen ze zadávacího řízení</w:t>
      </w:r>
      <w:r>
        <w:t>.</w:t>
      </w:r>
    </w:p>
    <w:p w14:paraId="5751B585" w14:textId="4B805221" w:rsidR="0035531B" w:rsidRDefault="0035531B" w:rsidP="00564DDD">
      <w:pPr>
        <w:pStyle w:val="Nadpis1-1"/>
      </w:pPr>
      <w:bookmarkStart w:id="33" w:name="_Toc111199112"/>
      <w:r>
        <w:t>PŘÍLOHY TĚCHTO POKYNŮ</w:t>
      </w:r>
      <w:bookmarkEnd w:id="33"/>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6B80908E" w:rsidR="003273E4" w:rsidRDefault="003273E4"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44413B53" w14:textId="1F3F3DB6" w:rsidR="0035531B" w:rsidRDefault="0035531B" w:rsidP="00564DDD">
      <w:pPr>
        <w:pStyle w:val="Textbezslovn"/>
        <w:spacing w:after="0"/>
      </w:pPr>
    </w:p>
    <w:p w14:paraId="56483B1F" w14:textId="77777777" w:rsidR="0079157E" w:rsidRDefault="0079157E" w:rsidP="00301255">
      <w:pPr>
        <w:pStyle w:val="Textbezslovn"/>
        <w:spacing w:after="0"/>
        <w:ind w:left="0"/>
      </w:pPr>
    </w:p>
    <w:p w14:paraId="3EC3AEB8" w14:textId="77777777" w:rsidR="0035531B" w:rsidRDefault="0035531B" w:rsidP="00564DDD">
      <w:pPr>
        <w:pStyle w:val="Textbezslovn"/>
        <w:spacing w:after="0"/>
      </w:pPr>
      <w:r>
        <w:t>…………………………………………….</w:t>
      </w:r>
    </w:p>
    <w:p w14:paraId="7412A501" w14:textId="776CFD4C" w:rsidR="0035531B" w:rsidRPr="0079157E" w:rsidRDefault="0035531B" w:rsidP="00564DDD">
      <w:pPr>
        <w:pStyle w:val="Textbezslovn"/>
        <w:spacing w:after="0"/>
        <w:rPr>
          <w:b/>
        </w:rPr>
      </w:pPr>
      <w:r w:rsidRPr="0079157E">
        <w:rPr>
          <w:b/>
        </w:rPr>
        <w:t>Ing</w:t>
      </w:r>
      <w:r w:rsidR="009131E2">
        <w:rPr>
          <w:b/>
        </w:rPr>
        <w:t xml:space="preserve">. Petr </w:t>
      </w:r>
      <w:proofErr w:type="spellStart"/>
      <w:r w:rsidR="009131E2">
        <w:rPr>
          <w:b/>
        </w:rPr>
        <w:t>Hofhanzl</w:t>
      </w:r>
      <w:proofErr w:type="spellEnd"/>
    </w:p>
    <w:p w14:paraId="0A51013E" w14:textId="3A508183" w:rsidR="0035531B" w:rsidRPr="0079157E" w:rsidRDefault="009131E2" w:rsidP="00564DDD">
      <w:pPr>
        <w:pStyle w:val="Textbezslovn"/>
        <w:spacing w:after="0"/>
      </w:pPr>
      <w:r>
        <w:t>Ředitel Stavební správy západ</w:t>
      </w:r>
    </w:p>
    <w:p w14:paraId="60A94DF6" w14:textId="77777777" w:rsidR="0035531B" w:rsidRDefault="0035531B" w:rsidP="00564DDD">
      <w:pPr>
        <w:pStyle w:val="Textbezslovn"/>
        <w:spacing w:after="0"/>
      </w:pPr>
      <w:r w:rsidRPr="0079157E">
        <w:t>Správa železni</w:t>
      </w:r>
      <w:r w:rsidR="00040961" w:rsidRPr="0079157E">
        <w:t>c</w:t>
      </w:r>
      <w:r w:rsidRPr="0079157E">
        <w:t>,</w:t>
      </w:r>
      <w:r w:rsidR="00F67ED4" w:rsidRPr="0079157E">
        <w:t xml:space="preserve"> </w:t>
      </w:r>
      <w:r w:rsidRPr="0079157E">
        <w:t>státní organizace</w:t>
      </w:r>
    </w:p>
    <w:p w14:paraId="5A20B72C" w14:textId="77777777" w:rsidR="0035531B" w:rsidRDefault="0035531B" w:rsidP="00564DDD">
      <w:pPr>
        <w:pStyle w:val="Textbezslovn"/>
      </w:pP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4E23C1D8" w:rsidR="006A540D" w:rsidRDefault="006A540D" w:rsidP="006A540D">
      <w:pPr>
        <w:pStyle w:val="Textbezslovn"/>
        <w:ind w:left="0"/>
      </w:pPr>
      <w:r w:rsidRPr="006A6AF2">
        <w:t xml:space="preserve">Řádně jsme se seznámili se zněním zadávacích podmínek veřejné zakázky s názvem </w:t>
      </w:r>
      <w:r w:rsidR="00281DC4" w:rsidRPr="00281DC4">
        <w:rPr>
          <w:b/>
        </w:rPr>
        <w:t>„</w:t>
      </w:r>
      <w:r w:rsidR="0053275C" w:rsidRPr="0053275C">
        <w:rPr>
          <w:b/>
        </w:rPr>
        <w:t xml:space="preserve">Uzel Plzeň, 5. stavba </w:t>
      </w:r>
      <w:proofErr w:type="spellStart"/>
      <w:proofErr w:type="gramStart"/>
      <w:r w:rsidR="0053275C" w:rsidRPr="0053275C">
        <w:rPr>
          <w:b/>
        </w:rPr>
        <w:t>Lobzy</w:t>
      </w:r>
      <w:proofErr w:type="spellEnd"/>
      <w:r w:rsidR="0053275C" w:rsidRPr="0053275C">
        <w:rPr>
          <w:b/>
        </w:rPr>
        <w:t xml:space="preserve"> - </w:t>
      </w:r>
      <w:proofErr w:type="spellStart"/>
      <w:r w:rsidR="0053275C" w:rsidRPr="0053275C">
        <w:rPr>
          <w:b/>
        </w:rPr>
        <w:t>Koterov</w:t>
      </w:r>
      <w:proofErr w:type="spellEnd"/>
      <w:proofErr w:type="gramEnd"/>
      <w:r w:rsidR="00281DC4" w:rsidRPr="00281DC4">
        <w:rPr>
          <w:b/>
        </w:rPr>
        <w:t>“</w:t>
      </w:r>
      <w:r w:rsidRPr="006A6AF2">
        <w:t xml:space="preserve"> a podáním této nabídky akceptujeme vzorovou Smlo</w:t>
      </w:r>
      <w:r w:rsidR="00EB3D51">
        <w:t>uvu</w:t>
      </w:r>
      <w:r w:rsidRPr="006A6AF2">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10A7953B" w:rsidR="00564DDD" w:rsidRDefault="00564DDD" w:rsidP="007C1CD8">
      <w:pPr>
        <w:pStyle w:val="Textbezslovn"/>
        <w:ind w:left="0"/>
      </w:pPr>
      <w:r>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4CD06664"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2E516D9"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07D94735"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w:t>
            </w:r>
            <w:r w:rsidR="00CB7934" w:rsidRPr="007562A0">
              <w:rPr>
                <w:b/>
              </w:rPr>
              <w:t xml:space="preserve">posledních </w:t>
            </w:r>
            <w:r w:rsidR="008D02BA" w:rsidRPr="004B6BF3">
              <w:t>8</w:t>
            </w:r>
            <w:r w:rsidR="004B6BF3">
              <w:t xml:space="preserve"> </w:t>
            </w:r>
            <w:r w:rsidRPr="007562A0">
              <w:rPr>
                <w:b/>
              </w:rPr>
              <w:t>let</w:t>
            </w:r>
            <w:r w:rsidRPr="002D5F95">
              <w:rPr>
                <w:b/>
              </w:rPr>
              <w:t xml:space="preserve"> v Kč*** bez DPH</w:t>
            </w:r>
          </w:p>
          <w:p w14:paraId="09CF9652" w14:textId="1C795F0B"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301255">
      <w:pPr>
        <w:pStyle w:val="Odstavec1-1a"/>
        <w:numPr>
          <w:ilvl w:val="0"/>
          <w:numId w:val="13"/>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301255">
      <w:pPr>
        <w:pStyle w:val="Odstavec1-1a"/>
        <w:numPr>
          <w:ilvl w:val="0"/>
          <w:numId w:val="13"/>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301255">
      <w:pPr>
        <w:pStyle w:val="Odstavec1-1a"/>
        <w:numPr>
          <w:ilvl w:val="0"/>
          <w:numId w:val="10"/>
        </w:numPr>
      </w:pPr>
      <w:r>
        <w:t>Příjmení: [</w:t>
      </w:r>
      <w:r w:rsidRPr="00DE6A35">
        <w:rPr>
          <w:b/>
          <w:highlight w:val="yellow"/>
        </w:rPr>
        <w:t>DOPLNÍ DODAVATEL</w:t>
      </w:r>
      <w:r>
        <w:t>]</w:t>
      </w:r>
    </w:p>
    <w:p w14:paraId="29EC71CC" w14:textId="77777777" w:rsidR="0035531B" w:rsidRDefault="0035531B" w:rsidP="00301255">
      <w:pPr>
        <w:pStyle w:val="Odstavec1-1a"/>
        <w:numPr>
          <w:ilvl w:val="0"/>
          <w:numId w:val="10"/>
        </w:numPr>
      </w:pPr>
      <w:r>
        <w:t>Jméno: [</w:t>
      </w:r>
      <w:r w:rsidRPr="00DE6A35">
        <w:rPr>
          <w:b/>
          <w:highlight w:val="yellow"/>
        </w:rPr>
        <w:t>DOPLNÍ DODAVATEL</w:t>
      </w:r>
      <w:r>
        <w:t>]</w:t>
      </w:r>
    </w:p>
    <w:p w14:paraId="6ED6719A" w14:textId="77777777" w:rsidR="0035531B" w:rsidRDefault="0035531B" w:rsidP="00301255">
      <w:pPr>
        <w:pStyle w:val="Odstavec1-1a"/>
        <w:numPr>
          <w:ilvl w:val="0"/>
          <w:numId w:val="10"/>
        </w:numPr>
      </w:pPr>
      <w:r>
        <w:t>Datum narození: [</w:t>
      </w:r>
      <w:r w:rsidRPr="00833899">
        <w:rPr>
          <w:highlight w:val="yellow"/>
        </w:rPr>
        <w:t>DOPLNÍ DODAVATEL</w:t>
      </w:r>
      <w:r>
        <w:t>]</w:t>
      </w:r>
    </w:p>
    <w:p w14:paraId="33D120A0" w14:textId="77777777" w:rsidR="0035531B" w:rsidRDefault="0035531B" w:rsidP="00301255">
      <w:pPr>
        <w:pStyle w:val="Odstavec1-1a"/>
        <w:numPr>
          <w:ilvl w:val="0"/>
          <w:numId w:val="10"/>
        </w:numPr>
      </w:pPr>
      <w:r>
        <w:t>Kontaktní pracovní adresa (včetně pracovní tel/e-mail): [</w:t>
      </w:r>
      <w:r w:rsidRPr="00833899">
        <w:rPr>
          <w:highlight w:val="yellow"/>
        </w:rPr>
        <w:t>DOPLNÍ DODAVATEL</w:t>
      </w:r>
      <w:r>
        <w:t>]</w:t>
      </w:r>
    </w:p>
    <w:p w14:paraId="78DD6161" w14:textId="1217BAFE" w:rsidR="0035531B" w:rsidRDefault="0035531B" w:rsidP="00301255">
      <w:pPr>
        <w:pStyle w:val="Odstavec1-1a"/>
        <w:numPr>
          <w:ilvl w:val="0"/>
          <w:numId w:val="10"/>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301255">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301255">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301255">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301255">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301255">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301255">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301255">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301255">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6597B8A9" w:rsidR="0035531B" w:rsidRDefault="00543F07" w:rsidP="00301255">
      <w:pPr>
        <w:pStyle w:val="Odstavec1-1a"/>
        <w:numPr>
          <w:ilvl w:val="0"/>
          <w:numId w:val="10"/>
        </w:numPr>
      </w:pPr>
      <w:r w:rsidRPr="00543F07">
        <w:rPr>
          <w:b/>
        </w:rPr>
        <w:t xml:space="preserve">Zkušenosti </w:t>
      </w:r>
      <w:r w:rsidRPr="00543F07">
        <w:t>s plněním zakázek u funkce</w:t>
      </w:r>
      <w:r w:rsidRPr="00543F07">
        <w:rPr>
          <w:b/>
        </w:rPr>
        <w:t xml:space="preserve"> </w:t>
      </w:r>
      <w:r w:rsidR="002C124C">
        <w:rPr>
          <w:b/>
        </w:rPr>
        <w:t>hlavního projektanta</w:t>
      </w:r>
      <w:r w:rsidRPr="00543F07">
        <w:rPr>
          <w:b/>
        </w:rPr>
        <w:t xml:space="preserve"> </w:t>
      </w:r>
      <w:r w:rsidR="00AD0714">
        <w:rPr>
          <w:b/>
        </w:rPr>
        <w:t>(HIP)</w:t>
      </w:r>
      <w:r w:rsidRPr="00543F07">
        <w:rPr>
          <w:b/>
        </w:rPr>
        <w:t xml:space="preserve"> za účelem prokázání kvalifikace </w:t>
      </w:r>
      <w:r w:rsidRPr="00543F07">
        <w:t>(u ostatních osob se tabulka proškrtne nebo nevyplní)</w:t>
      </w:r>
      <w:r w:rsidR="00307641">
        <w:rPr>
          <w:rStyle w:val="Znakapoznpodarou"/>
        </w:rPr>
        <w:footnoteReference w:id="6"/>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lastRenderedPageBreak/>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098D3499" w:rsidR="00C6339C" w:rsidRPr="00543F07" w:rsidRDefault="00C6339C" w:rsidP="003E6554">
            <w:pPr>
              <w:rPr>
                <w:sz w:val="16"/>
                <w:szCs w:val="16"/>
              </w:rPr>
            </w:pPr>
            <w:r w:rsidRPr="0042061D">
              <w:rPr>
                <w:sz w:val="16"/>
                <w:szCs w:val="16"/>
              </w:rPr>
              <w:t>Cena zakázky v Kč bez DPH, resp. té části plnění zakázky, kter</w:t>
            </w:r>
            <w:r>
              <w:rPr>
                <w:sz w:val="16"/>
                <w:szCs w:val="16"/>
              </w:rPr>
              <w:t>á</w:t>
            </w:r>
            <w:r w:rsidRPr="0042061D">
              <w:rPr>
                <w:sz w:val="16"/>
                <w:szCs w:val="16"/>
              </w:rPr>
              <w:t xml:space="preserve"> v případě zakázky na více</w:t>
            </w:r>
            <w:r w:rsidR="009660AD">
              <w:rPr>
                <w:sz w:val="16"/>
                <w:szCs w:val="16"/>
              </w:rPr>
              <w:t xml:space="preserve"> činností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8AFE385" w:rsidR="00452F69" w:rsidRPr="00833899" w:rsidRDefault="00543F07" w:rsidP="003E6554">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w:t>
            </w:r>
            <w:r w:rsidR="003E6554">
              <w:rPr>
                <w:sz w:val="16"/>
                <w:szCs w:val="16"/>
              </w:rPr>
              <w:t xml:space="preserve"> výkonu autorského dozoru)</w:t>
            </w:r>
            <w:r w:rsidR="00EF13E3">
              <w:rPr>
                <w:sz w:val="16"/>
                <w:szCs w:val="16"/>
              </w:rPr>
              <w:t xml:space="preserve">; </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3E655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ED364F" w:rsidRDefault="0079069D" w:rsidP="00E33B76">
            <w:pPr>
              <w:rPr>
                <w:b w:val="0"/>
                <w:sz w:val="16"/>
                <w:szCs w:val="16"/>
              </w:rPr>
            </w:pPr>
            <w:r w:rsidRPr="00ED364F">
              <w:rPr>
                <w:b w:val="0"/>
                <w:sz w:val="16"/>
                <w:szCs w:val="16"/>
              </w:rPr>
              <w:t>Vykonávaná funkce/pozice a p</w:t>
            </w:r>
            <w:r w:rsidR="00543F07" w:rsidRPr="00ED364F">
              <w:rPr>
                <w:b w:val="0"/>
                <w:sz w:val="16"/>
                <w:szCs w:val="16"/>
              </w:rPr>
              <w:t>opis pracovních činností vykonávaných členem odb</w:t>
            </w:r>
            <w:r w:rsidR="00E33B76" w:rsidRPr="00ED364F">
              <w:rPr>
                <w:b w:val="0"/>
                <w:sz w:val="16"/>
                <w:szCs w:val="16"/>
              </w:rPr>
              <w:t>orného</w:t>
            </w:r>
            <w:r w:rsidR="00543F07" w:rsidRPr="00ED364F">
              <w:rPr>
                <w:b w:val="0"/>
                <w:sz w:val="16"/>
                <w:szCs w:val="16"/>
              </w:rPr>
              <w:t xml:space="preserve"> </w:t>
            </w:r>
            <w:proofErr w:type="gramStart"/>
            <w:r w:rsidR="00543F07" w:rsidRPr="00ED364F">
              <w:rPr>
                <w:b w:val="0"/>
                <w:sz w:val="16"/>
                <w:szCs w:val="16"/>
              </w:rPr>
              <w:t>personálu - v</w:t>
            </w:r>
            <w:proofErr w:type="gramEnd"/>
            <w:r w:rsidR="00543F07" w:rsidRPr="00ED364F">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ED364F"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ED364F">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487D9EE5" w:rsidR="0035531B" w:rsidRPr="001950C2" w:rsidRDefault="0035531B" w:rsidP="00301255">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301255">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301255">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651BF049" w:rsidR="00746A3A" w:rsidRPr="00833899" w:rsidRDefault="00746A3A" w:rsidP="003E6554">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6F0F4256" w:rsidR="00746A3A" w:rsidRPr="00543F07" w:rsidRDefault="00746A3A" w:rsidP="003E6554">
            <w:pPr>
              <w:rPr>
                <w:sz w:val="16"/>
                <w:szCs w:val="16"/>
              </w:rPr>
            </w:pPr>
            <w:r w:rsidRPr="0042061D">
              <w:rPr>
                <w:sz w:val="16"/>
                <w:szCs w:val="16"/>
              </w:rPr>
              <w:t>Cena zakázky v Kč bez DPH, resp. té části plnění zakázky, kter</w:t>
            </w:r>
            <w:r>
              <w:rPr>
                <w:sz w:val="16"/>
                <w:szCs w:val="16"/>
              </w:rPr>
              <w:t>á</w:t>
            </w:r>
            <w:r w:rsidRPr="0042061D">
              <w:rPr>
                <w:sz w:val="16"/>
                <w:szCs w:val="16"/>
              </w:rPr>
              <w:t xml:space="preserve"> v případě zakázky na více činností</w:t>
            </w:r>
            <w:r>
              <w:rPr>
                <w:sz w:val="16"/>
                <w:szCs w:val="16"/>
              </w:rPr>
              <w:t xml:space="preserv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117065F" w:rsidR="00746A3A" w:rsidRPr="00833899" w:rsidRDefault="00746A3A" w:rsidP="003E6554">
            <w:pPr>
              <w:rPr>
                <w:sz w:val="16"/>
                <w:szCs w:val="16"/>
              </w:rPr>
            </w:pPr>
            <w:r w:rsidRPr="00543F07">
              <w:rPr>
                <w:sz w:val="16"/>
                <w:szCs w:val="16"/>
              </w:rPr>
              <w:t>Termín dokončení zakázky, resp. té části plnění zakázky</w:t>
            </w:r>
            <w:r w:rsidR="00294DE2">
              <w:rPr>
                <w:sz w:val="16"/>
                <w:szCs w:val="16"/>
              </w:rPr>
              <w:t>,</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obsahově odpovídá zadavatelem stanovené </w:t>
            </w:r>
            <w:r>
              <w:rPr>
                <w:sz w:val="16"/>
                <w:szCs w:val="16"/>
              </w:rPr>
              <w:t xml:space="preserve">definici </w:t>
            </w:r>
            <w:r w:rsidRPr="0042061D">
              <w:rPr>
                <w:sz w:val="16"/>
                <w:szCs w:val="16"/>
              </w:rPr>
              <w:t>hodnocené zkušenosti</w:t>
            </w:r>
            <w:r w:rsidR="00EF13E3">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504D49D0" w:rsidR="00BA1CFD" w:rsidRDefault="00BA1CFD" w:rsidP="00D006F4">
      <w:pPr>
        <w:pStyle w:val="Textbezslovn"/>
        <w:ind w:left="0"/>
        <w:rPr>
          <w:b/>
        </w:rPr>
      </w:pPr>
      <w:r w:rsidRPr="0042061D">
        <w:rPr>
          <w:b/>
        </w:rPr>
        <w:t xml:space="preserve">Přílohy: </w:t>
      </w:r>
      <w:r w:rsidRPr="0042061D">
        <w:rPr>
          <w:b/>
        </w:rPr>
        <w:tab/>
      </w:r>
    </w:p>
    <w:p w14:paraId="4023BEAC" w14:textId="115F086E"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9C15E7">
        <w:t>objednatelem podepsaný výkon poskytnutých služeb s uvedením stručného popisu výkonu a specifikace autorského dozoru</w:t>
      </w:r>
      <w:r w:rsidR="00637282">
        <w:t>.</w:t>
      </w:r>
      <w:r w:rsidR="009B3A21" w:rsidDel="009B3A21">
        <w:t xml:space="preserve"> </w:t>
      </w:r>
      <w:bookmarkEnd w:id="2"/>
      <w:bookmarkEnd w:id="3"/>
      <w:bookmarkEnd w:id="4"/>
      <w:bookmarkEnd w:id="5"/>
    </w:p>
    <w:p w14:paraId="3DCE2EEA" w14:textId="2A57649C" w:rsidR="003273E4" w:rsidRDefault="003273E4">
      <w:r>
        <w:br w:type="page"/>
      </w:r>
    </w:p>
    <w:p w14:paraId="04F17B66" w14:textId="77777777" w:rsidR="003273E4" w:rsidRDefault="003273E4" w:rsidP="003273E4">
      <w:pPr>
        <w:pStyle w:val="Nadpisbezsl1-1"/>
      </w:pPr>
      <w:r>
        <w:lastRenderedPageBreak/>
        <w:t>Příloha č. 10</w:t>
      </w:r>
    </w:p>
    <w:p w14:paraId="3F17B858" w14:textId="77777777" w:rsidR="003273E4" w:rsidRPr="00964860" w:rsidRDefault="003273E4" w:rsidP="003273E4">
      <w:pPr>
        <w:pStyle w:val="Nadpisbezsl1-2"/>
      </w:pPr>
      <w:r w:rsidRPr="00010882">
        <w:rPr>
          <w:lang w:eastAsia="cs-CZ"/>
        </w:rPr>
        <w:t>Čestné prohlášení o splnění podmínek v souvislosti se situací na Ukrajině</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9"/>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126B5593"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7A575E" w:rsidRPr="0053275C">
        <w:rPr>
          <w:rFonts w:eastAsia="Times New Roman" w:cs="Times New Roman"/>
          <w:b/>
          <w:lang w:eastAsia="cs-CZ"/>
        </w:rPr>
        <w:t>„</w:t>
      </w:r>
      <w:r w:rsidR="0053275C" w:rsidRPr="0053275C">
        <w:rPr>
          <w:b/>
        </w:rPr>
        <w:t xml:space="preserve">Uzel Plzeň, 5. stavba </w:t>
      </w:r>
      <w:proofErr w:type="spellStart"/>
      <w:proofErr w:type="gramStart"/>
      <w:r w:rsidR="0053275C" w:rsidRPr="0053275C">
        <w:rPr>
          <w:b/>
        </w:rPr>
        <w:t>Lobzy</w:t>
      </w:r>
      <w:proofErr w:type="spellEnd"/>
      <w:r w:rsidR="0053275C" w:rsidRPr="0053275C">
        <w:rPr>
          <w:b/>
        </w:rPr>
        <w:t xml:space="preserve"> - </w:t>
      </w:r>
      <w:proofErr w:type="spellStart"/>
      <w:r w:rsidR="0053275C" w:rsidRPr="0053275C">
        <w:rPr>
          <w:b/>
        </w:rPr>
        <w:t>Koterov</w:t>
      </w:r>
      <w:proofErr w:type="spellEnd"/>
      <w:proofErr w:type="gramEnd"/>
      <w:r w:rsidR="007A575E" w:rsidRPr="0053275C">
        <w:rPr>
          <w:b/>
        </w:rPr>
        <w:t>“</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17C2721" w14:textId="77777777" w:rsidR="003273E4" w:rsidRDefault="003273E4" w:rsidP="00301255">
      <w:pPr>
        <w:pStyle w:val="Odstavecseseznamem"/>
        <w:numPr>
          <w:ilvl w:val="0"/>
          <w:numId w:val="1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0"/>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77777777" w:rsidR="003273E4" w:rsidRPr="007F769F" w:rsidRDefault="003273E4" w:rsidP="00301255">
      <w:pPr>
        <w:pStyle w:val="Odstavecseseznamem"/>
        <w:numPr>
          <w:ilvl w:val="0"/>
          <w:numId w:val="1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w:t>
      </w:r>
      <w:r w:rsidRPr="00247FAF">
        <w:lastRenderedPageBreak/>
        <w:t>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904FF" w14:textId="77777777" w:rsidR="00F929EB" w:rsidRDefault="00F929EB" w:rsidP="00962258">
      <w:pPr>
        <w:spacing w:after="0" w:line="240" w:lineRule="auto"/>
      </w:pPr>
      <w:r>
        <w:separator/>
      </w:r>
    </w:p>
  </w:endnote>
  <w:endnote w:type="continuationSeparator" w:id="0">
    <w:p w14:paraId="07051D75" w14:textId="77777777" w:rsidR="00F929EB" w:rsidRDefault="00F929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9EB" w14:paraId="3852A48B" w14:textId="77777777" w:rsidTr="00EB46E5">
      <w:tc>
        <w:tcPr>
          <w:tcW w:w="1361" w:type="dxa"/>
          <w:tcMar>
            <w:left w:w="0" w:type="dxa"/>
            <w:right w:w="0" w:type="dxa"/>
          </w:tcMar>
          <w:vAlign w:val="bottom"/>
        </w:tcPr>
        <w:p w14:paraId="137C5680" w14:textId="0AB3C304" w:rsidR="00F929EB" w:rsidRPr="00B8518B" w:rsidRDefault="00F929E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38</w:t>
          </w:r>
          <w:r w:rsidRPr="00B8518B">
            <w:rPr>
              <w:rStyle w:val="slostrnky"/>
            </w:rPr>
            <w:fldChar w:fldCharType="end"/>
          </w:r>
        </w:p>
      </w:tc>
      <w:tc>
        <w:tcPr>
          <w:tcW w:w="284" w:type="dxa"/>
          <w:shd w:val="clear" w:color="auto" w:fill="auto"/>
          <w:tcMar>
            <w:left w:w="0" w:type="dxa"/>
            <w:right w:w="0" w:type="dxa"/>
          </w:tcMar>
        </w:tcPr>
        <w:p w14:paraId="240F2DFD" w14:textId="77777777" w:rsidR="00F929EB" w:rsidRDefault="00F929EB" w:rsidP="00B8518B">
          <w:pPr>
            <w:pStyle w:val="Zpat"/>
          </w:pPr>
        </w:p>
      </w:tc>
      <w:tc>
        <w:tcPr>
          <w:tcW w:w="425" w:type="dxa"/>
          <w:shd w:val="clear" w:color="auto" w:fill="auto"/>
          <w:tcMar>
            <w:left w:w="0" w:type="dxa"/>
            <w:right w:w="0" w:type="dxa"/>
          </w:tcMar>
        </w:tcPr>
        <w:p w14:paraId="7564134E" w14:textId="77777777" w:rsidR="00F929EB" w:rsidRDefault="00F929EB" w:rsidP="00B8518B">
          <w:pPr>
            <w:pStyle w:val="Zpat"/>
          </w:pPr>
        </w:p>
      </w:tc>
      <w:tc>
        <w:tcPr>
          <w:tcW w:w="8505" w:type="dxa"/>
        </w:tcPr>
        <w:p w14:paraId="1B4593B8" w14:textId="151695B0" w:rsidR="00F929EB" w:rsidRDefault="00F929EB" w:rsidP="00EB46E5">
          <w:pPr>
            <w:pStyle w:val="Zpat0"/>
          </w:pPr>
          <w:r w:rsidRPr="00042AF6">
            <w:t>„</w:t>
          </w:r>
          <w:r w:rsidRPr="00801593">
            <w:t xml:space="preserve">Uzel Plzeň, 5. stavba </w:t>
          </w:r>
          <w:proofErr w:type="spellStart"/>
          <w:proofErr w:type="gramStart"/>
          <w:r w:rsidRPr="00801593">
            <w:t>Lobzy</w:t>
          </w:r>
          <w:proofErr w:type="spellEnd"/>
          <w:r w:rsidRPr="00801593">
            <w:t xml:space="preserve"> - </w:t>
          </w:r>
          <w:proofErr w:type="spellStart"/>
          <w:r w:rsidRPr="00801593">
            <w:t>Koterov</w:t>
          </w:r>
          <w:proofErr w:type="spellEnd"/>
          <w:proofErr w:type="gramEnd"/>
          <w:r w:rsidRPr="00042AF6">
            <w:t>“</w:t>
          </w:r>
        </w:p>
        <w:p w14:paraId="5740C166" w14:textId="77777777" w:rsidR="00F929EB" w:rsidRDefault="00F929EB"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F929EB" w:rsidRDefault="00F929EB" w:rsidP="00392730">
          <w:pPr>
            <w:pStyle w:val="Zpat0"/>
          </w:pPr>
          <w:r>
            <w:t xml:space="preserve">Část 2 – </w:t>
          </w:r>
          <w:r w:rsidRPr="0035531B">
            <w:rPr>
              <w:caps/>
            </w:rPr>
            <w:t>Pokyny pro dodavatele</w:t>
          </w:r>
        </w:p>
        <w:p w14:paraId="737706F4" w14:textId="77777777" w:rsidR="00F929EB" w:rsidRDefault="00F929EB" w:rsidP="00392730">
          <w:pPr>
            <w:pStyle w:val="Zpat0"/>
          </w:pPr>
        </w:p>
      </w:tc>
    </w:tr>
  </w:tbl>
  <w:p w14:paraId="557F4388" w14:textId="77777777" w:rsidR="00F929EB" w:rsidRPr="00B8518B" w:rsidRDefault="00F929E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1E5B6" w14:textId="77777777" w:rsidR="00F929EB" w:rsidRPr="00B8518B" w:rsidRDefault="00F929EB" w:rsidP="00460660">
    <w:pPr>
      <w:pStyle w:val="Zpat"/>
      <w:rPr>
        <w:sz w:val="2"/>
        <w:szCs w:val="2"/>
      </w:rPr>
    </w:pPr>
  </w:p>
  <w:p w14:paraId="70C621D3" w14:textId="587CB2C6" w:rsidR="00F929EB" w:rsidRPr="00460660" w:rsidRDefault="00F929E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CC2B0" w14:textId="77777777" w:rsidR="00F929EB" w:rsidRDefault="00F929EB" w:rsidP="00962258">
      <w:pPr>
        <w:spacing w:after="0" w:line="240" w:lineRule="auto"/>
      </w:pPr>
      <w:r>
        <w:separator/>
      </w:r>
    </w:p>
  </w:footnote>
  <w:footnote w:type="continuationSeparator" w:id="0">
    <w:p w14:paraId="1D4E34BD" w14:textId="77777777" w:rsidR="00F929EB" w:rsidRDefault="00F929EB" w:rsidP="00962258">
      <w:pPr>
        <w:spacing w:after="0" w:line="240" w:lineRule="auto"/>
      </w:pPr>
      <w:r>
        <w:continuationSeparator/>
      </w:r>
    </w:p>
  </w:footnote>
  <w:footnote w:id="1">
    <w:p w14:paraId="627D8FB4" w14:textId="43274402" w:rsidR="00F929EB" w:rsidRDefault="00F929EB"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FEE361" w14:textId="77777777" w:rsidR="00F929EB" w:rsidRPr="00EB54C9" w:rsidRDefault="00F929EB"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F929EB" w:rsidRDefault="00F929EB"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F929EB" w:rsidRDefault="00F929EB"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F929EB" w:rsidRDefault="00F929E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F929EB" w:rsidRDefault="00F929E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F929EB" w:rsidRDefault="00F929E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F929EB" w:rsidRDefault="00F929EB"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552DEE4F" w14:textId="77777777" w:rsidR="00F929EB" w:rsidRDefault="00F929EB"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14:paraId="5E1C2437" w14:textId="77777777" w:rsidR="00F929EB" w:rsidRPr="00545EB9" w:rsidRDefault="00F929EB"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8A631D0" w14:textId="54D41E5B" w:rsidR="00F929EB" w:rsidRPr="00545EB9" w:rsidRDefault="00F929EB" w:rsidP="003273E4">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1AD1DE9E" w14:textId="6D134B29" w:rsidR="00F929EB" w:rsidRPr="00545EB9" w:rsidRDefault="00F929EB" w:rsidP="003273E4">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0056162A" w14:textId="70285B84" w:rsidR="00F929EB" w:rsidRPr="00545EB9" w:rsidRDefault="00F929EB" w:rsidP="003273E4">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019CF6AB" w14:textId="77777777" w:rsidR="00F929EB" w:rsidRPr="00545EB9" w:rsidRDefault="00F929EB" w:rsidP="003273E4">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1">
    <w:p w14:paraId="7DAFB471" w14:textId="77777777" w:rsidR="00F929EB" w:rsidRPr="00545EB9" w:rsidRDefault="00F929EB"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58AA55B6" w14:textId="77777777" w:rsidR="00F929EB" w:rsidRPr="00EB54C9" w:rsidRDefault="00F929EB" w:rsidP="003273E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29EB" w14:paraId="40E70905" w14:textId="77777777" w:rsidTr="00C02D0A">
      <w:trPr>
        <w:trHeight w:hRule="exact" w:val="454"/>
      </w:trPr>
      <w:tc>
        <w:tcPr>
          <w:tcW w:w="1361" w:type="dxa"/>
          <w:tcMar>
            <w:top w:w="57" w:type="dxa"/>
            <w:left w:w="0" w:type="dxa"/>
            <w:right w:w="0" w:type="dxa"/>
          </w:tcMar>
        </w:tcPr>
        <w:p w14:paraId="157A32E1" w14:textId="77777777" w:rsidR="00F929EB" w:rsidRPr="00B8518B" w:rsidRDefault="00F929EB" w:rsidP="00523EA7">
          <w:pPr>
            <w:pStyle w:val="Zpat"/>
            <w:rPr>
              <w:rStyle w:val="slostrnky"/>
            </w:rPr>
          </w:pPr>
        </w:p>
      </w:tc>
      <w:tc>
        <w:tcPr>
          <w:tcW w:w="3458" w:type="dxa"/>
          <w:shd w:val="clear" w:color="auto" w:fill="auto"/>
          <w:tcMar>
            <w:top w:w="57" w:type="dxa"/>
            <w:left w:w="0" w:type="dxa"/>
            <w:right w:w="0" w:type="dxa"/>
          </w:tcMar>
        </w:tcPr>
        <w:p w14:paraId="0BFEA660" w14:textId="77777777" w:rsidR="00F929EB" w:rsidRDefault="00F929EB" w:rsidP="00523EA7">
          <w:pPr>
            <w:pStyle w:val="Zpat"/>
          </w:pPr>
        </w:p>
      </w:tc>
      <w:tc>
        <w:tcPr>
          <w:tcW w:w="5698" w:type="dxa"/>
          <w:shd w:val="clear" w:color="auto" w:fill="auto"/>
          <w:tcMar>
            <w:top w:w="57" w:type="dxa"/>
            <w:left w:w="0" w:type="dxa"/>
            <w:right w:w="0" w:type="dxa"/>
          </w:tcMar>
        </w:tcPr>
        <w:p w14:paraId="43417309" w14:textId="77777777" w:rsidR="00F929EB" w:rsidRPr="00D6163D" w:rsidRDefault="00F929EB" w:rsidP="00D6163D">
          <w:pPr>
            <w:pStyle w:val="Druhdokumentu"/>
          </w:pPr>
        </w:p>
      </w:tc>
    </w:tr>
  </w:tbl>
  <w:p w14:paraId="7A51DC1B" w14:textId="77777777" w:rsidR="00F929EB" w:rsidRPr="00D6163D" w:rsidRDefault="00F929E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929EB" w14:paraId="6BBBB51F" w14:textId="77777777" w:rsidTr="00B22106">
      <w:trPr>
        <w:trHeight w:hRule="exact" w:val="936"/>
      </w:trPr>
      <w:tc>
        <w:tcPr>
          <w:tcW w:w="1361" w:type="dxa"/>
          <w:tcMar>
            <w:left w:w="0" w:type="dxa"/>
            <w:right w:w="0" w:type="dxa"/>
          </w:tcMar>
        </w:tcPr>
        <w:p w14:paraId="7B49BEA5" w14:textId="77777777" w:rsidR="00F929EB" w:rsidRPr="00B8518B" w:rsidRDefault="00F929EB" w:rsidP="00FC6389">
          <w:pPr>
            <w:pStyle w:val="Zpat"/>
            <w:rPr>
              <w:rStyle w:val="slostrnky"/>
            </w:rPr>
          </w:pPr>
        </w:p>
      </w:tc>
      <w:tc>
        <w:tcPr>
          <w:tcW w:w="3458" w:type="dxa"/>
          <w:shd w:val="clear" w:color="auto" w:fill="auto"/>
          <w:tcMar>
            <w:left w:w="0" w:type="dxa"/>
            <w:right w:w="0" w:type="dxa"/>
          </w:tcMar>
        </w:tcPr>
        <w:p w14:paraId="5723BA86" w14:textId="77777777" w:rsidR="00F929EB" w:rsidRDefault="00F929EB" w:rsidP="00FC6389">
          <w:pPr>
            <w:pStyle w:val="Zpat"/>
          </w:pPr>
        </w:p>
      </w:tc>
      <w:tc>
        <w:tcPr>
          <w:tcW w:w="5756" w:type="dxa"/>
          <w:shd w:val="clear" w:color="auto" w:fill="auto"/>
          <w:tcMar>
            <w:left w:w="0" w:type="dxa"/>
            <w:right w:w="0" w:type="dxa"/>
          </w:tcMar>
        </w:tcPr>
        <w:p w14:paraId="10B786D1" w14:textId="77777777" w:rsidR="00F929EB" w:rsidRPr="00D6163D" w:rsidRDefault="00F929EB" w:rsidP="00FC6389">
          <w:pPr>
            <w:pStyle w:val="Druhdokumentu"/>
          </w:pPr>
        </w:p>
      </w:tc>
    </w:tr>
    <w:tr w:rsidR="00F929EB" w14:paraId="68D9FA2A" w14:textId="77777777" w:rsidTr="00B22106">
      <w:trPr>
        <w:trHeight w:hRule="exact" w:val="936"/>
      </w:trPr>
      <w:tc>
        <w:tcPr>
          <w:tcW w:w="1361" w:type="dxa"/>
          <w:tcMar>
            <w:left w:w="0" w:type="dxa"/>
            <w:right w:w="0" w:type="dxa"/>
          </w:tcMar>
        </w:tcPr>
        <w:p w14:paraId="1B20651E" w14:textId="77777777" w:rsidR="00F929EB" w:rsidRPr="00B8518B" w:rsidRDefault="00F929EB" w:rsidP="00FC6389">
          <w:pPr>
            <w:pStyle w:val="Zpat"/>
            <w:rPr>
              <w:rStyle w:val="slostrnky"/>
            </w:rPr>
          </w:pPr>
        </w:p>
      </w:tc>
      <w:tc>
        <w:tcPr>
          <w:tcW w:w="3458" w:type="dxa"/>
          <w:shd w:val="clear" w:color="auto" w:fill="auto"/>
          <w:tcMar>
            <w:left w:w="0" w:type="dxa"/>
            <w:right w:w="0" w:type="dxa"/>
          </w:tcMar>
        </w:tcPr>
        <w:p w14:paraId="44D3F74E" w14:textId="77777777" w:rsidR="00F929EB" w:rsidRDefault="00F929EB" w:rsidP="00FC6389">
          <w:pPr>
            <w:pStyle w:val="Zpat"/>
          </w:pPr>
        </w:p>
      </w:tc>
      <w:tc>
        <w:tcPr>
          <w:tcW w:w="5756" w:type="dxa"/>
          <w:shd w:val="clear" w:color="auto" w:fill="auto"/>
          <w:tcMar>
            <w:left w:w="0" w:type="dxa"/>
            <w:right w:w="0" w:type="dxa"/>
          </w:tcMar>
        </w:tcPr>
        <w:p w14:paraId="12C34926" w14:textId="77777777" w:rsidR="00F929EB" w:rsidRPr="00D6163D" w:rsidRDefault="00F929EB" w:rsidP="00FC6389">
          <w:pPr>
            <w:pStyle w:val="Druhdokumentu"/>
          </w:pPr>
        </w:p>
      </w:tc>
    </w:tr>
  </w:tbl>
  <w:p w14:paraId="0D5F026A" w14:textId="77777777" w:rsidR="00F929EB" w:rsidRPr="00D6163D" w:rsidRDefault="00F929EB"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F929EB" w:rsidRPr="00460660" w:rsidRDefault="00F929E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7E56AB"/>
    <w:multiLevelType w:val="multilevel"/>
    <w:tmpl w:val="FF4467BE"/>
    <w:lvl w:ilvl="0">
      <w:start w:val="1"/>
      <w:numFmt w:val="lowerLetter"/>
      <w:lvlText w:val="%1)"/>
      <w:lvlJc w:val="left"/>
      <w:pPr>
        <w:ind w:left="2520" w:hanging="360"/>
      </w:pPr>
      <w:rPr>
        <w:rFonts w:hint="default"/>
        <w:b/>
        <w:bCs/>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3953F7"/>
    <w:multiLevelType w:val="hybridMultilevel"/>
    <w:tmpl w:val="F146B2CC"/>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ABA0C102">
      <w:start w:val="9"/>
      <w:numFmt w:val="bullet"/>
      <w:lvlText w:val="-"/>
      <w:lvlJc w:val="left"/>
      <w:pPr>
        <w:ind w:left="2160" w:hanging="360"/>
      </w:pPr>
      <w:rPr>
        <w:rFonts w:ascii="Calibri" w:eastAsia="Times New Roman" w:hAnsi="Calibri" w:hint="default"/>
        <w:b w:val="0"/>
        <w:bCs w:val="0"/>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5E2AC8"/>
    <w:multiLevelType w:val="hybridMultilevel"/>
    <w:tmpl w:val="C6BCD470"/>
    <w:lvl w:ilvl="0" w:tplc="ABA0C102">
      <w:start w:val="9"/>
      <w:numFmt w:val="bullet"/>
      <w:lvlText w:val="-"/>
      <w:lvlJc w:val="left"/>
      <w:pPr>
        <w:ind w:left="1797" w:hanging="360"/>
      </w:pPr>
      <w:rPr>
        <w:rFonts w:ascii="Calibri" w:eastAsia="Times New Roman" w:hAnsi="Calibri" w:hint="default"/>
        <w:b w:val="0"/>
        <w:bCs w:val="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2D845F97"/>
    <w:multiLevelType w:val="hybridMultilevel"/>
    <w:tmpl w:val="BDC6D656"/>
    <w:lvl w:ilvl="0" w:tplc="ABA0C102">
      <w:start w:val="9"/>
      <w:numFmt w:val="bullet"/>
      <w:lvlText w:val="-"/>
      <w:lvlJc w:val="left"/>
      <w:pPr>
        <w:ind w:left="2138" w:hanging="360"/>
      </w:pPr>
      <w:rPr>
        <w:rFonts w:ascii="Calibri" w:eastAsia="Times New Roman" w:hAnsi="Calibri" w:hint="default"/>
        <w:b w:val="0"/>
        <w:bCs w:val="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DF6F47"/>
    <w:multiLevelType w:val="hybridMultilevel"/>
    <w:tmpl w:val="A942B790"/>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E7367E"/>
    <w:multiLevelType w:val="hybridMultilevel"/>
    <w:tmpl w:val="0E9A78CE"/>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15:restartNumberingAfterBreak="0">
    <w:nsid w:val="3D9B1E97"/>
    <w:multiLevelType w:val="hybridMultilevel"/>
    <w:tmpl w:val="5EA08BB8"/>
    <w:lvl w:ilvl="0" w:tplc="FE3E4442">
      <w:start w:val="1"/>
      <w:numFmt w:val="lowerLetter"/>
      <w:lvlText w:val="%1)"/>
      <w:lvlJc w:val="left"/>
      <w:pPr>
        <w:ind w:left="2520" w:hanging="360"/>
      </w:pPr>
      <w:rPr>
        <w:rFonts w:hint="default"/>
        <w:b/>
        <w:bCs/>
      </w:rPr>
    </w:lvl>
    <w:lvl w:ilvl="1" w:tplc="04050019">
      <w:start w:val="1"/>
      <w:numFmt w:val="lowerLetter"/>
      <w:lvlText w:val="%2."/>
      <w:lvlJc w:val="left"/>
      <w:pPr>
        <w:ind w:left="3240" w:hanging="360"/>
      </w:pPr>
    </w:lvl>
    <w:lvl w:ilvl="2" w:tplc="ABA0C102">
      <w:start w:val="9"/>
      <w:numFmt w:val="bullet"/>
      <w:lvlText w:val="-"/>
      <w:lvlJc w:val="left"/>
      <w:pPr>
        <w:ind w:left="3960" w:hanging="180"/>
      </w:pPr>
      <w:rPr>
        <w:rFonts w:ascii="Calibri" w:eastAsia="Times New Roman" w:hAnsi="Calibri" w:hint="default"/>
        <w:b w:val="0"/>
        <w:bCs w:val="0"/>
      </w:r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8"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496A2799"/>
    <w:multiLevelType w:val="hybridMultilevel"/>
    <w:tmpl w:val="95F211F0"/>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ABA0C102">
      <w:start w:val="9"/>
      <w:numFmt w:val="bullet"/>
      <w:lvlText w:val="-"/>
      <w:lvlJc w:val="left"/>
      <w:pPr>
        <w:ind w:left="2160" w:hanging="360"/>
      </w:pPr>
      <w:rPr>
        <w:rFonts w:ascii="Calibri" w:eastAsia="Times New Roman" w:hAnsi="Calibri" w:hint="default"/>
        <w:b w:val="0"/>
        <w:bCs w:val="0"/>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5931F53"/>
    <w:multiLevelType w:val="multilevel"/>
    <w:tmpl w:val="83E0AC0C"/>
    <w:lvl w:ilvl="0">
      <w:start w:val="1"/>
      <w:numFmt w:val="lowerLetter"/>
      <w:lvlText w:val="%1)"/>
      <w:lvlJc w:val="left"/>
      <w:pPr>
        <w:ind w:left="2520" w:hanging="360"/>
      </w:pPr>
      <w:rPr>
        <w:rFonts w:hint="default"/>
        <w:b/>
        <w:bCs/>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2"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37116A"/>
    <w:multiLevelType w:val="hybridMultilevel"/>
    <w:tmpl w:val="91EEC478"/>
    <w:lvl w:ilvl="0" w:tplc="ABA0C102">
      <w:start w:val="9"/>
      <w:numFmt w:val="bullet"/>
      <w:lvlText w:val="-"/>
      <w:lvlJc w:val="left"/>
      <w:pPr>
        <w:ind w:left="1778" w:hanging="360"/>
      </w:pPr>
      <w:rPr>
        <w:rFonts w:ascii="Calibri" w:eastAsia="Times New Roman" w:hAnsi="Calibri" w:hint="default"/>
        <w:b w:val="0"/>
        <w:bCs w:val="0"/>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5" w15:restartNumberingAfterBreak="0">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D22309"/>
    <w:multiLevelType w:val="multilevel"/>
    <w:tmpl w:val="405675C0"/>
    <w:lvl w:ilvl="0">
      <w:start w:val="1"/>
      <w:numFmt w:val="lowerLetter"/>
      <w:lvlText w:val="%1)"/>
      <w:lvlJc w:val="left"/>
      <w:pPr>
        <w:ind w:left="2520" w:hanging="360"/>
      </w:pPr>
      <w:rPr>
        <w:rFonts w:hint="default"/>
        <w:b/>
        <w:bCs/>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30" w15:restartNumberingAfterBreak="0">
    <w:nsid w:val="7FB35510"/>
    <w:multiLevelType w:val="hybridMultilevel"/>
    <w:tmpl w:val="C35880FC"/>
    <w:lvl w:ilvl="0" w:tplc="04050017">
      <w:start w:val="1"/>
      <w:numFmt w:val="lowerLetter"/>
      <w:lvlText w:val="%1)"/>
      <w:lvlJc w:val="left"/>
      <w:pPr>
        <w:ind w:left="1778" w:hanging="360"/>
      </w:pPr>
      <w:rPr>
        <w:rFonts w:hint="default"/>
        <w:b/>
        <w:bCs/>
      </w:rPr>
    </w:lvl>
    <w:lvl w:ilvl="1" w:tplc="04050019">
      <w:start w:val="1"/>
      <w:numFmt w:val="lowerLetter"/>
      <w:lvlText w:val="%2."/>
      <w:lvlJc w:val="left"/>
      <w:pPr>
        <w:ind w:left="3240" w:hanging="360"/>
      </w:pPr>
    </w:lvl>
    <w:lvl w:ilvl="2" w:tplc="0405001B">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5"/>
  </w:num>
  <w:num w:numId="2">
    <w:abstractNumId w:val="1"/>
  </w:num>
  <w:num w:numId="3">
    <w:abstractNumId w:val="26"/>
  </w:num>
  <w:num w:numId="4">
    <w:abstractNumId w:val="4"/>
  </w:num>
  <w:num w:numId="5">
    <w:abstractNumId w:val="0"/>
  </w:num>
  <w:num w:numId="6">
    <w:abstractNumId w:val="9"/>
  </w:num>
  <w:num w:numId="7">
    <w:abstractNumId w:val="12"/>
  </w:num>
  <w:num w:numId="8">
    <w:abstractNumId w:val="28"/>
  </w:num>
  <w:num w:numId="9">
    <w:abstractNumId w:val="23"/>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8"/>
  </w:num>
  <w:num w:numId="13">
    <w:abstractNumId w:val="15"/>
  </w:num>
  <w:num w:numId="14">
    <w:abstractNumId w:val="22"/>
  </w:num>
  <w:num w:numId="15">
    <w:abstractNumId w:val="3"/>
  </w:num>
  <w:num w:numId="16">
    <w:abstractNumId w:val="27"/>
  </w:num>
  <w:num w:numId="17">
    <w:abstractNumId w:val="16"/>
  </w:num>
  <w:num w:numId="18">
    <w:abstractNumId w:val="7"/>
  </w:num>
  <w:num w:numId="19">
    <w:abstractNumId w:val="30"/>
  </w:num>
  <w:num w:numId="20">
    <w:abstractNumId w:val="25"/>
  </w:num>
  <w:num w:numId="21">
    <w:abstractNumId w:val="20"/>
  </w:num>
  <w:num w:numId="22">
    <w:abstractNumId w:val="2"/>
  </w:num>
  <w:num w:numId="23">
    <w:abstractNumId w:val="24"/>
  </w:num>
  <w:num w:numId="24">
    <w:abstractNumId w:val="13"/>
  </w:num>
  <w:num w:numId="25">
    <w:abstractNumId w:val="17"/>
  </w:num>
  <w:num w:numId="26">
    <w:abstractNumId w:val="19"/>
  </w:num>
  <w:num w:numId="27">
    <w:abstractNumId w:val="10"/>
  </w:num>
  <w:num w:numId="28">
    <w:abstractNumId w:val="6"/>
  </w:num>
  <w:num w:numId="29">
    <w:abstractNumId w:val="29"/>
  </w:num>
  <w:num w:numId="30">
    <w:abstractNumId w:val="21"/>
  </w:num>
  <w:num w:numId="31">
    <w:abstractNumId w:val="8"/>
  </w:num>
  <w:num w:numId="32">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784"/>
    <w:rsid w:val="0000266D"/>
    <w:rsid w:val="00002FEE"/>
    <w:rsid w:val="0000503C"/>
    <w:rsid w:val="0001060D"/>
    <w:rsid w:val="00014208"/>
    <w:rsid w:val="000156A7"/>
    <w:rsid w:val="000174E8"/>
    <w:rsid w:val="00017F3C"/>
    <w:rsid w:val="0002092B"/>
    <w:rsid w:val="00020AF4"/>
    <w:rsid w:val="00020B6B"/>
    <w:rsid w:val="00024660"/>
    <w:rsid w:val="000250BB"/>
    <w:rsid w:val="00026001"/>
    <w:rsid w:val="0002621B"/>
    <w:rsid w:val="00026D0B"/>
    <w:rsid w:val="00031E22"/>
    <w:rsid w:val="0003361A"/>
    <w:rsid w:val="000338E9"/>
    <w:rsid w:val="00037597"/>
    <w:rsid w:val="00037F0F"/>
    <w:rsid w:val="00040562"/>
    <w:rsid w:val="00040961"/>
    <w:rsid w:val="00041EC8"/>
    <w:rsid w:val="00042AF6"/>
    <w:rsid w:val="00043EF5"/>
    <w:rsid w:val="000466BC"/>
    <w:rsid w:val="00047AB6"/>
    <w:rsid w:val="000613BB"/>
    <w:rsid w:val="00061A68"/>
    <w:rsid w:val="0006499F"/>
    <w:rsid w:val="000654BE"/>
    <w:rsid w:val="0006588D"/>
    <w:rsid w:val="000658A0"/>
    <w:rsid w:val="00066BAA"/>
    <w:rsid w:val="00067936"/>
    <w:rsid w:val="000679A3"/>
    <w:rsid w:val="00067A5E"/>
    <w:rsid w:val="00067EE3"/>
    <w:rsid w:val="000719BB"/>
    <w:rsid w:val="00072A65"/>
    <w:rsid w:val="00072C1E"/>
    <w:rsid w:val="00075902"/>
    <w:rsid w:val="00076FB0"/>
    <w:rsid w:val="000837C7"/>
    <w:rsid w:val="000839DD"/>
    <w:rsid w:val="00084253"/>
    <w:rsid w:val="000843C3"/>
    <w:rsid w:val="00086C85"/>
    <w:rsid w:val="00086EA1"/>
    <w:rsid w:val="00087825"/>
    <w:rsid w:val="000919CA"/>
    <w:rsid w:val="00092CC9"/>
    <w:rsid w:val="00093235"/>
    <w:rsid w:val="00097DD8"/>
    <w:rsid w:val="000A087A"/>
    <w:rsid w:val="000A5039"/>
    <w:rsid w:val="000A5F00"/>
    <w:rsid w:val="000A666F"/>
    <w:rsid w:val="000A7D7C"/>
    <w:rsid w:val="000B4EB8"/>
    <w:rsid w:val="000B5EBA"/>
    <w:rsid w:val="000B676B"/>
    <w:rsid w:val="000C3DEC"/>
    <w:rsid w:val="000C41F2"/>
    <w:rsid w:val="000C558A"/>
    <w:rsid w:val="000D1296"/>
    <w:rsid w:val="000D14F9"/>
    <w:rsid w:val="000D22C4"/>
    <w:rsid w:val="000D2681"/>
    <w:rsid w:val="000D27D1"/>
    <w:rsid w:val="000D3580"/>
    <w:rsid w:val="000D493F"/>
    <w:rsid w:val="000D5E72"/>
    <w:rsid w:val="000D60A6"/>
    <w:rsid w:val="000D6227"/>
    <w:rsid w:val="000D6C82"/>
    <w:rsid w:val="000E05A5"/>
    <w:rsid w:val="000E0942"/>
    <w:rsid w:val="000E125F"/>
    <w:rsid w:val="000E1758"/>
    <w:rsid w:val="000E1A7F"/>
    <w:rsid w:val="000E48A0"/>
    <w:rsid w:val="000E6561"/>
    <w:rsid w:val="000F0B35"/>
    <w:rsid w:val="000F36A8"/>
    <w:rsid w:val="000F747E"/>
    <w:rsid w:val="000F7FCE"/>
    <w:rsid w:val="00102746"/>
    <w:rsid w:val="00103A92"/>
    <w:rsid w:val="00106A0E"/>
    <w:rsid w:val="001114C3"/>
    <w:rsid w:val="00112864"/>
    <w:rsid w:val="00113A6F"/>
    <w:rsid w:val="00114472"/>
    <w:rsid w:val="00114988"/>
    <w:rsid w:val="00115069"/>
    <w:rsid w:val="001150F2"/>
    <w:rsid w:val="001165C4"/>
    <w:rsid w:val="001172DE"/>
    <w:rsid w:val="00117450"/>
    <w:rsid w:val="0011747F"/>
    <w:rsid w:val="0012178F"/>
    <w:rsid w:val="00122B81"/>
    <w:rsid w:val="00122BBD"/>
    <w:rsid w:val="001258D3"/>
    <w:rsid w:val="00126594"/>
    <w:rsid w:val="00132BB4"/>
    <w:rsid w:val="00135976"/>
    <w:rsid w:val="00136583"/>
    <w:rsid w:val="00136BBF"/>
    <w:rsid w:val="00137F8D"/>
    <w:rsid w:val="0014048F"/>
    <w:rsid w:val="00140CD9"/>
    <w:rsid w:val="00141306"/>
    <w:rsid w:val="00142B91"/>
    <w:rsid w:val="0014410E"/>
    <w:rsid w:val="00146BCB"/>
    <w:rsid w:val="00146F3A"/>
    <w:rsid w:val="00151538"/>
    <w:rsid w:val="001560F5"/>
    <w:rsid w:val="001575A1"/>
    <w:rsid w:val="00161D48"/>
    <w:rsid w:val="00164325"/>
    <w:rsid w:val="001656A2"/>
    <w:rsid w:val="00170EC5"/>
    <w:rsid w:val="001728E7"/>
    <w:rsid w:val="00172B62"/>
    <w:rsid w:val="00173375"/>
    <w:rsid w:val="001744FD"/>
    <w:rsid w:val="001747C1"/>
    <w:rsid w:val="00174D6E"/>
    <w:rsid w:val="00176249"/>
    <w:rsid w:val="00177D6B"/>
    <w:rsid w:val="00180800"/>
    <w:rsid w:val="00186D02"/>
    <w:rsid w:val="001917A7"/>
    <w:rsid w:val="00191F90"/>
    <w:rsid w:val="00193D8F"/>
    <w:rsid w:val="00194E9F"/>
    <w:rsid w:val="001950C2"/>
    <w:rsid w:val="001954B0"/>
    <w:rsid w:val="00195AA2"/>
    <w:rsid w:val="00197E32"/>
    <w:rsid w:val="001A0A1A"/>
    <w:rsid w:val="001A342A"/>
    <w:rsid w:val="001A34A3"/>
    <w:rsid w:val="001A3F53"/>
    <w:rsid w:val="001A6406"/>
    <w:rsid w:val="001A72D0"/>
    <w:rsid w:val="001A7DB5"/>
    <w:rsid w:val="001B128D"/>
    <w:rsid w:val="001B1D07"/>
    <w:rsid w:val="001B23A1"/>
    <w:rsid w:val="001B26EE"/>
    <w:rsid w:val="001B327F"/>
    <w:rsid w:val="001B4680"/>
    <w:rsid w:val="001B4E74"/>
    <w:rsid w:val="001B6474"/>
    <w:rsid w:val="001B7180"/>
    <w:rsid w:val="001C027C"/>
    <w:rsid w:val="001C19F4"/>
    <w:rsid w:val="001C1B9E"/>
    <w:rsid w:val="001C4812"/>
    <w:rsid w:val="001C645F"/>
    <w:rsid w:val="001C6D62"/>
    <w:rsid w:val="001C7065"/>
    <w:rsid w:val="001C771B"/>
    <w:rsid w:val="001C7C12"/>
    <w:rsid w:val="001C7FA6"/>
    <w:rsid w:val="001D182C"/>
    <w:rsid w:val="001D21EA"/>
    <w:rsid w:val="001D290A"/>
    <w:rsid w:val="001D46B8"/>
    <w:rsid w:val="001D48EE"/>
    <w:rsid w:val="001D5514"/>
    <w:rsid w:val="001D6E71"/>
    <w:rsid w:val="001D748C"/>
    <w:rsid w:val="001E0213"/>
    <w:rsid w:val="001E0362"/>
    <w:rsid w:val="001E5C77"/>
    <w:rsid w:val="001E651D"/>
    <w:rsid w:val="001E678E"/>
    <w:rsid w:val="001F15F6"/>
    <w:rsid w:val="001F20CE"/>
    <w:rsid w:val="001F2AF8"/>
    <w:rsid w:val="002000D9"/>
    <w:rsid w:val="00200114"/>
    <w:rsid w:val="00202824"/>
    <w:rsid w:val="002036F6"/>
    <w:rsid w:val="002054E9"/>
    <w:rsid w:val="002071BB"/>
    <w:rsid w:val="00207DF5"/>
    <w:rsid w:val="00210AB8"/>
    <w:rsid w:val="00212A00"/>
    <w:rsid w:val="00221941"/>
    <w:rsid w:val="00222BAD"/>
    <w:rsid w:val="002243EC"/>
    <w:rsid w:val="00225AD3"/>
    <w:rsid w:val="00227C58"/>
    <w:rsid w:val="002309FA"/>
    <w:rsid w:val="0023105F"/>
    <w:rsid w:val="00232412"/>
    <w:rsid w:val="00233A53"/>
    <w:rsid w:val="00234F7A"/>
    <w:rsid w:val="00240364"/>
    <w:rsid w:val="00240B81"/>
    <w:rsid w:val="00241749"/>
    <w:rsid w:val="00243E91"/>
    <w:rsid w:val="00244FF3"/>
    <w:rsid w:val="00245327"/>
    <w:rsid w:val="0024560A"/>
    <w:rsid w:val="00247D01"/>
    <w:rsid w:val="0025030F"/>
    <w:rsid w:val="00252BAF"/>
    <w:rsid w:val="00253C9E"/>
    <w:rsid w:val="0025471F"/>
    <w:rsid w:val="00255EEC"/>
    <w:rsid w:val="00257877"/>
    <w:rsid w:val="00260771"/>
    <w:rsid w:val="00260C24"/>
    <w:rsid w:val="00261A5B"/>
    <w:rsid w:val="00262E5B"/>
    <w:rsid w:val="00263134"/>
    <w:rsid w:val="0026385B"/>
    <w:rsid w:val="00266F29"/>
    <w:rsid w:val="00270A2C"/>
    <w:rsid w:val="00271C11"/>
    <w:rsid w:val="0027238A"/>
    <w:rsid w:val="00273D87"/>
    <w:rsid w:val="002743DF"/>
    <w:rsid w:val="00274994"/>
    <w:rsid w:val="00276AFE"/>
    <w:rsid w:val="00280ACC"/>
    <w:rsid w:val="00281DC4"/>
    <w:rsid w:val="00282ABD"/>
    <w:rsid w:val="00285997"/>
    <w:rsid w:val="00286577"/>
    <w:rsid w:val="002912D6"/>
    <w:rsid w:val="002924B8"/>
    <w:rsid w:val="00294CF7"/>
    <w:rsid w:val="00294DE2"/>
    <w:rsid w:val="002A36C5"/>
    <w:rsid w:val="002A3983"/>
    <w:rsid w:val="002A3B57"/>
    <w:rsid w:val="002B12F8"/>
    <w:rsid w:val="002B1946"/>
    <w:rsid w:val="002B2044"/>
    <w:rsid w:val="002B219F"/>
    <w:rsid w:val="002B26C0"/>
    <w:rsid w:val="002B6DD7"/>
    <w:rsid w:val="002C04EE"/>
    <w:rsid w:val="002C124C"/>
    <w:rsid w:val="002C1A97"/>
    <w:rsid w:val="002C22E5"/>
    <w:rsid w:val="002C31BF"/>
    <w:rsid w:val="002C5F8A"/>
    <w:rsid w:val="002D122E"/>
    <w:rsid w:val="002D123C"/>
    <w:rsid w:val="002D4B0B"/>
    <w:rsid w:val="002D5CDA"/>
    <w:rsid w:val="002D5F95"/>
    <w:rsid w:val="002D6887"/>
    <w:rsid w:val="002D7FD6"/>
    <w:rsid w:val="002E0CD7"/>
    <w:rsid w:val="002E0CFB"/>
    <w:rsid w:val="002E5C7B"/>
    <w:rsid w:val="002F4333"/>
    <w:rsid w:val="002F4DB4"/>
    <w:rsid w:val="002F6610"/>
    <w:rsid w:val="002F7C06"/>
    <w:rsid w:val="003002C1"/>
    <w:rsid w:val="00301255"/>
    <w:rsid w:val="00302811"/>
    <w:rsid w:val="003038E0"/>
    <w:rsid w:val="003046AA"/>
    <w:rsid w:val="00305D0E"/>
    <w:rsid w:val="00307641"/>
    <w:rsid w:val="003117A6"/>
    <w:rsid w:val="00311F11"/>
    <w:rsid w:val="003132BC"/>
    <w:rsid w:val="00313D2D"/>
    <w:rsid w:val="00314B65"/>
    <w:rsid w:val="00316901"/>
    <w:rsid w:val="00317527"/>
    <w:rsid w:val="00326BC8"/>
    <w:rsid w:val="00326C17"/>
    <w:rsid w:val="00327047"/>
    <w:rsid w:val="003273E4"/>
    <w:rsid w:val="00327E3B"/>
    <w:rsid w:val="00327EEF"/>
    <w:rsid w:val="0033063F"/>
    <w:rsid w:val="00330D51"/>
    <w:rsid w:val="003312C2"/>
    <w:rsid w:val="0033239F"/>
    <w:rsid w:val="003329C3"/>
    <w:rsid w:val="00332F74"/>
    <w:rsid w:val="00333C1C"/>
    <w:rsid w:val="003358F2"/>
    <w:rsid w:val="00337B72"/>
    <w:rsid w:val="003407F0"/>
    <w:rsid w:val="0034274B"/>
    <w:rsid w:val="0034395F"/>
    <w:rsid w:val="0034468D"/>
    <w:rsid w:val="003455FD"/>
    <w:rsid w:val="0034719F"/>
    <w:rsid w:val="00347DB5"/>
    <w:rsid w:val="00350A35"/>
    <w:rsid w:val="003519E9"/>
    <w:rsid w:val="00353ED4"/>
    <w:rsid w:val="0035410B"/>
    <w:rsid w:val="0035531B"/>
    <w:rsid w:val="00355919"/>
    <w:rsid w:val="00355D2A"/>
    <w:rsid w:val="00356420"/>
    <w:rsid w:val="0035667D"/>
    <w:rsid w:val="003571D8"/>
    <w:rsid w:val="00357BC6"/>
    <w:rsid w:val="0036141E"/>
    <w:rsid w:val="00361422"/>
    <w:rsid w:val="00361A66"/>
    <w:rsid w:val="0036288F"/>
    <w:rsid w:val="003634E6"/>
    <w:rsid w:val="00363F76"/>
    <w:rsid w:val="00364A10"/>
    <w:rsid w:val="0036564E"/>
    <w:rsid w:val="003717A3"/>
    <w:rsid w:val="00372CF8"/>
    <w:rsid w:val="0037545D"/>
    <w:rsid w:val="00377844"/>
    <w:rsid w:val="003804E2"/>
    <w:rsid w:val="00382391"/>
    <w:rsid w:val="00382804"/>
    <w:rsid w:val="003830C8"/>
    <w:rsid w:val="003831C7"/>
    <w:rsid w:val="003849EF"/>
    <w:rsid w:val="00386FF1"/>
    <w:rsid w:val="00390C81"/>
    <w:rsid w:val="003915EB"/>
    <w:rsid w:val="00392730"/>
    <w:rsid w:val="00392EB6"/>
    <w:rsid w:val="0039398D"/>
    <w:rsid w:val="00394D03"/>
    <w:rsid w:val="003956C6"/>
    <w:rsid w:val="00396977"/>
    <w:rsid w:val="00397760"/>
    <w:rsid w:val="003A2802"/>
    <w:rsid w:val="003A2C23"/>
    <w:rsid w:val="003A2ED8"/>
    <w:rsid w:val="003A4513"/>
    <w:rsid w:val="003A52AD"/>
    <w:rsid w:val="003A569F"/>
    <w:rsid w:val="003A5AF4"/>
    <w:rsid w:val="003B0675"/>
    <w:rsid w:val="003B1E43"/>
    <w:rsid w:val="003B412F"/>
    <w:rsid w:val="003B6C4D"/>
    <w:rsid w:val="003B7DA1"/>
    <w:rsid w:val="003B7DCB"/>
    <w:rsid w:val="003B7EDC"/>
    <w:rsid w:val="003C1739"/>
    <w:rsid w:val="003C33F2"/>
    <w:rsid w:val="003C6E4B"/>
    <w:rsid w:val="003D03F8"/>
    <w:rsid w:val="003D0C4F"/>
    <w:rsid w:val="003D45A3"/>
    <w:rsid w:val="003D4B53"/>
    <w:rsid w:val="003D756E"/>
    <w:rsid w:val="003D7882"/>
    <w:rsid w:val="003E1C86"/>
    <w:rsid w:val="003E3CE3"/>
    <w:rsid w:val="003E420D"/>
    <w:rsid w:val="003E4C13"/>
    <w:rsid w:val="003E611F"/>
    <w:rsid w:val="003E6261"/>
    <w:rsid w:val="003E63C7"/>
    <w:rsid w:val="003E6554"/>
    <w:rsid w:val="003E79F5"/>
    <w:rsid w:val="003F1B13"/>
    <w:rsid w:val="003F2438"/>
    <w:rsid w:val="003F317D"/>
    <w:rsid w:val="003F6F2A"/>
    <w:rsid w:val="0040123B"/>
    <w:rsid w:val="00404ACA"/>
    <w:rsid w:val="00404BA2"/>
    <w:rsid w:val="00406084"/>
    <w:rsid w:val="004065AC"/>
    <w:rsid w:val="004076BC"/>
    <w:rsid w:val="004078F3"/>
    <w:rsid w:val="00411FB2"/>
    <w:rsid w:val="00412D0C"/>
    <w:rsid w:val="0041345F"/>
    <w:rsid w:val="004137A8"/>
    <w:rsid w:val="004142DA"/>
    <w:rsid w:val="0042061D"/>
    <w:rsid w:val="0042196E"/>
    <w:rsid w:val="004222F5"/>
    <w:rsid w:val="00422DE4"/>
    <w:rsid w:val="00423AD4"/>
    <w:rsid w:val="00423F3C"/>
    <w:rsid w:val="00425E9C"/>
    <w:rsid w:val="00426778"/>
    <w:rsid w:val="00427794"/>
    <w:rsid w:val="0043789B"/>
    <w:rsid w:val="00437EC7"/>
    <w:rsid w:val="00440E20"/>
    <w:rsid w:val="004500E9"/>
    <w:rsid w:val="00450F07"/>
    <w:rsid w:val="00452F69"/>
    <w:rsid w:val="00453CD3"/>
    <w:rsid w:val="00454716"/>
    <w:rsid w:val="00454B28"/>
    <w:rsid w:val="00454BB9"/>
    <w:rsid w:val="00454F7F"/>
    <w:rsid w:val="004550D3"/>
    <w:rsid w:val="00455731"/>
    <w:rsid w:val="00460660"/>
    <w:rsid w:val="0046218F"/>
    <w:rsid w:val="00464BA9"/>
    <w:rsid w:val="0046596D"/>
    <w:rsid w:val="00465FDD"/>
    <w:rsid w:val="00470647"/>
    <w:rsid w:val="004715BA"/>
    <w:rsid w:val="0047233F"/>
    <w:rsid w:val="00472ED5"/>
    <w:rsid w:val="00474F4D"/>
    <w:rsid w:val="004764B1"/>
    <w:rsid w:val="004764B8"/>
    <w:rsid w:val="00476DF7"/>
    <w:rsid w:val="00477ADE"/>
    <w:rsid w:val="00483969"/>
    <w:rsid w:val="00483B35"/>
    <w:rsid w:val="00483ED7"/>
    <w:rsid w:val="00485575"/>
    <w:rsid w:val="00485F2D"/>
    <w:rsid w:val="00486107"/>
    <w:rsid w:val="004871D1"/>
    <w:rsid w:val="00491309"/>
    <w:rsid w:val="00491827"/>
    <w:rsid w:val="004928D2"/>
    <w:rsid w:val="0049395E"/>
    <w:rsid w:val="00496161"/>
    <w:rsid w:val="004962C0"/>
    <w:rsid w:val="00496921"/>
    <w:rsid w:val="004A76F5"/>
    <w:rsid w:val="004A7780"/>
    <w:rsid w:val="004A7DC4"/>
    <w:rsid w:val="004B1546"/>
    <w:rsid w:val="004B21E1"/>
    <w:rsid w:val="004B34E9"/>
    <w:rsid w:val="004B595B"/>
    <w:rsid w:val="004B5BCD"/>
    <w:rsid w:val="004B6506"/>
    <w:rsid w:val="004B6BF3"/>
    <w:rsid w:val="004C0D5E"/>
    <w:rsid w:val="004C308E"/>
    <w:rsid w:val="004C4399"/>
    <w:rsid w:val="004C787C"/>
    <w:rsid w:val="004D010F"/>
    <w:rsid w:val="004D12F4"/>
    <w:rsid w:val="004D5285"/>
    <w:rsid w:val="004E31A5"/>
    <w:rsid w:val="004E550B"/>
    <w:rsid w:val="004E5E02"/>
    <w:rsid w:val="004E7A1F"/>
    <w:rsid w:val="004F17AB"/>
    <w:rsid w:val="004F1D17"/>
    <w:rsid w:val="004F4597"/>
    <w:rsid w:val="004F4B9B"/>
    <w:rsid w:val="004F51CA"/>
    <w:rsid w:val="004F5411"/>
    <w:rsid w:val="00501B32"/>
    <w:rsid w:val="00503605"/>
    <w:rsid w:val="005037A9"/>
    <w:rsid w:val="00503AE2"/>
    <w:rsid w:val="0050666E"/>
    <w:rsid w:val="0051121A"/>
    <w:rsid w:val="00511AB9"/>
    <w:rsid w:val="00511E3C"/>
    <w:rsid w:val="00513D3D"/>
    <w:rsid w:val="00517902"/>
    <w:rsid w:val="005210B3"/>
    <w:rsid w:val="005225B2"/>
    <w:rsid w:val="00523096"/>
    <w:rsid w:val="00523BB5"/>
    <w:rsid w:val="00523EA7"/>
    <w:rsid w:val="00525050"/>
    <w:rsid w:val="00526554"/>
    <w:rsid w:val="00527AB3"/>
    <w:rsid w:val="0053275C"/>
    <w:rsid w:val="00532E7E"/>
    <w:rsid w:val="00533ECD"/>
    <w:rsid w:val="005357FE"/>
    <w:rsid w:val="00540479"/>
    <w:rsid w:val="005406EB"/>
    <w:rsid w:val="0054076A"/>
    <w:rsid w:val="00540C01"/>
    <w:rsid w:val="005434A6"/>
    <w:rsid w:val="00543F07"/>
    <w:rsid w:val="005446A9"/>
    <w:rsid w:val="00547AD2"/>
    <w:rsid w:val="00550A1B"/>
    <w:rsid w:val="00550D70"/>
    <w:rsid w:val="00550F70"/>
    <w:rsid w:val="0055111D"/>
    <w:rsid w:val="00553375"/>
    <w:rsid w:val="005534E7"/>
    <w:rsid w:val="00553FEB"/>
    <w:rsid w:val="005540AF"/>
    <w:rsid w:val="005543C6"/>
    <w:rsid w:val="00555884"/>
    <w:rsid w:val="00560462"/>
    <w:rsid w:val="00561A0E"/>
    <w:rsid w:val="00564BCA"/>
    <w:rsid w:val="00564DDD"/>
    <w:rsid w:val="00565026"/>
    <w:rsid w:val="0056580A"/>
    <w:rsid w:val="005671DF"/>
    <w:rsid w:val="00570157"/>
    <w:rsid w:val="00570315"/>
    <w:rsid w:val="005717C5"/>
    <w:rsid w:val="00572B6C"/>
    <w:rsid w:val="00572F04"/>
    <w:rsid w:val="00573182"/>
    <w:rsid w:val="00573536"/>
    <w:rsid w:val="005736B7"/>
    <w:rsid w:val="00574967"/>
    <w:rsid w:val="00575E5A"/>
    <w:rsid w:val="005768FB"/>
    <w:rsid w:val="00577A3C"/>
    <w:rsid w:val="00580245"/>
    <w:rsid w:val="00580BF5"/>
    <w:rsid w:val="00581772"/>
    <w:rsid w:val="005865B7"/>
    <w:rsid w:val="0058683B"/>
    <w:rsid w:val="00587F74"/>
    <w:rsid w:val="00591185"/>
    <w:rsid w:val="0059338B"/>
    <w:rsid w:val="00593FAE"/>
    <w:rsid w:val="005963F6"/>
    <w:rsid w:val="005A0BC5"/>
    <w:rsid w:val="005A1F44"/>
    <w:rsid w:val="005A3D2F"/>
    <w:rsid w:val="005A413A"/>
    <w:rsid w:val="005A4694"/>
    <w:rsid w:val="005B2328"/>
    <w:rsid w:val="005B3E86"/>
    <w:rsid w:val="005B43BE"/>
    <w:rsid w:val="005B4C66"/>
    <w:rsid w:val="005B5B80"/>
    <w:rsid w:val="005C13BC"/>
    <w:rsid w:val="005C1B52"/>
    <w:rsid w:val="005D3C39"/>
    <w:rsid w:val="005D3EE2"/>
    <w:rsid w:val="005D5689"/>
    <w:rsid w:val="005D7431"/>
    <w:rsid w:val="005D74AC"/>
    <w:rsid w:val="005E24CB"/>
    <w:rsid w:val="005E6218"/>
    <w:rsid w:val="005F298D"/>
    <w:rsid w:val="005F6CCC"/>
    <w:rsid w:val="0060115D"/>
    <w:rsid w:val="00601A8C"/>
    <w:rsid w:val="006033F1"/>
    <w:rsid w:val="0061068E"/>
    <w:rsid w:val="006115D3"/>
    <w:rsid w:val="00612E3D"/>
    <w:rsid w:val="0062045C"/>
    <w:rsid w:val="006245D3"/>
    <w:rsid w:val="00625194"/>
    <w:rsid w:val="00626829"/>
    <w:rsid w:val="00631845"/>
    <w:rsid w:val="00631EAA"/>
    <w:rsid w:val="00631F69"/>
    <w:rsid w:val="00632623"/>
    <w:rsid w:val="0063471C"/>
    <w:rsid w:val="00637282"/>
    <w:rsid w:val="00640B30"/>
    <w:rsid w:val="00641094"/>
    <w:rsid w:val="006434F4"/>
    <w:rsid w:val="006479C5"/>
    <w:rsid w:val="00652247"/>
    <w:rsid w:val="00652457"/>
    <w:rsid w:val="00652EFD"/>
    <w:rsid w:val="00655976"/>
    <w:rsid w:val="0065610E"/>
    <w:rsid w:val="00656A03"/>
    <w:rsid w:val="00660587"/>
    <w:rsid w:val="00660AD3"/>
    <w:rsid w:val="006638F8"/>
    <w:rsid w:val="00665962"/>
    <w:rsid w:val="00666076"/>
    <w:rsid w:val="006667E6"/>
    <w:rsid w:val="006715C1"/>
    <w:rsid w:val="00671C8D"/>
    <w:rsid w:val="00673188"/>
    <w:rsid w:val="00673F7D"/>
    <w:rsid w:val="00674099"/>
    <w:rsid w:val="00674284"/>
    <w:rsid w:val="00674785"/>
    <w:rsid w:val="006776B6"/>
    <w:rsid w:val="00677971"/>
    <w:rsid w:val="00680240"/>
    <w:rsid w:val="006853F3"/>
    <w:rsid w:val="006857BA"/>
    <w:rsid w:val="006907E3"/>
    <w:rsid w:val="00691118"/>
    <w:rsid w:val="00691B77"/>
    <w:rsid w:val="006925E6"/>
    <w:rsid w:val="00693150"/>
    <w:rsid w:val="00696691"/>
    <w:rsid w:val="006978F3"/>
    <w:rsid w:val="00697DCE"/>
    <w:rsid w:val="006A1AEF"/>
    <w:rsid w:val="006A1D4B"/>
    <w:rsid w:val="006A1FB5"/>
    <w:rsid w:val="006A540D"/>
    <w:rsid w:val="006A5570"/>
    <w:rsid w:val="006A689C"/>
    <w:rsid w:val="006A6DF0"/>
    <w:rsid w:val="006B028C"/>
    <w:rsid w:val="006B0B03"/>
    <w:rsid w:val="006B12A4"/>
    <w:rsid w:val="006B3D79"/>
    <w:rsid w:val="006B6FE4"/>
    <w:rsid w:val="006B73A9"/>
    <w:rsid w:val="006C19F7"/>
    <w:rsid w:val="006C1E8F"/>
    <w:rsid w:val="006C21E8"/>
    <w:rsid w:val="006C2343"/>
    <w:rsid w:val="006C3AF7"/>
    <w:rsid w:val="006C442A"/>
    <w:rsid w:val="006C4639"/>
    <w:rsid w:val="006C4864"/>
    <w:rsid w:val="006C533D"/>
    <w:rsid w:val="006D0FD1"/>
    <w:rsid w:val="006D33F1"/>
    <w:rsid w:val="006D3937"/>
    <w:rsid w:val="006D7CD8"/>
    <w:rsid w:val="006E0578"/>
    <w:rsid w:val="006E0CBF"/>
    <w:rsid w:val="006E100C"/>
    <w:rsid w:val="006E2876"/>
    <w:rsid w:val="006E314D"/>
    <w:rsid w:val="006F0824"/>
    <w:rsid w:val="006F439C"/>
    <w:rsid w:val="006F4DCB"/>
    <w:rsid w:val="006F5986"/>
    <w:rsid w:val="006F6B09"/>
    <w:rsid w:val="0070255F"/>
    <w:rsid w:val="007038DC"/>
    <w:rsid w:val="007055DB"/>
    <w:rsid w:val="0070620A"/>
    <w:rsid w:val="00706F4C"/>
    <w:rsid w:val="0070752A"/>
    <w:rsid w:val="00710723"/>
    <w:rsid w:val="00711119"/>
    <w:rsid w:val="0071250A"/>
    <w:rsid w:val="007134F3"/>
    <w:rsid w:val="007146EC"/>
    <w:rsid w:val="00716960"/>
    <w:rsid w:val="0072023E"/>
    <w:rsid w:val="00723ED1"/>
    <w:rsid w:val="007255A0"/>
    <w:rsid w:val="00726B16"/>
    <w:rsid w:val="007309F6"/>
    <w:rsid w:val="0073461B"/>
    <w:rsid w:val="00734A9D"/>
    <w:rsid w:val="007356BD"/>
    <w:rsid w:val="0073623B"/>
    <w:rsid w:val="00736FD5"/>
    <w:rsid w:val="007372AC"/>
    <w:rsid w:val="00740AF5"/>
    <w:rsid w:val="00741294"/>
    <w:rsid w:val="0074192E"/>
    <w:rsid w:val="00743525"/>
    <w:rsid w:val="00744F6A"/>
    <w:rsid w:val="00745555"/>
    <w:rsid w:val="00746A3A"/>
    <w:rsid w:val="0074727B"/>
    <w:rsid w:val="00750894"/>
    <w:rsid w:val="00752CC2"/>
    <w:rsid w:val="007541A2"/>
    <w:rsid w:val="00755818"/>
    <w:rsid w:val="007562A0"/>
    <w:rsid w:val="00760376"/>
    <w:rsid w:val="0076286B"/>
    <w:rsid w:val="00766846"/>
    <w:rsid w:val="00766C2B"/>
    <w:rsid w:val="00766F4A"/>
    <w:rsid w:val="0076790E"/>
    <w:rsid w:val="00771B61"/>
    <w:rsid w:val="00771C62"/>
    <w:rsid w:val="0077284C"/>
    <w:rsid w:val="0077382B"/>
    <w:rsid w:val="00773DC0"/>
    <w:rsid w:val="00774789"/>
    <w:rsid w:val="00774803"/>
    <w:rsid w:val="0077673A"/>
    <w:rsid w:val="00777E1F"/>
    <w:rsid w:val="00782C37"/>
    <w:rsid w:val="007846E1"/>
    <w:rsid w:val="007847D6"/>
    <w:rsid w:val="00784DED"/>
    <w:rsid w:val="007858F0"/>
    <w:rsid w:val="00786496"/>
    <w:rsid w:val="00786BA2"/>
    <w:rsid w:val="007902DD"/>
    <w:rsid w:val="0079069D"/>
    <w:rsid w:val="0079157E"/>
    <w:rsid w:val="007943AC"/>
    <w:rsid w:val="00796DC1"/>
    <w:rsid w:val="007A2107"/>
    <w:rsid w:val="007A45F3"/>
    <w:rsid w:val="007A4A74"/>
    <w:rsid w:val="007A5172"/>
    <w:rsid w:val="007A575E"/>
    <w:rsid w:val="007A6474"/>
    <w:rsid w:val="007A6749"/>
    <w:rsid w:val="007A67A0"/>
    <w:rsid w:val="007A6FE3"/>
    <w:rsid w:val="007B1772"/>
    <w:rsid w:val="007B2F10"/>
    <w:rsid w:val="007B4D21"/>
    <w:rsid w:val="007B570C"/>
    <w:rsid w:val="007C1338"/>
    <w:rsid w:val="007C154D"/>
    <w:rsid w:val="007C1CD8"/>
    <w:rsid w:val="007C2DC8"/>
    <w:rsid w:val="007C4269"/>
    <w:rsid w:val="007C4ABB"/>
    <w:rsid w:val="007C59F1"/>
    <w:rsid w:val="007D2241"/>
    <w:rsid w:val="007D5A8D"/>
    <w:rsid w:val="007D7121"/>
    <w:rsid w:val="007D7905"/>
    <w:rsid w:val="007E2234"/>
    <w:rsid w:val="007E4A6E"/>
    <w:rsid w:val="007E6155"/>
    <w:rsid w:val="007E6375"/>
    <w:rsid w:val="007E6B85"/>
    <w:rsid w:val="007F15CE"/>
    <w:rsid w:val="007F1E84"/>
    <w:rsid w:val="007F2693"/>
    <w:rsid w:val="007F3581"/>
    <w:rsid w:val="007F4AB8"/>
    <w:rsid w:val="007F4D91"/>
    <w:rsid w:val="007F4F8F"/>
    <w:rsid w:val="007F56A7"/>
    <w:rsid w:val="007F7053"/>
    <w:rsid w:val="00800851"/>
    <w:rsid w:val="00801593"/>
    <w:rsid w:val="008024CD"/>
    <w:rsid w:val="00802525"/>
    <w:rsid w:val="00803601"/>
    <w:rsid w:val="00803B32"/>
    <w:rsid w:val="00804D39"/>
    <w:rsid w:val="00805C04"/>
    <w:rsid w:val="00807DD0"/>
    <w:rsid w:val="00810368"/>
    <w:rsid w:val="00815C1B"/>
    <w:rsid w:val="0082003B"/>
    <w:rsid w:val="00820470"/>
    <w:rsid w:val="00821D01"/>
    <w:rsid w:val="00822B88"/>
    <w:rsid w:val="00822F87"/>
    <w:rsid w:val="0082399E"/>
    <w:rsid w:val="00824DEC"/>
    <w:rsid w:val="00826B7B"/>
    <w:rsid w:val="00831DE9"/>
    <w:rsid w:val="00833782"/>
    <w:rsid w:val="00833899"/>
    <w:rsid w:val="00840E14"/>
    <w:rsid w:val="00841FCB"/>
    <w:rsid w:val="008426ED"/>
    <w:rsid w:val="00845C50"/>
    <w:rsid w:val="00845D74"/>
    <w:rsid w:val="00846789"/>
    <w:rsid w:val="00846EDA"/>
    <w:rsid w:val="00851519"/>
    <w:rsid w:val="00854C29"/>
    <w:rsid w:val="00856CEE"/>
    <w:rsid w:val="00857BAC"/>
    <w:rsid w:val="00860D8A"/>
    <w:rsid w:val="00861F2B"/>
    <w:rsid w:val="00862B8C"/>
    <w:rsid w:val="00862D7D"/>
    <w:rsid w:val="008638C9"/>
    <w:rsid w:val="00866974"/>
    <w:rsid w:val="008703CB"/>
    <w:rsid w:val="0087091F"/>
    <w:rsid w:val="00872044"/>
    <w:rsid w:val="0087262B"/>
    <w:rsid w:val="00873A1B"/>
    <w:rsid w:val="00873C33"/>
    <w:rsid w:val="00876C45"/>
    <w:rsid w:val="00876D73"/>
    <w:rsid w:val="0087772E"/>
    <w:rsid w:val="008802DA"/>
    <w:rsid w:val="00880C36"/>
    <w:rsid w:val="008834BE"/>
    <w:rsid w:val="008853B9"/>
    <w:rsid w:val="00885737"/>
    <w:rsid w:val="00887F36"/>
    <w:rsid w:val="00892E93"/>
    <w:rsid w:val="00894AB7"/>
    <w:rsid w:val="00895049"/>
    <w:rsid w:val="008A3568"/>
    <w:rsid w:val="008A3599"/>
    <w:rsid w:val="008A5E06"/>
    <w:rsid w:val="008A792E"/>
    <w:rsid w:val="008B0ED8"/>
    <w:rsid w:val="008B10F6"/>
    <w:rsid w:val="008B19CC"/>
    <w:rsid w:val="008B2021"/>
    <w:rsid w:val="008B208D"/>
    <w:rsid w:val="008B251E"/>
    <w:rsid w:val="008B4CEC"/>
    <w:rsid w:val="008B60F5"/>
    <w:rsid w:val="008C0335"/>
    <w:rsid w:val="008C44A9"/>
    <w:rsid w:val="008C50F3"/>
    <w:rsid w:val="008C5FF0"/>
    <w:rsid w:val="008C65BC"/>
    <w:rsid w:val="008C7EFE"/>
    <w:rsid w:val="008D02BA"/>
    <w:rsid w:val="008D03B9"/>
    <w:rsid w:val="008D30C7"/>
    <w:rsid w:val="008D552B"/>
    <w:rsid w:val="008D7D26"/>
    <w:rsid w:val="008E1138"/>
    <w:rsid w:val="008E12E4"/>
    <w:rsid w:val="008E3AB5"/>
    <w:rsid w:val="008E5D9D"/>
    <w:rsid w:val="008E7447"/>
    <w:rsid w:val="008E78A5"/>
    <w:rsid w:val="008F0019"/>
    <w:rsid w:val="008F18D6"/>
    <w:rsid w:val="008F26A0"/>
    <w:rsid w:val="008F2C9B"/>
    <w:rsid w:val="008F6BE8"/>
    <w:rsid w:val="008F797B"/>
    <w:rsid w:val="00901E17"/>
    <w:rsid w:val="00901F2D"/>
    <w:rsid w:val="009032C3"/>
    <w:rsid w:val="0090370B"/>
    <w:rsid w:val="00903C55"/>
    <w:rsid w:val="00904780"/>
    <w:rsid w:val="0090635B"/>
    <w:rsid w:val="009068F6"/>
    <w:rsid w:val="00910A5D"/>
    <w:rsid w:val="009131E2"/>
    <w:rsid w:val="00914F0D"/>
    <w:rsid w:val="00915B2F"/>
    <w:rsid w:val="00915EE8"/>
    <w:rsid w:val="00920DEB"/>
    <w:rsid w:val="0092226C"/>
    <w:rsid w:val="00922385"/>
    <w:rsid w:val="009223DF"/>
    <w:rsid w:val="0092271D"/>
    <w:rsid w:val="00924748"/>
    <w:rsid w:val="009263BF"/>
    <w:rsid w:val="009267BE"/>
    <w:rsid w:val="00930B79"/>
    <w:rsid w:val="00934DFF"/>
    <w:rsid w:val="00935206"/>
    <w:rsid w:val="00936091"/>
    <w:rsid w:val="00936356"/>
    <w:rsid w:val="00940D8A"/>
    <w:rsid w:val="00941491"/>
    <w:rsid w:val="0094325D"/>
    <w:rsid w:val="0094424B"/>
    <w:rsid w:val="009458FD"/>
    <w:rsid w:val="00945F37"/>
    <w:rsid w:val="009549B7"/>
    <w:rsid w:val="00962258"/>
    <w:rsid w:val="00964860"/>
    <w:rsid w:val="00964DB2"/>
    <w:rsid w:val="009660AD"/>
    <w:rsid w:val="009678B7"/>
    <w:rsid w:val="009717D4"/>
    <w:rsid w:val="00971C1A"/>
    <w:rsid w:val="00972408"/>
    <w:rsid w:val="00976FCB"/>
    <w:rsid w:val="009804A0"/>
    <w:rsid w:val="00980909"/>
    <w:rsid w:val="00981EC8"/>
    <w:rsid w:val="009834A4"/>
    <w:rsid w:val="00984CDB"/>
    <w:rsid w:val="009854FD"/>
    <w:rsid w:val="00986BA3"/>
    <w:rsid w:val="00991104"/>
    <w:rsid w:val="00992D9C"/>
    <w:rsid w:val="00992E23"/>
    <w:rsid w:val="00993C34"/>
    <w:rsid w:val="009968AD"/>
    <w:rsid w:val="00996CB8"/>
    <w:rsid w:val="009A0F76"/>
    <w:rsid w:val="009A27BB"/>
    <w:rsid w:val="009A52BE"/>
    <w:rsid w:val="009A634D"/>
    <w:rsid w:val="009A792B"/>
    <w:rsid w:val="009B2E45"/>
    <w:rsid w:val="009B2E97"/>
    <w:rsid w:val="009B3A21"/>
    <w:rsid w:val="009B3CB0"/>
    <w:rsid w:val="009B5146"/>
    <w:rsid w:val="009B6DEB"/>
    <w:rsid w:val="009C0F4D"/>
    <w:rsid w:val="009C15E7"/>
    <w:rsid w:val="009C1AB0"/>
    <w:rsid w:val="009C3920"/>
    <w:rsid w:val="009C418E"/>
    <w:rsid w:val="009C42F1"/>
    <w:rsid w:val="009C442C"/>
    <w:rsid w:val="009D10A1"/>
    <w:rsid w:val="009D20A1"/>
    <w:rsid w:val="009D2CBF"/>
    <w:rsid w:val="009D5DFD"/>
    <w:rsid w:val="009D64A5"/>
    <w:rsid w:val="009E07F4"/>
    <w:rsid w:val="009E1AEE"/>
    <w:rsid w:val="009E3A9E"/>
    <w:rsid w:val="009E3C1B"/>
    <w:rsid w:val="009E540A"/>
    <w:rsid w:val="009E6054"/>
    <w:rsid w:val="009E76AA"/>
    <w:rsid w:val="009F0078"/>
    <w:rsid w:val="009F309B"/>
    <w:rsid w:val="009F392E"/>
    <w:rsid w:val="009F3B3B"/>
    <w:rsid w:val="009F435C"/>
    <w:rsid w:val="009F46C7"/>
    <w:rsid w:val="009F4CC5"/>
    <w:rsid w:val="009F53C5"/>
    <w:rsid w:val="009F5E12"/>
    <w:rsid w:val="009F6DA0"/>
    <w:rsid w:val="00A03E79"/>
    <w:rsid w:val="00A066DE"/>
    <w:rsid w:val="00A0740E"/>
    <w:rsid w:val="00A103F9"/>
    <w:rsid w:val="00A10992"/>
    <w:rsid w:val="00A11A90"/>
    <w:rsid w:val="00A12181"/>
    <w:rsid w:val="00A12463"/>
    <w:rsid w:val="00A12DFA"/>
    <w:rsid w:val="00A14EFD"/>
    <w:rsid w:val="00A15641"/>
    <w:rsid w:val="00A16220"/>
    <w:rsid w:val="00A16AED"/>
    <w:rsid w:val="00A20E1A"/>
    <w:rsid w:val="00A24837"/>
    <w:rsid w:val="00A27591"/>
    <w:rsid w:val="00A27A19"/>
    <w:rsid w:val="00A27A20"/>
    <w:rsid w:val="00A30CEB"/>
    <w:rsid w:val="00A35009"/>
    <w:rsid w:val="00A37F52"/>
    <w:rsid w:val="00A40426"/>
    <w:rsid w:val="00A4050F"/>
    <w:rsid w:val="00A40C1B"/>
    <w:rsid w:val="00A43668"/>
    <w:rsid w:val="00A446BE"/>
    <w:rsid w:val="00A45241"/>
    <w:rsid w:val="00A47DE5"/>
    <w:rsid w:val="00A50641"/>
    <w:rsid w:val="00A51C91"/>
    <w:rsid w:val="00A530BF"/>
    <w:rsid w:val="00A5332A"/>
    <w:rsid w:val="00A53F20"/>
    <w:rsid w:val="00A55AB2"/>
    <w:rsid w:val="00A56621"/>
    <w:rsid w:val="00A571E7"/>
    <w:rsid w:val="00A6177B"/>
    <w:rsid w:val="00A619CA"/>
    <w:rsid w:val="00A62FE1"/>
    <w:rsid w:val="00A63A03"/>
    <w:rsid w:val="00A65106"/>
    <w:rsid w:val="00A65BE6"/>
    <w:rsid w:val="00A65D0C"/>
    <w:rsid w:val="00A65FC1"/>
    <w:rsid w:val="00A66136"/>
    <w:rsid w:val="00A70BC3"/>
    <w:rsid w:val="00A71189"/>
    <w:rsid w:val="00A7364A"/>
    <w:rsid w:val="00A73BB1"/>
    <w:rsid w:val="00A7410B"/>
    <w:rsid w:val="00A74DCC"/>
    <w:rsid w:val="00A753ED"/>
    <w:rsid w:val="00A77512"/>
    <w:rsid w:val="00A77A0A"/>
    <w:rsid w:val="00A80B49"/>
    <w:rsid w:val="00A8206C"/>
    <w:rsid w:val="00A85121"/>
    <w:rsid w:val="00A919A4"/>
    <w:rsid w:val="00A94C2F"/>
    <w:rsid w:val="00A94D82"/>
    <w:rsid w:val="00A95C0A"/>
    <w:rsid w:val="00A972E4"/>
    <w:rsid w:val="00AA28DA"/>
    <w:rsid w:val="00AA3E17"/>
    <w:rsid w:val="00AA4CBB"/>
    <w:rsid w:val="00AA5C98"/>
    <w:rsid w:val="00AA5C9B"/>
    <w:rsid w:val="00AA65FA"/>
    <w:rsid w:val="00AA67B4"/>
    <w:rsid w:val="00AA7351"/>
    <w:rsid w:val="00AA7A82"/>
    <w:rsid w:val="00AB0A33"/>
    <w:rsid w:val="00AB1063"/>
    <w:rsid w:val="00AC3EA9"/>
    <w:rsid w:val="00AC3F53"/>
    <w:rsid w:val="00AC5651"/>
    <w:rsid w:val="00AC6FB1"/>
    <w:rsid w:val="00AD056F"/>
    <w:rsid w:val="00AD0714"/>
    <w:rsid w:val="00AD0C7B"/>
    <w:rsid w:val="00AD1771"/>
    <w:rsid w:val="00AD1786"/>
    <w:rsid w:val="00AD3565"/>
    <w:rsid w:val="00AD4B51"/>
    <w:rsid w:val="00AD4CCC"/>
    <w:rsid w:val="00AD5F1A"/>
    <w:rsid w:val="00AD6731"/>
    <w:rsid w:val="00AD792A"/>
    <w:rsid w:val="00AE10D0"/>
    <w:rsid w:val="00AE1D4A"/>
    <w:rsid w:val="00AE2112"/>
    <w:rsid w:val="00AE3955"/>
    <w:rsid w:val="00AE3BB4"/>
    <w:rsid w:val="00AE564B"/>
    <w:rsid w:val="00AF2AEB"/>
    <w:rsid w:val="00AF4067"/>
    <w:rsid w:val="00AF4D76"/>
    <w:rsid w:val="00AF7036"/>
    <w:rsid w:val="00B008D5"/>
    <w:rsid w:val="00B02F73"/>
    <w:rsid w:val="00B035B6"/>
    <w:rsid w:val="00B0619F"/>
    <w:rsid w:val="00B067E0"/>
    <w:rsid w:val="00B13A26"/>
    <w:rsid w:val="00B15D0D"/>
    <w:rsid w:val="00B15F78"/>
    <w:rsid w:val="00B22106"/>
    <w:rsid w:val="00B222F7"/>
    <w:rsid w:val="00B22976"/>
    <w:rsid w:val="00B2309B"/>
    <w:rsid w:val="00B2482B"/>
    <w:rsid w:val="00B27466"/>
    <w:rsid w:val="00B305FE"/>
    <w:rsid w:val="00B33CC8"/>
    <w:rsid w:val="00B34E7F"/>
    <w:rsid w:val="00B37ADA"/>
    <w:rsid w:val="00B429CF"/>
    <w:rsid w:val="00B43273"/>
    <w:rsid w:val="00B448FF"/>
    <w:rsid w:val="00B52A86"/>
    <w:rsid w:val="00B53719"/>
    <w:rsid w:val="00B5431A"/>
    <w:rsid w:val="00B56F0E"/>
    <w:rsid w:val="00B60046"/>
    <w:rsid w:val="00B61530"/>
    <w:rsid w:val="00B645BC"/>
    <w:rsid w:val="00B649D5"/>
    <w:rsid w:val="00B65A41"/>
    <w:rsid w:val="00B65B4E"/>
    <w:rsid w:val="00B67BA5"/>
    <w:rsid w:val="00B67C0D"/>
    <w:rsid w:val="00B70267"/>
    <w:rsid w:val="00B72977"/>
    <w:rsid w:val="00B739D4"/>
    <w:rsid w:val="00B73AF2"/>
    <w:rsid w:val="00B75EE1"/>
    <w:rsid w:val="00B77110"/>
    <w:rsid w:val="00B77481"/>
    <w:rsid w:val="00B77547"/>
    <w:rsid w:val="00B77C6D"/>
    <w:rsid w:val="00B80502"/>
    <w:rsid w:val="00B80E53"/>
    <w:rsid w:val="00B81671"/>
    <w:rsid w:val="00B8265A"/>
    <w:rsid w:val="00B82A36"/>
    <w:rsid w:val="00B8518B"/>
    <w:rsid w:val="00B85B20"/>
    <w:rsid w:val="00B86190"/>
    <w:rsid w:val="00B90FC4"/>
    <w:rsid w:val="00B92370"/>
    <w:rsid w:val="00B92F25"/>
    <w:rsid w:val="00B97CC3"/>
    <w:rsid w:val="00BA197A"/>
    <w:rsid w:val="00BA1CFD"/>
    <w:rsid w:val="00BA5CD7"/>
    <w:rsid w:val="00BA7CB6"/>
    <w:rsid w:val="00BB1A18"/>
    <w:rsid w:val="00BB4AF2"/>
    <w:rsid w:val="00BB567D"/>
    <w:rsid w:val="00BB72FA"/>
    <w:rsid w:val="00BC0103"/>
    <w:rsid w:val="00BC06C4"/>
    <w:rsid w:val="00BC1044"/>
    <w:rsid w:val="00BC43C7"/>
    <w:rsid w:val="00BC49C0"/>
    <w:rsid w:val="00BC663E"/>
    <w:rsid w:val="00BC6D2B"/>
    <w:rsid w:val="00BC7269"/>
    <w:rsid w:val="00BC7394"/>
    <w:rsid w:val="00BD0273"/>
    <w:rsid w:val="00BD33E7"/>
    <w:rsid w:val="00BD4DBE"/>
    <w:rsid w:val="00BD4E9E"/>
    <w:rsid w:val="00BD5A0E"/>
    <w:rsid w:val="00BD5B71"/>
    <w:rsid w:val="00BD7438"/>
    <w:rsid w:val="00BD7E91"/>
    <w:rsid w:val="00BD7F0D"/>
    <w:rsid w:val="00BE0913"/>
    <w:rsid w:val="00BE49F4"/>
    <w:rsid w:val="00BE5F7F"/>
    <w:rsid w:val="00BF2A76"/>
    <w:rsid w:val="00BF351F"/>
    <w:rsid w:val="00C02436"/>
    <w:rsid w:val="00C02D0A"/>
    <w:rsid w:val="00C03A6E"/>
    <w:rsid w:val="00C05F38"/>
    <w:rsid w:val="00C07508"/>
    <w:rsid w:val="00C07EEB"/>
    <w:rsid w:val="00C10B24"/>
    <w:rsid w:val="00C204A0"/>
    <w:rsid w:val="00C212F4"/>
    <w:rsid w:val="00C226C0"/>
    <w:rsid w:val="00C26B03"/>
    <w:rsid w:val="00C27D0C"/>
    <w:rsid w:val="00C31ADD"/>
    <w:rsid w:val="00C327A8"/>
    <w:rsid w:val="00C34047"/>
    <w:rsid w:val="00C35BEE"/>
    <w:rsid w:val="00C37B25"/>
    <w:rsid w:val="00C42FE6"/>
    <w:rsid w:val="00C4332F"/>
    <w:rsid w:val="00C44F6A"/>
    <w:rsid w:val="00C51B58"/>
    <w:rsid w:val="00C52720"/>
    <w:rsid w:val="00C52A95"/>
    <w:rsid w:val="00C55CEB"/>
    <w:rsid w:val="00C57268"/>
    <w:rsid w:val="00C6198E"/>
    <w:rsid w:val="00C61C3B"/>
    <w:rsid w:val="00C6339C"/>
    <w:rsid w:val="00C654AB"/>
    <w:rsid w:val="00C65547"/>
    <w:rsid w:val="00C70748"/>
    <w:rsid w:val="00C7077F"/>
    <w:rsid w:val="00C708EA"/>
    <w:rsid w:val="00C7216F"/>
    <w:rsid w:val="00C72747"/>
    <w:rsid w:val="00C74318"/>
    <w:rsid w:val="00C75226"/>
    <w:rsid w:val="00C776E5"/>
    <w:rsid w:val="00C778A5"/>
    <w:rsid w:val="00C90E45"/>
    <w:rsid w:val="00C9337A"/>
    <w:rsid w:val="00C95162"/>
    <w:rsid w:val="00CA08FB"/>
    <w:rsid w:val="00CA2B1E"/>
    <w:rsid w:val="00CA4A2C"/>
    <w:rsid w:val="00CA5133"/>
    <w:rsid w:val="00CB058F"/>
    <w:rsid w:val="00CB14C4"/>
    <w:rsid w:val="00CB14C7"/>
    <w:rsid w:val="00CB2601"/>
    <w:rsid w:val="00CB2AD8"/>
    <w:rsid w:val="00CB2B9A"/>
    <w:rsid w:val="00CB3151"/>
    <w:rsid w:val="00CB51FD"/>
    <w:rsid w:val="00CB6A37"/>
    <w:rsid w:val="00CB7684"/>
    <w:rsid w:val="00CB7934"/>
    <w:rsid w:val="00CB7A98"/>
    <w:rsid w:val="00CC005F"/>
    <w:rsid w:val="00CC0E0B"/>
    <w:rsid w:val="00CC1656"/>
    <w:rsid w:val="00CC3F4F"/>
    <w:rsid w:val="00CC4380"/>
    <w:rsid w:val="00CC79E1"/>
    <w:rsid w:val="00CC7BE1"/>
    <w:rsid w:val="00CC7C8F"/>
    <w:rsid w:val="00CD0B8B"/>
    <w:rsid w:val="00CD1856"/>
    <w:rsid w:val="00CD1C73"/>
    <w:rsid w:val="00CD1FC4"/>
    <w:rsid w:val="00CD31A9"/>
    <w:rsid w:val="00CD7B3F"/>
    <w:rsid w:val="00CE1E29"/>
    <w:rsid w:val="00CE2274"/>
    <w:rsid w:val="00CE22D6"/>
    <w:rsid w:val="00CF06BF"/>
    <w:rsid w:val="00CF3171"/>
    <w:rsid w:val="00CF3769"/>
    <w:rsid w:val="00CF4237"/>
    <w:rsid w:val="00CF4AAE"/>
    <w:rsid w:val="00D00256"/>
    <w:rsid w:val="00D006F4"/>
    <w:rsid w:val="00D034A0"/>
    <w:rsid w:val="00D07DC5"/>
    <w:rsid w:val="00D1099C"/>
    <w:rsid w:val="00D10A2D"/>
    <w:rsid w:val="00D11D5C"/>
    <w:rsid w:val="00D122E5"/>
    <w:rsid w:val="00D139AC"/>
    <w:rsid w:val="00D145E1"/>
    <w:rsid w:val="00D148AE"/>
    <w:rsid w:val="00D20EAE"/>
    <w:rsid w:val="00D21061"/>
    <w:rsid w:val="00D21732"/>
    <w:rsid w:val="00D27383"/>
    <w:rsid w:val="00D27B84"/>
    <w:rsid w:val="00D320AC"/>
    <w:rsid w:val="00D363DE"/>
    <w:rsid w:val="00D37B14"/>
    <w:rsid w:val="00D4108E"/>
    <w:rsid w:val="00D43D41"/>
    <w:rsid w:val="00D43DF3"/>
    <w:rsid w:val="00D457BF"/>
    <w:rsid w:val="00D4608D"/>
    <w:rsid w:val="00D503C0"/>
    <w:rsid w:val="00D53694"/>
    <w:rsid w:val="00D54135"/>
    <w:rsid w:val="00D54330"/>
    <w:rsid w:val="00D563D1"/>
    <w:rsid w:val="00D57BFB"/>
    <w:rsid w:val="00D6163D"/>
    <w:rsid w:val="00D6220C"/>
    <w:rsid w:val="00D6259C"/>
    <w:rsid w:val="00D63CD0"/>
    <w:rsid w:val="00D6686C"/>
    <w:rsid w:val="00D73500"/>
    <w:rsid w:val="00D73CA9"/>
    <w:rsid w:val="00D7668B"/>
    <w:rsid w:val="00D831A3"/>
    <w:rsid w:val="00D851C0"/>
    <w:rsid w:val="00D85308"/>
    <w:rsid w:val="00D8584F"/>
    <w:rsid w:val="00D925BA"/>
    <w:rsid w:val="00D95143"/>
    <w:rsid w:val="00D95195"/>
    <w:rsid w:val="00D96B3F"/>
    <w:rsid w:val="00D97BE3"/>
    <w:rsid w:val="00DA3711"/>
    <w:rsid w:val="00DA39D3"/>
    <w:rsid w:val="00DA7CBB"/>
    <w:rsid w:val="00DB2561"/>
    <w:rsid w:val="00DB2E59"/>
    <w:rsid w:val="00DB5D9B"/>
    <w:rsid w:val="00DB619A"/>
    <w:rsid w:val="00DB7379"/>
    <w:rsid w:val="00DC288D"/>
    <w:rsid w:val="00DC2DEF"/>
    <w:rsid w:val="00DC4A8C"/>
    <w:rsid w:val="00DC6E10"/>
    <w:rsid w:val="00DC6E13"/>
    <w:rsid w:val="00DD0FA5"/>
    <w:rsid w:val="00DD2D6A"/>
    <w:rsid w:val="00DD3827"/>
    <w:rsid w:val="00DD46F3"/>
    <w:rsid w:val="00DE0FB4"/>
    <w:rsid w:val="00DE2ED1"/>
    <w:rsid w:val="00DE3B05"/>
    <w:rsid w:val="00DE51A5"/>
    <w:rsid w:val="00DE56F2"/>
    <w:rsid w:val="00DE68C6"/>
    <w:rsid w:val="00DE6A35"/>
    <w:rsid w:val="00DE7DF2"/>
    <w:rsid w:val="00DF116D"/>
    <w:rsid w:val="00DF1E77"/>
    <w:rsid w:val="00DF207E"/>
    <w:rsid w:val="00DF27AF"/>
    <w:rsid w:val="00DF42CD"/>
    <w:rsid w:val="00DF4FB0"/>
    <w:rsid w:val="00E005A7"/>
    <w:rsid w:val="00E009D2"/>
    <w:rsid w:val="00E01172"/>
    <w:rsid w:val="00E01EA1"/>
    <w:rsid w:val="00E04992"/>
    <w:rsid w:val="00E06240"/>
    <w:rsid w:val="00E138A9"/>
    <w:rsid w:val="00E150F2"/>
    <w:rsid w:val="00E166CB"/>
    <w:rsid w:val="00E16AEB"/>
    <w:rsid w:val="00E16D0B"/>
    <w:rsid w:val="00E16FF7"/>
    <w:rsid w:val="00E17C1E"/>
    <w:rsid w:val="00E221E2"/>
    <w:rsid w:val="00E22C30"/>
    <w:rsid w:val="00E24E0D"/>
    <w:rsid w:val="00E24E13"/>
    <w:rsid w:val="00E2511C"/>
    <w:rsid w:val="00E26D68"/>
    <w:rsid w:val="00E273E8"/>
    <w:rsid w:val="00E27743"/>
    <w:rsid w:val="00E323D1"/>
    <w:rsid w:val="00E32B26"/>
    <w:rsid w:val="00E33B76"/>
    <w:rsid w:val="00E3450D"/>
    <w:rsid w:val="00E373C7"/>
    <w:rsid w:val="00E379DC"/>
    <w:rsid w:val="00E43500"/>
    <w:rsid w:val="00E437B0"/>
    <w:rsid w:val="00E44045"/>
    <w:rsid w:val="00E44A2E"/>
    <w:rsid w:val="00E4520D"/>
    <w:rsid w:val="00E5195A"/>
    <w:rsid w:val="00E52A8B"/>
    <w:rsid w:val="00E531BF"/>
    <w:rsid w:val="00E5457F"/>
    <w:rsid w:val="00E54D88"/>
    <w:rsid w:val="00E5675A"/>
    <w:rsid w:val="00E56CBF"/>
    <w:rsid w:val="00E57254"/>
    <w:rsid w:val="00E57E67"/>
    <w:rsid w:val="00E618C4"/>
    <w:rsid w:val="00E638BE"/>
    <w:rsid w:val="00E64200"/>
    <w:rsid w:val="00E65BBD"/>
    <w:rsid w:val="00E66B3B"/>
    <w:rsid w:val="00E67CAB"/>
    <w:rsid w:val="00E7218A"/>
    <w:rsid w:val="00E76DB4"/>
    <w:rsid w:val="00E81577"/>
    <w:rsid w:val="00E819FB"/>
    <w:rsid w:val="00E842A5"/>
    <w:rsid w:val="00E84A58"/>
    <w:rsid w:val="00E858BD"/>
    <w:rsid w:val="00E878EE"/>
    <w:rsid w:val="00E94587"/>
    <w:rsid w:val="00E95E1D"/>
    <w:rsid w:val="00EA07C0"/>
    <w:rsid w:val="00EA1218"/>
    <w:rsid w:val="00EA417D"/>
    <w:rsid w:val="00EA44DC"/>
    <w:rsid w:val="00EA69BF"/>
    <w:rsid w:val="00EA6EC7"/>
    <w:rsid w:val="00EB0647"/>
    <w:rsid w:val="00EB104F"/>
    <w:rsid w:val="00EB138E"/>
    <w:rsid w:val="00EB3D51"/>
    <w:rsid w:val="00EB46E5"/>
    <w:rsid w:val="00EB5D4D"/>
    <w:rsid w:val="00EB7E61"/>
    <w:rsid w:val="00EC10AE"/>
    <w:rsid w:val="00EC7091"/>
    <w:rsid w:val="00ED0703"/>
    <w:rsid w:val="00ED116C"/>
    <w:rsid w:val="00ED14BD"/>
    <w:rsid w:val="00ED364F"/>
    <w:rsid w:val="00ED5CFE"/>
    <w:rsid w:val="00ED60D0"/>
    <w:rsid w:val="00ED6360"/>
    <w:rsid w:val="00EE0CDE"/>
    <w:rsid w:val="00EE2244"/>
    <w:rsid w:val="00EE3C5F"/>
    <w:rsid w:val="00EE3DA6"/>
    <w:rsid w:val="00EE7872"/>
    <w:rsid w:val="00EE7882"/>
    <w:rsid w:val="00EF13E3"/>
    <w:rsid w:val="00EF226D"/>
    <w:rsid w:val="00EF47C8"/>
    <w:rsid w:val="00F00A9C"/>
    <w:rsid w:val="00F016C7"/>
    <w:rsid w:val="00F0349F"/>
    <w:rsid w:val="00F038C0"/>
    <w:rsid w:val="00F0623D"/>
    <w:rsid w:val="00F063DF"/>
    <w:rsid w:val="00F073CB"/>
    <w:rsid w:val="00F10664"/>
    <w:rsid w:val="00F12DEC"/>
    <w:rsid w:val="00F154AF"/>
    <w:rsid w:val="00F16C4B"/>
    <w:rsid w:val="00F1715C"/>
    <w:rsid w:val="00F17E8A"/>
    <w:rsid w:val="00F23905"/>
    <w:rsid w:val="00F310F8"/>
    <w:rsid w:val="00F3428B"/>
    <w:rsid w:val="00F348C0"/>
    <w:rsid w:val="00F35939"/>
    <w:rsid w:val="00F363ED"/>
    <w:rsid w:val="00F40350"/>
    <w:rsid w:val="00F411E1"/>
    <w:rsid w:val="00F45607"/>
    <w:rsid w:val="00F46000"/>
    <w:rsid w:val="00F4722B"/>
    <w:rsid w:val="00F47F8B"/>
    <w:rsid w:val="00F51333"/>
    <w:rsid w:val="00F51D96"/>
    <w:rsid w:val="00F529CB"/>
    <w:rsid w:val="00F52CEE"/>
    <w:rsid w:val="00F52FA8"/>
    <w:rsid w:val="00F54432"/>
    <w:rsid w:val="00F55215"/>
    <w:rsid w:val="00F5656E"/>
    <w:rsid w:val="00F569C6"/>
    <w:rsid w:val="00F60995"/>
    <w:rsid w:val="00F61C58"/>
    <w:rsid w:val="00F6250A"/>
    <w:rsid w:val="00F62E1B"/>
    <w:rsid w:val="00F64E2B"/>
    <w:rsid w:val="00F6516A"/>
    <w:rsid w:val="00F659EB"/>
    <w:rsid w:val="00F67ED4"/>
    <w:rsid w:val="00F72105"/>
    <w:rsid w:val="00F73700"/>
    <w:rsid w:val="00F74E77"/>
    <w:rsid w:val="00F76953"/>
    <w:rsid w:val="00F77DC7"/>
    <w:rsid w:val="00F80740"/>
    <w:rsid w:val="00F86777"/>
    <w:rsid w:val="00F86BA6"/>
    <w:rsid w:val="00F86D2A"/>
    <w:rsid w:val="00F922BE"/>
    <w:rsid w:val="00F929EB"/>
    <w:rsid w:val="00F93E20"/>
    <w:rsid w:val="00F94410"/>
    <w:rsid w:val="00F970C6"/>
    <w:rsid w:val="00FA19CC"/>
    <w:rsid w:val="00FA2EAD"/>
    <w:rsid w:val="00FA47CE"/>
    <w:rsid w:val="00FA4D7F"/>
    <w:rsid w:val="00FA6707"/>
    <w:rsid w:val="00FB0F7C"/>
    <w:rsid w:val="00FB1188"/>
    <w:rsid w:val="00FB4C04"/>
    <w:rsid w:val="00FB6342"/>
    <w:rsid w:val="00FB75D3"/>
    <w:rsid w:val="00FC1CF5"/>
    <w:rsid w:val="00FC20A1"/>
    <w:rsid w:val="00FC2432"/>
    <w:rsid w:val="00FC6389"/>
    <w:rsid w:val="00FC70A7"/>
    <w:rsid w:val="00FC757D"/>
    <w:rsid w:val="00FD0304"/>
    <w:rsid w:val="00FD1094"/>
    <w:rsid w:val="00FD3DA8"/>
    <w:rsid w:val="00FD6FBE"/>
    <w:rsid w:val="00FE1D92"/>
    <w:rsid w:val="00FE4333"/>
    <w:rsid w:val="00FE5726"/>
    <w:rsid w:val="00FE5A5D"/>
    <w:rsid w:val="00FE600D"/>
    <w:rsid w:val="00FE6AEC"/>
    <w:rsid w:val="00FE7939"/>
    <w:rsid w:val="00FF17A8"/>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7"/>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7"/>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7"/>
      </w:numPr>
      <w:tabs>
        <w:tab w:val="num" w:pos="360"/>
      </w:tabs>
      <w:spacing w:before="200" w:line="276" w:lineRule="auto"/>
      <w:ind w:left="567"/>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861546">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ykorovaB@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13DAB41C-F68E-439D-857F-55C224BC4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23</TotalTime>
  <Pages>38</Pages>
  <Words>15547</Words>
  <Characters>91734</Characters>
  <Application>Microsoft Office Word</Application>
  <DocSecurity>0</DocSecurity>
  <Lines>764</Lines>
  <Paragraphs>214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Sýkorová Barbora</cp:lastModifiedBy>
  <cp:revision>6</cp:revision>
  <cp:lastPrinted>2023-03-08T12:33:00Z</cp:lastPrinted>
  <dcterms:created xsi:type="dcterms:W3CDTF">2023-03-07T13:26:00Z</dcterms:created>
  <dcterms:modified xsi:type="dcterms:W3CDTF">2023-03-08T12:36:00Z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